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A6A92">
        <w:rPr>
          <w:rFonts w:ascii="Times New Roman" w:hAnsi="Times New Roman" w:cs="Times New Roman"/>
          <w:caps/>
          <w:sz w:val="26"/>
          <w:szCs w:val="26"/>
        </w:rPr>
        <w:t>х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A6A92">
        <w:rPr>
          <w:rFonts w:ascii="Times New Roman" w:hAnsi="Times New Roman" w:cs="Times New Roman"/>
          <w:caps/>
          <w:sz w:val="26"/>
          <w:szCs w:val="26"/>
        </w:rPr>
        <w:t>Ей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бензиновыми двигателями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553"/>
        <w:gridCol w:w="86"/>
        <w:gridCol w:w="11"/>
        <w:gridCol w:w="3109"/>
        <w:gridCol w:w="6"/>
        <w:gridCol w:w="25"/>
        <w:gridCol w:w="2271"/>
        <w:gridCol w:w="6"/>
        <w:gridCol w:w="33"/>
        <w:gridCol w:w="684"/>
        <w:gridCol w:w="6"/>
        <w:gridCol w:w="10"/>
        <w:gridCol w:w="29"/>
        <w:gridCol w:w="858"/>
      </w:tblGrid>
      <w:tr w:rsidR="00CB51CD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716391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716391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716391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716391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71639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687" w:type="dxa"/>
            <w:gridSpan w:val="14"/>
            <w:shd w:val="clear" w:color="auto" w:fill="auto"/>
            <w:vAlign w:val="center"/>
          </w:tcPr>
          <w:p w:rsidR="00CB51CD" w:rsidRPr="00716391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71639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CB51CD" w:rsidRPr="00716391" w:rsidTr="007F2200">
        <w:trPr>
          <w:trHeight w:val="227"/>
          <w:jc w:val="center"/>
        </w:trPr>
        <w:tc>
          <w:tcPr>
            <w:tcW w:w="10065" w:type="dxa"/>
            <w:gridSpan w:val="16"/>
            <w:vAlign w:val="center"/>
          </w:tcPr>
          <w:p w:rsidR="00CB51CD" w:rsidRPr="00716391" w:rsidRDefault="00CB51CD" w:rsidP="00056A9A">
            <w:pPr>
              <w:jc w:val="center"/>
              <w:rPr>
                <w:b/>
                <w:sz w:val="22"/>
                <w:szCs w:val="22"/>
              </w:rPr>
            </w:pPr>
            <w:r w:rsidRPr="00716391">
              <w:rPr>
                <w:b/>
                <w:sz w:val="22"/>
                <w:szCs w:val="22"/>
                <w:lang w:val="en-US"/>
              </w:rPr>
              <w:t>I</w:t>
            </w:r>
            <w:r w:rsidRPr="00716391">
              <w:rPr>
                <w:b/>
                <w:sz w:val="22"/>
                <w:szCs w:val="22"/>
              </w:rPr>
              <w:t xml:space="preserve">. Партия № </w:t>
            </w:r>
            <w:r w:rsidRPr="00716391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B43745" w:rsidRPr="0071639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43745" w:rsidRPr="0071639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A771A9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B43745" w:rsidRPr="00716391" w:rsidRDefault="00B43745" w:rsidP="00B4374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Двигатель ГАЗ-53 в сборе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511-1000400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Двигатель ГАЗ-66 в сборе 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513-1000400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5B468C" w:rsidRPr="00716391" w:rsidRDefault="005B468C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Двигатель УАЗ в сборе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4213-1000402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5B468C" w:rsidRPr="00716391" w:rsidRDefault="005B468C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Двигатель УАЗ в сборе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ЗМЗ 40911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5B468C" w:rsidRPr="00716391" w:rsidRDefault="005B468C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Двигатель УАЗ в сборе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42164-1000402-70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5B468C" w:rsidRPr="00716391" w:rsidRDefault="005B468C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Двигатель УАЗ в сборе (Аи76)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4178-1000400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5B468C" w:rsidRPr="00716391" w:rsidRDefault="005B468C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Амортизатор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3160-2905006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5B468C" w:rsidRPr="00716391" w:rsidRDefault="005B468C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Амортизатор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469-29115006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Амортизатор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452-2905006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16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Бак топливный левый ГАЗ-66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66-01-1101011-10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карданный в сборе ГАЗ-66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66-2203010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</w:t>
            </w:r>
            <w:proofErr w:type="gramStart"/>
            <w:r w:rsidRPr="00716391">
              <w:rPr>
                <w:sz w:val="22"/>
                <w:szCs w:val="22"/>
              </w:rPr>
              <w:t>.</w:t>
            </w:r>
            <w:proofErr w:type="gramEnd"/>
            <w:r w:rsidRPr="00716391">
              <w:rPr>
                <w:sz w:val="22"/>
                <w:szCs w:val="22"/>
              </w:rPr>
              <w:t xml:space="preserve">  </w:t>
            </w:r>
            <w:proofErr w:type="gramStart"/>
            <w:r w:rsidRPr="00716391">
              <w:rPr>
                <w:sz w:val="22"/>
                <w:szCs w:val="22"/>
              </w:rPr>
              <w:t>д</w:t>
            </w:r>
            <w:proofErr w:type="gramEnd"/>
            <w:r w:rsidRPr="00716391">
              <w:rPr>
                <w:sz w:val="22"/>
                <w:szCs w:val="22"/>
              </w:rPr>
              <w:t>линный ГАЗ-66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ind w:firstLine="114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66-2201010-03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</w:t>
            </w:r>
            <w:proofErr w:type="gramStart"/>
            <w:r w:rsidRPr="00716391">
              <w:rPr>
                <w:sz w:val="22"/>
                <w:szCs w:val="22"/>
              </w:rPr>
              <w:t>.</w:t>
            </w:r>
            <w:proofErr w:type="gramEnd"/>
            <w:r w:rsidRPr="00716391">
              <w:rPr>
                <w:sz w:val="22"/>
                <w:szCs w:val="22"/>
              </w:rPr>
              <w:t xml:space="preserve">  </w:t>
            </w:r>
            <w:proofErr w:type="gramStart"/>
            <w:r w:rsidRPr="00716391">
              <w:rPr>
                <w:sz w:val="22"/>
                <w:szCs w:val="22"/>
              </w:rPr>
              <w:t>з</w:t>
            </w:r>
            <w:proofErr w:type="gramEnd"/>
            <w:r w:rsidRPr="00716391">
              <w:rPr>
                <w:sz w:val="22"/>
                <w:szCs w:val="22"/>
              </w:rPr>
              <w:t>адний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3741-2201010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</w:t>
            </w:r>
            <w:proofErr w:type="gramStart"/>
            <w:r w:rsidRPr="00716391">
              <w:rPr>
                <w:sz w:val="22"/>
                <w:szCs w:val="22"/>
              </w:rPr>
              <w:t>.</w:t>
            </w:r>
            <w:proofErr w:type="gramEnd"/>
            <w:r w:rsidRPr="00716391">
              <w:rPr>
                <w:sz w:val="22"/>
                <w:szCs w:val="22"/>
              </w:rPr>
              <w:t xml:space="preserve">  </w:t>
            </w:r>
            <w:proofErr w:type="gramStart"/>
            <w:r w:rsidRPr="00716391">
              <w:rPr>
                <w:sz w:val="22"/>
                <w:szCs w:val="22"/>
              </w:rPr>
              <w:t>з</w:t>
            </w:r>
            <w:proofErr w:type="gramEnd"/>
            <w:r w:rsidRPr="00716391">
              <w:rPr>
                <w:sz w:val="22"/>
                <w:szCs w:val="22"/>
              </w:rPr>
              <w:t xml:space="preserve">адний УАЗ-452 </w:t>
            </w:r>
            <w:r w:rsidRPr="00716391">
              <w:rPr>
                <w:sz w:val="22"/>
                <w:szCs w:val="22"/>
                <w:lang w:val="en-US"/>
              </w:rPr>
              <w:t>L</w:t>
            </w:r>
            <w:r w:rsidRPr="00716391">
              <w:rPr>
                <w:sz w:val="22"/>
                <w:szCs w:val="22"/>
              </w:rPr>
              <w:t xml:space="preserve">=689 </w:t>
            </w:r>
            <w:r w:rsidRPr="00716391">
              <w:rPr>
                <w:sz w:val="22"/>
                <w:szCs w:val="22"/>
                <w:lang w:val="en-US"/>
              </w:rPr>
              <w:t>ADC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sz w:val="22"/>
                <w:szCs w:val="22"/>
                <w:lang w:val="en-US"/>
              </w:rPr>
              <w:t>E</w:t>
            </w:r>
            <w:r w:rsidRPr="00716391">
              <w:rPr>
                <w:sz w:val="22"/>
                <w:szCs w:val="22"/>
              </w:rPr>
              <w:t>Х</w:t>
            </w:r>
            <w:r w:rsidRPr="00716391">
              <w:rPr>
                <w:sz w:val="22"/>
                <w:szCs w:val="22"/>
                <w:lang w:val="en-US"/>
              </w:rPr>
              <w:t>PERT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</w:rPr>
              <w:t>3741-2201010</w:t>
            </w:r>
            <w:r w:rsidRPr="00716391">
              <w:rPr>
                <w:sz w:val="22"/>
                <w:szCs w:val="22"/>
                <w:lang w:val="en-US"/>
              </w:rPr>
              <w:t>-00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</w:t>
            </w:r>
            <w:proofErr w:type="gramStart"/>
            <w:r w:rsidRPr="00716391">
              <w:rPr>
                <w:sz w:val="22"/>
                <w:szCs w:val="22"/>
              </w:rPr>
              <w:t>.</w:t>
            </w:r>
            <w:proofErr w:type="gramEnd"/>
            <w:r w:rsidRPr="00716391">
              <w:rPr>
                <w:sz w:val="22"/>
                <w:szCs w:val="22"/>
              </w:rPr>
              <w:t xml:space="preserve"> </w:t>
            </w:r>
            <w:proofErr w:type="gramStart"/>
            <w:r w:rsidRPr="00716391">
              <w:rPr>
                <w:sz w:val="22"/>
                <w:szCs w:val="22"/>
              </w:rPr>
              <w:t>з</w:t>
            </w:r>
            <w:proofErr w:type="gramEnd"/>
            <w:r w:rsidRPr="00716391">
              <w:rPr>
                <w:sz w:val="22"/>
                <w:szCs w:val="22"/>
              </w:rPr>
              <w:t>адний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31512-2201010-10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</w:t>
            </w:r>
            <w:proofErr w:type="gramStart"/>
            <w:r w:rsidRPr="00716391">
              <w:rPr>
                <w:sz w:val="22"/>
                <w:szCs w:val="22"/>
              </w:rPr>
              <w:t>.</w:t>
            </w:r>
            <w:proofErr w:type="gramEnd"/>
            <w:r w:rsidRPr="00716391">
              <w:rPr>
                <w:sz w:val="22"/>
                <w:szCs w:val="22"/>
              </w:rPr>
              <w:t xml:space="preserve">  </w:t>
            </w:r>
            <w:proofErr w:type="gramStart"/>
            <w:r w:rsidRPr="00716391">
              <w:rPr>
                <w:sz w:val="22"/>
                <w:szCs w:val="22"/>
              </w:rPr>
              <w:t>п</w:t>
            </w:r>
            <w:proofErr w:type="gramEnd"/>
            <w:r w:rsidRPr="00716391">
              <w:rPr>
                <w:sz w:val="22"/>
                <w:szCs w:val="22"/>
              </w:rPr>
              <w:t>ередний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31601-2203010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</w:t>
            </w:r>
            <w:proofErr w:type="gramStart"/>
            <w:r w:rsidRPr="00716391">
              <w:rPr>
                <w:sz w:val="22"/>
                <w:szCs w:val="22"/>
              </w:rPr>
              <w:t>.</w:t>
            </w:r>
            <w:proofErr w:type="gramEnd"/>
            <w:r w:rsidRPr="00716391">
              <w:rPr>
                <w:sz w:val="22"/>
                <w:szCs w:val="22"/>
              </w:rPr>
              <w:t xml:space="preserve"> </w:t>
            </w:r>
            <w:proofErr w:type="gramStart"/>
            <w:r w:rsidRPr="00716391">
              <w:rPr>
                <w:sz w:val="22"/>
                <w:szCs w:val="22"/>
              </w:rPr>
              <w:t>п</w:t>
            </w:r>
            <w:proofErr w:type="gramEnd"/>
            <w:r w:rsidRPr="00716391">
              <w:rPr>
                <w:sz w:val="22"/>
                <w:szCs w:val="22"/>
              </w:rPr>
              <w:t>ередний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3741-2201010-09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</w:t>
            </w:r>
            <w:proofErr w:type="gramStart"/>
            <w:r w:rsidRPr="00716391">
              <w:rPr>
                <w:sz w:val="22"/>
                <w:szCs w:val="22"/>
              </w:rPr>
              <w:t>.</w:t>
            </w:r>
            <w:proofErr w:type="gramEnd"/>
            <w:r w:rsidRPr="00716391">
              <w:rPr>
                <w:sz w:val="22"/>
                <w:szCs w:val="22"/>
              </w:rPr>
              <w:t xml:space="preserve">  </w:t>
            </w:r>
            <w:proofErr w:type="gramStart"/>
            <w:r w:rsidRPr="00716391">
              <w:rPr>
                <w:sz w:val="22"/>
                <w:szCs w:val="22"/>
              </w:rPr>
              <w:t>п</w:t>
            </w:r>
            <w:proofErr w:type="gramEnd"/>
            <w:r w:rsidRPr="00716391">
              <w:rPr>
                <w:sz w:val="22"/>
                <w:szCs w:val="22"/>
              </w:rPr>
              <w:t>ередний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3741-2203010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</w:t>
            </w:r>
            <w:proofErr w:type="gramStart"/>
            <w:r w:rsidRPr="00716391">
              <w:rPr>
                <w:sz w:val="22"/>
                <w:szCs w:val="22"/>
              </w:rPr>
              <w:t>.</w:t>
            </w:r>
            <w:proofErr w:type="gramEnd"/>
            <w:r w:rsidRPr="00716391">
              <w:rPr>
                <w:sz w:val="22"/>
                <w:szCs w:val="22"/>
              </w:rPr>
              <w:t xml:space="preserve"> </w:t>
            </w:r>
            <w:proofErr w:type="gramStart"/>
            <w:r w:rsidRPr="00716391">
              <w:rPr>
                <w:sz w:val="22"/>
                <w:szCs w:val="22"/>
              </w:rPr>
              <w:t>п</w:t>
            </w:r>
            <w:proofErr w:type="gramEnd"/>
            <w:r w:rsidRPr="00716391">
              <w:rPr>
                <w:sz w:val="22"/>
                <w:szCs w:val="22"/>
              </w:rPr>
              <w:t>ромежуточный в сборе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66-2201010-01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20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КПП в сборе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452-170010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21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jc w:val="both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КПП с раздаточной коробкой и стояночным тормозом (тонкий вал)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3909-1700005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22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КПП УАЗ 4- синхронизатора Н/О под </w:t>
            </w:r>
            <w:proofErr w:type="spellStart"/>
            <w:r w:rsidRPr="00716391">
              <w:rPr>
                <w:sz w:val="22"/>
                <w:szCs w:val="22"/>
              </w:rPr>
              <w:t>лепестк</w:t>
            </w:r>
            <w:proofErr w:type="spellEnd"/>
            <w:r w:rsidRPr="00716391">
              <w:rPr>
                <w:sz w:val="22"/>
                <w:szCs w:val="22"/>
              </w:rPr>
              <w:t xml:space="preserve">. корзину </w:t>
            </w:r>
            <w:r w:rsidRPr="00716391">
              <w:rPr>
                <w:sz w:val="22"/>
                <w:szCs w:val="22"/>
                <w:lang w:val="en-US"/>
              </w:rPr>
              <w:t>D</w:t>
            </w:r>
            <w:r w:rsidRPr="00716391">
              <w:rPr>
                <w:sz w:val="22"/>
                <w:szCs w:val="22"/>
              </w:rPr>
              <w:t xml:space="preserve"> </w:t>
            </w:r>
            <w:proofErr w:type="spellStart"/>
            <w:r w:rsidRPr="00716391">
              <w:rPr>
                <w:sz w:val="22"/>
                <w:szCs w:val="22"/>
              </w:rPr>
              <w:lastRenderedPageBreak/>
              <w:t>перв</w:t>
            </w:r>
            <w:proofErr w:type="spellEnd"/>
            <w:r w:rsidRPr="00716391">
              <w:rPr>
                <w:sz w:val="22"/>
                <w:szCs w:val="22"/>
              </w:rPr>
              <w:t>. вала 29мм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lastRenderedPageBreak/>
              <w:t>39091700010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23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КПП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3181-1700010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24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КПП, раз</w:t>
            </w:r>
            <w:proofErr w:type="gramStart"/>
            <w:r w:rsidRPr="00716391">
              <w:rPr>
                <w:sz w:val="22"/>
                <w:szCs w:val="22"/>
              </w:rPr>
              <w:t>.</w:t>
            </w:r>
            <w:proofErr w:type="gramEnd"/>
            <w:r w:rsidRPr="00716391">
              <w:rPr>
                <w:sz w:val="22"/>
                <w:szCs w:val="22"/>
              </w:rPr>
              <w:t xml:space="preserve"> </w:t>
            </w:r>
            <w:proofErr w:type="gramStart"/>
            <w:r w:rsidRPr="00716391">
              <w:rPr>
                <w:sz w:val="22"/>
                <w:szCs w:val="22"/>
              </w:rPr>
              <w:t>к</w:t>
            </w:r>
            <w:proofErr w:type="gramEnd"/>
            <w:r w:rsidRPr="00716391">
              <w:rPr>
                <w:sz w:val="22"/>
                <w:szCs w:val="22"/>
              </w:rPr>
              <w:t>оробка, и стояночный тормоз в сборе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469-1700005-10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25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Мост задний в сборе ГАЗ-66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66-2400012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26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Мост задний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452-2400010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27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Мост задний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31605-2400010-40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28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Мост задний УАЗ 9 (37 зубов)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3741-2400010-95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29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Мост задний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3741-2400010-97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30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Мост задний УАЗ гибридный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3741-95-2400010-99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Мост передний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452-2300011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32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Мост передний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3741-2300011-20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Мост передний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3741-00-2300011-95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34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Мост передний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31605-2300011-01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35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Мост задний УАЗ гибридный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3741-95-2400010-99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36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Насос гидроусилителя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3160-20-3407010-00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Радиатор ГАЗ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53-1301010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38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Радиатор 3-ряд.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31608-1301010-02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39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Радиатор 3-ряд.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3307-1301010-91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40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Коробка </w:t>
            </w:r>
            <w:proofErr w:type="spellStart"/>
            <w:r w:rsidRPr="00716391">
              <w:rPr>
                <w:sz w:val="22"/>
                <w:szCs w:val="22"/>
              </w:rPr>
              <w:t>раздат</w:t>
            </w:r>
            <w:proofErr w:type="spellEnd"/>
            <w:r w:rsidRPr="00716391">
              <w:rPr>
                <w:sz w:val="22"/>
                <w:szCs w:val="22"/>
              </w:rPr>
              <w:t>. (косозубая)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3162-70-180020-10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41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Коробка раздаточная ГАЗ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66-11-1800010-10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42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Коробка раздаточная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ВК-452-1800020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43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Редуктор заднего моста ГАЗ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66-2402010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44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Рессора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452-2902012-03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16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Рессора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452-2902012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46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Рулевой механизм ГАЗ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66-3401010-10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47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Сидение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452Д-6802010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48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Сидение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452-6800010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49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Тент УАЗ фермер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для 39094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50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Усилитель вакуумный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3151-3510010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B468C" w:rsidRPr="00716391" w:rsidRDefault="005B468C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51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Шкворень с втулками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>
            <w:pPr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4331-3001016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99564A">
            <w:pPr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11"/>
          </w:tcPr>
          <w:p w:rsidR="005B468C" w:rsidRPr="00716391" w:rsidRDefault="005B468C" w:rsidP="00286286">
            <w:pPr>
              <w:jc w:val="right"/>
              <w:rPr>
                <w:b/>
                <w:sz w:val="22"/>
                <w:szCs w:val="22"/>
              </w:rPr>
            </w:pPr>
            <w:r w:rsidRPr="0071639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B468C" w:rsidRPr="00716391" w:rsidRDefault="005B468C" w:rsidP="007C51E6">
            <w:pPr>
              <w:jc w:val="center"/>
              <w:rPr>
                <w:b/>
                <w:sz w:val="22"/>
                <w:szCs w:val="22"/>
              </w:rPr>
            </w:pPr>
            <w:r w:rsidRPr="00716391">
              <w:rPr>
                <w:b/>
                <w:sz w:val="22"/>
                <w:szCs w:val="22"/>
              </w:rPr>
              <w:t>126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687" w:type="dxa"/>
            <w:gridSpan w:val="14"/>
          </w:tcPr>
          <w:p w:rsidR="005B468C" w:rsidRPr="00716391" w:rsidRDefault="005B468C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716391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5B468C" w:rsidRPr="00716391" w:rsidRDefault="005B468C" w:rsidP="00056A9A">
            <w:pPr>
              <w:rPr>
                <w:rFonts w:eastAsia="Symbol"/>
                <w:sz w:val="22"/>
                <w:szCs w:val="22"/>
              </w:rPr>
            </w:pPr>
            <w:r w:rsidRPr="00716391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A771A9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687" w:type="dxa"/>
            <w:gridSpan w:val="14"/>
          </w:tcPr>
          <w:p w:rsidR="005B468C" w:rsidRPr="00716391" w:rsidRDefault="005B468C" w:rsidP="00162C93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B468C" w:rsidRPr="00716391" w:rsidRDefault="005B468C" w:rsidP="00056A9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502" w:type="dxa"/>
            <w:gridSpan w:val="15"/>
            <w:vAlign w:val="center"/>
          </w:tcPr>
          <w:p w:rsidR="005B468C" w:rsidRPr="00716391" w:rsidRDefault="005B468C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716391">
              <w:rPr>
                <w:b/>
                <w:sz w:val="22"/>
                <w:szCs w:val="22"/>
                <w:lang w:val="en-US"/>
              </w:rPr>
              <w:t>II</w:t>
            </w:r>
            <w:r w:rsidRPr="00716391">
              <w:rPr>
                <w:b/>
                <w:sz w:val="22"/>
                <w:szCs w:val="22"/>
              </w:rPr>
              <w:t>. Партия №</w:t>
            </w:r>
            <w:r w:rsidRPr="00716391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5B468C" w:rsidRPr="0071639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5B468C" w:rsidRPr="00716391" w:rsidRDefault="005B468C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5B468C" w:rsidRPr="00716391" w:rsidRDefault="005B468C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468C" w:rsidRPr="00716391" w:rsidRDefault="005B468C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Бак топливный левый   ГАЗ-66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66-01-1101011-10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Бак топливный правый   ГАЗ-66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66-01-1101010-20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Барабан тормозной ГАЗ-66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66-01-3501070-03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у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>ниверсальный длинный L=1140 ГАЗ-66 в сборе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66-2201010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 в сборе ГАЗ-66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66-2203010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 длинный ГАЗ-66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66-2201010-03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 промежуточный в сборе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66-2201010-01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Вал карданный промежуточный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корот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 ГАЗ-66 в сборе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66-2202010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Вкладыши ГАЗ-53 шатунные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ВК-13-1004057-А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16391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Вкладыши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корен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>одшипников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 xml:space="preserve">, </w:t>
            </w:r>
            <w:r w:rsidRPr="00716391">
              <w:rPr>
                <w:color w:val="000000"/>
                <w:sz w:val="22"/>
                <w:szCs w:val="22"/>
              </w:rPr>
              <w:lastRenderedPageBreak/>
              <w:t>D= 69,75 мм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lastRenderedPageBreak/>
              <w:t>ВК-53-1000102-ВР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Генератор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3282-3771000М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Генератор 24В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5101.3701-01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Группа поршневая ГАЗ-53 511-1000105-50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511-1000105-50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16391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Двигатель ГАЗ-66 в сборе 513-1000400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513-1000400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Диск сцепления ведомый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53-1601130-01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Диск сцепления ведомый 4301-1601130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4301-1601130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Диск сцепления ведомый усиленный ГАЗ-53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53-11-1601130-01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Диск сцепления нажимной ГАЗ-53,66,ПАЗ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53-1601093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Замок двери левый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53-6105013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Кабина ГАЗ-66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66-81-5000010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Карбюратор К-135 66-70-1107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К-135 66-70-1107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Карбюратор на ГАЗ-53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53-1706020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Колодка задняя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3307-3502090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9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Комплект проводов высокого напряжения ГАЗ-53 511-3707243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ГАЗ-53 511-3707243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Комплект прокладок ДВС 53-1002001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53-1002001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Коробка раздаточная ГАЗ-66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66-11-1800013-А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Крестовина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53-2201025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Крестовина Г-66, 53А-2201030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Г-66, 53А-2201030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Крестовина ГАЗ-53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53А-2201026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Крестовина ГАЗ-53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53-2201026-01А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Крыло переднее левое ГАЗ-3307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4301-8403013-10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Крыло переднее правое ГАЗ-3307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4301-8403012-10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Мотор отопителя ГАЗ-53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МЭ 236/21.3780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Муфта  выжимная с подшипником в сборе ГАЗ-53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3307-1601190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Наконечник левый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66-3003057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Наконечник правый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66-3003056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Насос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ГУРа</w:t>
            </w:r>
            <w:proofErr w:type="spellEnd"/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66-3407011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Подушка рессоры ГАЗ-53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3307-2912800Р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24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Радиатор водяной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3307-1301010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Радиатор отопителя ГАЗ-3307 3307-8101060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3307-8101060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Редуктор заднего моста ГАЗ-66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66-2402010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Ремень 11*10*1400 ГАЗ-66, ПАЗ-672, ПАЗ3205, Лаз,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ЛиАЗ</w:t>
            </w:r>
            <w:proofErr w:type="spellEnd"/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11-10-1400 ГАЗ-66, ПАЗ-672, ПАЗ3205, Лаз,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ЛиАЗ</w:t>
            </w:r>
            <w:proofErr w:type="spellEnd"/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Сальник ступицы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задн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 (95*130*12*17,5)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51-3104038-В2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Свеча зажигания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Brisk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 xml:space="preserve"> № 17 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для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 ЗИЛ, ГАЗ, УАЗ, N 17 (BRISK)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N 17 (BRISK)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16391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Стартер Г-66 71-3708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71-3708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Ступица с барабаном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66-3103007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Тяга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проодольная</w:t>
            </w:r>
            <w:proofErr w:type="spellEnd"/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66-3003010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Усилитель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гидровакуумный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 xml:space="preserve"> тормозов с клапаном управления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53-3550010-01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Усилитель тормозов вакуумный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53-3550010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Цилиндр главный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66-1602300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Цилиндр тормозной  ГАЗ-66 66-16-3501040 передний правый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ГАЗ-66 66-16-3501040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Цилиндр тормозной  ГАЗ-66 66-16-3501041 передний левый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ГАЗ-66 66-16-3501041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Шланг гибкий передних тормозов в сборе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66-3506025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Шланг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ГУРа</w:t>
            </w:r>
            <w:proofErr w:type="spellEnd"/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66-3408150-Б1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Амортизатор ЗИЛ-130 130-2905006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130-2905006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  среднего моста  ЗИЛ-131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131-2205011-03 (L-1073мм)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 заднего моста ЗИЛ-131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131-2201011-01(L-739мм)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 передний ЗИЛ-131 в сборе 131-2203011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131-2203011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генератор ЗИЛ-130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Г-287Б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Глушитель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130-1201010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Головка блока цилиндров в сборе (ЗИЛ)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131-1003012Б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Диск 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сцепления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 ведомый ЗИЛ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4331-1601130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Диск сцепления ведомый МЗ (усиленный) ЗиЛ-130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130-1601130М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Диск сцепления нажимной ЗИЛ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4331-1601090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Комплект прокладок двигателя ЗИЛ-130 полный, 19 наименований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19 наименований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Кран сливной системы охлаждения 130-1305010-Е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130-1305010-Е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Крестовина в сборе карданной передачи 130-2201025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130-2201025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10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Мост передний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131-2300009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поршневая группа ЗИЛ 131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А23.01-74240/81240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16391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поршневые кольца ЗИЛ 131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130-1000101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16391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Прерыватель-распределитель зажигания  ЗИЛ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130-3706010-30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Редуктор среднего моста б/у, 131-242010, </w:t>
            </w:r>
            <w:proofErr w:type="spellStart"/>
            <w:proofErr w:type="gramStart"/>
            <w:r w:rsidRPr="00716391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 (GB000044112) 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131-242010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Стартер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СТ-230К4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Штанга реактивная в сборе ЗИЛ-131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131-2919010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Амортизатор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масл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.з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>адний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 xml:space="preserve"> в сборе ГАЗ-3102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3102-2915402-02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карданный, н/о (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для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 а/м Соболь)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2217-2200010-10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Вилка шарнира наружная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23107-2304063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Диск ведомый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4021-1601130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Насос водяной (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алюм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4021-1307010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Рычаг ручного тормоза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3302-3508015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Свеча А-14ДВР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длин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.ю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>бка</w:t>
            </w:r>
            <w:proofErr w:type="spellEnd"/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А-14ДВР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Цилиндр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сцепл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 рабочий ВОЛГА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3102-1602510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Шарнир кулака поворотного левый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23107-2304061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Шарнир кулака поворотного </w:t>
            </w:r>
            <w:r w:rsidRPr="00716391">
              <w:rPr>
                <w:color w:val="000000"/>
                <w:sz w:val="22"/>
                <w:szCs w:val="22"/>
              </w:rPr>
              <w:lastRenderedPageBreak/>
              <w:t>правый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lastRenderedPageBreak/>
              <w:t>23107-2304060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Амортизатор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3160/3153-8407108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Амортизатор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3151-2915006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Амортизатор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3151-2905006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Амортизатор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газомасляный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 xml:space="preserve"> задний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3162-2905006-10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10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Амортизатор пер.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3741-2905010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Амортизатор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452-2905006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Бак топливный правый дополнительный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452-1102010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Бензонасос погружной ЭБН 3741-1139020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3741-1139020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кардан. Задний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452-2201010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 задний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3741-2201010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 задний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3162-2201010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proofErr w:type="gramStart"/>
            <w:r w:rsidRPr="00716391">
              <w:rPr>
                <w:color w:val="000000"/>
                <w:sz w:val="22"/>
                <w:szCs w:val="22"/>
              </w:rPr>
              <w:t>Вал карданный задний L-1165mm)</w:t>
            </w:r>
            <w:proofErr w:type="gramEnd"/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31601-2200010-10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 задний ред. моста 3151-2201010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3151-2201010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 задний УАЗ-452,3741 L=689 ADC EXPERT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3741-2201010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 переднего моста (5-ст, КПП) HUNTER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31601-2203010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 переднего моста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3909-2203010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 УАЗ-452,3741 передний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3741-2203010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Вилка сцепления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3151-1601200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proofErr w:type="gramStart"/>
            <w:r w:rsidRPr="00716391">
              <w:rPr>
                <w:color w:val="000000"/>
                <w:sz w:val="22"/>
                <w:szCs w:val="22"/>
              </w:rPr>
              <w:t>Вкладыши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 коренные УАЗ стандарт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24-1000102-02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16391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Вкладыши шатунные стандартные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24-1000104-04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16391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16391">
              <w:rPr>
                <w:color w:val="000000"/>
                <w:sz w:val="22"/>
                <w:szCs w:val="22"/>
              </w:rPr>
              <w:t>Выключатеь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 xml:space="preserve"> массы УАЗ (Кнопка) ВК318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ВК-318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Генератор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9422.3701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Генератор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3151-3701000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Генератор 65А УАЗ, УМЗ-2206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Г161-3771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генератор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665.3701000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16391">
              <w:rPr>
                <w:color w:val="000000"/>
                <w:sz w:val="22"/>
                <w:szCs w:val="22"/>
              </w:rPr>
              <w:t>гидровакуумный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 xml:space="preserve"> усилитель тормоза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469-3510010 УАЗ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Главная пара УАЗ (37 зубьев)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3741-2402020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16391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Головка блока цилиндров УАЗ 421-1003010-43 (АИ-92)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421-1003010-43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Группа поршневая с кольцами ОАО "ЗМЗ"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дв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 100 л.с.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410-1000105-50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Двигатель в сборе УАЗ 4213-1000402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4213-1000402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Диск 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сцепления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  ведомый УАЗ (лепестковое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сцепл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) 421-1601130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421-1601130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Диск сцепления ведомый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71-51-1601130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Диск сцепления нажимной (лепестковый)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4215-1601090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Диск тормозной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3160-3501076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К-т шкворней н/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о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 на подшипниках в сб. из 4-х шт.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469-2304015-П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16391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Карбюратор  к151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 90л.с. УМЗ-4178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К151В-1107010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Карбюратор ГАЗ-24, УАЗ в сборе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 126 ГМ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 126 ГМ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катушка зажигания Б-116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Р351-3706320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Колодка тормозная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469-3502090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Коробка раздаточная (косозубая) УАЗ в сборе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3162-70-1800120-10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Кран отопителя (керамический)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3741-8101400-20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Крестовина кардана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469-2201026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19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Крестовина карданного вала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469-2201025ВК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Крестовина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469-2201800Р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14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Крышка бака с ключом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2108-1103010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Крышка бака топливного с ключом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2108-1103010-11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Крышка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маслозаливной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 xml:space="preserve"> горловины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451-1014146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лист №1 452 коренной рессоры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452-2902015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лист №2 452 подкоренной рессоры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450-2902102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Мост задний с тормозами и ступицами в сборе 452-2400010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452-2400010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Мост задний с тормозами и ступицами УАЗ-315195 Хантер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31605-2400010-40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Мост передний гибридный УАЗ-452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3741-2300011-99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Мост передний УАЗ-315195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31605-2300011-01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Мотор отопителя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МЭ236.3730000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Муфта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Элмо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 xml:space="preserve">  /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/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3741-2304110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накладки тормозные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452-1001510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Наконечник рулевой левый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469-3414057-01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10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Наконечник рулевой правый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469-3414056-01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Наконечник тяги (левая резьба)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469-3414057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Наконечник тяги (правая резьба)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469-414638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16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Насос водяной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4062-1307010-42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Передний мо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ст в сб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>оре, УАЗ - 390995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УАЗ - 390995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Подушка рессоры УАЗ-452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УАЗ-452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24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Прокладка крышки клапанов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409-1007245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Прокладка крышки цепи (левая)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406-1002067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Прокладка крышки цепи (правая)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406-1002068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Радиатор 3-ряд.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31608-1301010-02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Радиатор отопителя салона УАЗ-3741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3741-8101060-21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Радиатор отопителя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469-00-8101060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Радиатор системы охлаждения УАЗ-3741 3-х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рядн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 3741-1301010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3741-1301010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Радиатор УАЗ-452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3741-1301010-04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Реле поворотов 12В 642.3747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315195-3747060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Рулевое управление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3151-3400013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Рулевой механизм с колонкой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451-3400013-02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Свеча зажигания (4шт) "BRISK", N17C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N17C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16391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</w:t>
            </w:r>
          </w:p>
        </w:tc>
      </w:tr>
      <w:tr w:rsidR="0099564A" w:rsidRPr="00716391" w:rsidTr="0099564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9564A" w:rsidRPr="00716391" w:rsidRDefault="0099564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99564A" w:rsidRPr="00716391" w:rsidRDefault="0099564A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160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Свеча зажигания NR-17YC (BRICK)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9564A" w:rsidRPr="00716391" w:rsidRDefault="0099564A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402.3707008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16391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564A" w:rsidRPr="00716391" w:rsidRDefault="0099564A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Сидение водителя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452-6800010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Спидометр электронный 852.3802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3151-95-3802010-96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Стартер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42-3708000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Стартер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402-3708000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стартер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всборе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 xml:space="preserve">  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31512-3708001-20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Стартер редукторный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5732-3708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Стартер редукторный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6502-3708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Стекло ветровое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3151-5206010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Стекло лобовое 452-5206010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452-5206010 УАЗ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Ступица с тормозным диском 3741-3103015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3741-3103015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Уплотнитель капота крышки 452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452-8402130 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Уплотнитель проема двери УАЗ-452 452-6107025-02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452-6107025-02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Фильтр воздушный УАЗ-3160, 3163 высокий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3160-1109080-11, 409-1109013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11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Фильтр масляный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406-1012005-201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Фильтр масляный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3105-1012005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Фильтр тонкой очистки топлива Евро-3, УАЗ-3163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315195-1117010-10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Форсунка ЗМЗ- 409 ЕВРО-3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40904-1132010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Цилиндр колесный переднего тормоза, левый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469-35010АА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Цилиндр колесный переднего тормоза, правый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469-3501016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Цилиндр сцепления главный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469-1602300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181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Цилиндр сцепления рабочий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31605-1602510-02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Цилиндр сцепления рабочий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469-1602510-09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Цилиндр тормоза главный с 2-мя бачками с сигнальным устройством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3151-3505009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Цилиндр тормоза главный УАЗ 3160 с бачком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3160-3505010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Цилиндр тормозной задний УАЗ d-32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469-3502040-01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Цилиндр тормозной УАЗ 3160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3160-3502040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Шарнир поворотного кулака лев/прав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452А-2304060/61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16391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Шестерня </w:t>
            </w:r>
            <w:proofErr w:type="spellStart"/>
            <w:r w:rsidRPr="00716391">
              <w:rPr>
                <w:color w:val="000000"/>
                <w:sz w:val="22"/>
                <w:szCs w:val="22"/>
              </w:rPr>
              <w:t>распред</w:t>
            </w:r>
            <w:proofErr w:type="spellEnd"/>
            <w:r w:rsidRPr="00716391">
              <w:rPr>
                <w:color w:val="000000"/>
                <w:sz w:val="22"/>
                <w:szCs w:val="22"/>
              </w:rPr>
              <w:t>. Вала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417-420-1006020-02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Электродвигатель в сборе УАЗ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31512-3730010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Вал карданный передний 452-2203010-03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452-2203010-03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Ремень вентилятора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ф 1030 п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КПП в сборе ГАЗ-33081 (5 ст.)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33081-1700010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Двигатель КАМАЗ-740.13-260лс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7403-1000400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Подножка левая, КАМАЗ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5320-8405015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Подножка правая, КАМАЗ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5320-8405014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Реле поворотов 24в КАМАЗ ЕВРО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РС57.3777-01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A27BEE" w:rsidRPr="00716391" w:rsidRDefault="00A27BEE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Ролик натяжной КАМАЗ-ЕВРО-2 пластик</w:t>
            </w:r>
          </w:p>
        </w:tc>
        <w:tc>
          <w:tcPr>
            <w:tcW w:w="23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27BEE" w:rsidRPr="00716391" w:rsidRDefault="00A27BEE" w:rsidP="0099564A">
            <w:pPr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740.11-1307220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99564A">
            <w:pPr>
              <w:jc w:val="center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A27BEE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A27BEE" w:rsidRPr="00716391" w:rsidRDefault="00A27BE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11"/>
          </w:tcPr>
          <w:p w:rsidR="00A27BEE" w:rsidRPr="00716391" w:rsidRDefault="00A27BEE" w:rsidP="00286286">
            <w:pPr>
              <w:jc w:val="right"/>
              <w:rPr>
                <w:b/>
                <w:sz w:val="22"/>
                <w:szCs w:val="22"/>
              </w:rPr>
            </w:pPr>
            <w:r w:rsidRPr="00716391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A27BEE" w:rsidRPr="00716391" w:rsidRDefault="00A27BEE" w:rsidP="0099564A">
            <w:pPr>
              <w:tabs>
                <w:tab w:val="left" w:pos="240"/>
                <w:tab w:val="center" w:pos="420"/>
              </w:tabs>
              <w:rPr>
                <w:b/>
                <w:sz w:val="22"/>
                <w:szCs w:val="22"/>
              </w:rPr>
            </w:pPr>
            <w:r w:rsidRPr="00716391">
              <w:rPr>
                <w:b/>
                <w:sz w:val="22"/>
                <w:szCs w:val="22"/>
              </w:rPr>
              <w:tab/>
              <w:t>594</w:t>
            </w:r>
          </w:p>
        </w:tc>
      </w:tr>
      <w:tr w:rsidR="00A27BEE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A27BEE" w:rsidRPr="00716391" w:rsidRDefault="00A27BEE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687" w:type="dxa"/>
            <w:gridSpan w:val="14"/>
          </w:tcPr>
          <w:p w:rsidR="00A27BEE" w:rsidRPr="00716391" w:rsidRDefault="00A27BEE" w:rsidP="00AE7922">
            <w:pPr>
              <w:rPr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716391">
              <w:rPr>
                <w:bCs/>
                <w:sz w:val="22"/>
                <w:szCs w:val="22"/>
              </w:rPr>
              <w:t>ИНН/КПП 2801108200/253</w:t>
            </w:r>
            <w:r w:rsidRPr="00716391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A27BEE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A27BEE" w:rsidRPr="00716391" w:rsidRDefault="00A27BEE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7BEE" w:rsidRPr="00716391" w:rsidRDefault="00A27BEE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687" w:type="dxa"/>
            <w:gridSpan w:val="14"/>
          </w:tcPr>
          <w:p w:rsidR="00A27BEE" w:rsidRPr="00716391" w:rsidRDefault="00A27BEE" w:rsidP="00AE7922">
            <w:pPr>
              <w:rPr>
                <w:sz w:val="22"/>
                <w:szCs w:val="22"/>
              </w:rPr>
            </w:pPr>
            <w:proofErr w:type="gramStart"/>
            <w:r w:rsidRPr="00716391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716391">
              <w:rPr>
                <w:sz w:val="22"/>
                <w:szCs w:val="22"/>
              </w:rPr>
              <w:t>ж.д</w:t>
            </w:r>
            <w:proofErr w:type="spellEnd"/>
            <w:r w:rsidRPr="00716391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A27BEE" w:rsidRPr="00716391" w:rsidRDefault="00A27BEE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A27BEE" w:rsidRPr="00716391" w:rsidTr="00C33350">
        <w:trPr>
          <w:trHeight w:val="227"/>
          <w:jc w:val="center"/>
        </w:trPr>
        <w:tc>
          <w:tcPr>
            <w:tcW w:w="10065" w:type="dxa"/>
            <w:gridSpan w:val="16"/>
            <w:vAlign w:val="center"/>
          </w:tcPr>
          <w:p w:rsidR="00A27BEE" w:rsidRPr="00716391" w:rsidRDefault="00A27BEE" w:rsidP="00A27BEE">
            <w:pPr>
              <w:jc w:val="center"/>
              <w:rPr>
                <w:rFonts w:eastAsia="Arial Unicode MS"/>
                <w:b/>
                <w:i/>
                <w:sz w:val="22"/>
                <w:szCs w:val="22"/>
              </w:rPr>
            </w:pPr>
            <w:r w:rsidRPr="00716391">
              <w:rPr>
                <w:rFonts w:eastAsia="Arial Unicode MS"/>
                <w:b/>
                <w:i/>
                <w:sz w:val="22"/>
                <w:szCs w:val="22"/>
                <w:lang w:val="en-US"/>
              </w:rPr>
              <w:t xml:space="preserve">III </w:t>
            </w:r>
            <w:r w:rsidRPr="00716391">
              <w:rPr>
                <w:rFonts w:eastAsia="Arial Unicode MS"/>
                <w:b/>
                <w:i/>
                <w:sz w:val="22"/>
                <w:szCs w:val="22"/>
              </w:rPr>
              <w:t>Партия № 3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>Наименование продукции</w:t>
            </w: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40" w:type="dxa"/>
            <w:gridSpan w:val="3"/>
          </w:tcPr>
          <w:p w:rsidR="00525076" w:rsidRPr="003522F4" w:rsidRDefault="00525076" w:rsidP="00C33350">
            <w:pPr>
              <w:outlineLvl w:val="3"/>
              <w:rPr>
                <w:sz w:val="22"/>
                <w:szCs w:val="22"/>
              </w:rPr>
            </w:pPr>
            <w:r w:rsidRPr="003522F4">
              <w:rPr>
                <w:sz w:val="22"/>
                <w:szCs w:val="22"/>
              </w:rPr>
              <w:t>Амортизатор УАЗ</w:t>
            </w:r>
          </w:p>
        </w:tc>
        <w:tc>
          <w:tcPr>
            <w:tcW w:w="2310" w:type="dxa"/>
            <w:gridSpan w:val="3"/>
          </w:tcPr>
          <w:p w:rsidR="00525076" w:rsidRPr="003522F4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3522F4">
              <w:rPr>
                <w:sz w:val="22"/>
                <w:szCs w:val="22"/>
              </w:rPr>
              <w:t>452-2905006</w:t>
            </w:r>
          </w:p>
        </w:tc>
        <w:tc>
          <w:tcPr>
            <w:tcW w:w="700" w:type="dxa"/>
            <w:gridSpan w:val="3"/>
          </w:tcPr>
          <w:p w:rsidR="00525076" w:rsidRPr="003522F4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3522F4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3522F4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3522F4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40" w:type="dxa"/>
            <w:gridSpan w:val="3"/>
          </w:tcPr>
          <w:p w:rsidR="00525076" w:rsidRPr="003522F4" w:rsidRDefault="00525076" w:rsidP="00C33350">
            <w:pPr>
              <w:outlineLvl w:val="3"/>
              <w:rPr>
                <w:sz w:val="22"/>
                <w:szCs w:val="22"/>
              </w:rPr>
            </w:pPr>
            <w:r w:rsidRPr="003522F4">
              <w:rPr>
                <w:sz w:val="22"/>
                <w:szCs w:val="22"/>
              </w:rPr>
              <w:t xml:space="preserve">Бак топливный правый дополнительный </w:t>
            </w:r>
          </w:p>
        </w:tc>
        <w:tc>
          <w:tcPr>
            <w:tcW w:w="2310" w:type="dxa"/>
            <w:gridSpan w:val="3"/>
          </w:tcPr>
          <w:p w:rsidR="00525076" w:rsidRPr="003522F4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3522F4">
              <w:rPr>
                <w:sz w:val="22"/>
                <w:szCs w:val="22"/>
              </w:rPr>
              <w:t>452-1102010</w:t>
            </w:r>
          </w:p>
        </w:tc>
        <w:tc>
          <w:tcPr>
            <w:tcW w:w="700" w:type="dxa"/>
            <w:gridSpan w:val="3"/>
          </w:tcPr>
          <w:p w:rsidR="00525076" w:rsidRPr="003522F4" w:rsidRDefault="00525076" w:rsidP="00C33350">
            <w:pPr>
              <w:jc w:val="center"/>
            </w:pPr>
            <w:r w:rsidRPr="003522F4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3522F4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3522F4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Балка оси 53-3001010 в сборе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53-3001010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70D0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Бампер передний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3307-2803010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70D0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Барабан,</w:t>
            </w:r>
            <w:proofErr w:type="gramStart"/>
            <w:r w:rsidRPr="00F65C68">
              <w:rPr>
                <w:sz w:val="22"/>
                <w:szCs w:val="22"/>
              </w:rPr>
              <w:t xml:space="preserve"> ,</w:t>
            </w:r>
            <w:proofErr w:type="gramEnd"/>
            <w:r w:rsidRPr="00F65C68">
              <w:rPr>
                <w:sz w:val="22"/>
                <w:szCs w:val="22"/>
              </w:rPr>
              <w:t xml:space="preserve"> </w:t>
            </w:r>
            <w:proofErr w:type="spellStart"/>
            <w:r w:rsidRPr="00F65C68">
              <w:rPr>
                <w:sz w:val="22"/>
                <w:szCs w:val="22"/>
              </w:rPr>
              <w:t>шт</w:t>
            </w:r>
            <w:proofErr w:type="spellEnd"/>
            <w:r w:rsidRPr="00F65C68">
              <w:rPr>
                <w:sz w:val="22"/>
                <w:szCs w:val="22"/>
              </w:rPr>
              <w:t xml:space="preserve"> (000002195  )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469-3501070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70D0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Барабан тормозной ГАЗ-66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66-01-3501070-03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70D0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Бензонасос погружной ЭБН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3741-1139020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70D0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Вал карданный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3741-2203010-09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70D0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7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Вал карданный, ЗИЛ-130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Г-2200023А2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70D0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Вал карданный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3307-2200011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70D0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Вал карданный задний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31512-2201010-10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70D0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Вал карданный задний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3741-2201010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70D0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Вал карданный задний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3162-2201010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70D0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Вал карданный переднего моста (5-ст, КПП) HUNTER УАЗ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31601-2203010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Вал карданный передний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3160-2203010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Вал карданный рулевой нижний ГАЗ-3307 в </w:t>
            </w:r>
            <w:proofErr w:type="gramStart"/>
            <w:r w:rsidRPr="00F65C68">
              <w:rPr>
                <w:sz w:val="22"/>
                <w:szCs w:val="22"/>
              </w:rPr>
              <w:t>СБ</w:t>
            </w:r>
            <w:proofErr w:type="gramEnd"/>
            <w:r w:rsidRPr="00F65C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3307-3401042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r w:rsidRPr="00F65C68">
              <w:rPr>
                <w:sz w:val="22"/>
                <w:szCs w:val="22"/>
              </w:rPr>
              <w:t>идровакуумный</w:t>
            </w:r>
            <w:proofErr w:type="spellEnd"/>
            <w:r w:rsidRPr="00F65C68">
              <w:rPr>
                <w:sz w:val="22"/>
                <w:szCs w:val="22"/>
              </w:rPr>
              <w:t xml:space="preserve"> усилитель тормоза, УАЗ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469-3510010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Гидроусилитель руля ЗИЛ- 130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4331-3400020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Главная пара УАЗ (37 зубьев)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3741-2402020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proofErr w:type="spellStart"/>
            <w:r w:rsidRPr="00CA4497">
              <w:rPr>
                <w:rFonts w:eastAsia="Symbol"/>
                <w:sz w:val="22"/>
                <w:szCs w:val="22"/>
              </w:rPr>
              <w:t>компл</w:t>
            </w:r>
            <w:proofErr w:type="spellEnd"/>
            <w:r w:rsidRPr="00CA4497">
              <w:rPr>
                <w:rFonts w:eastAsia="Symbol"/>
                <w:sz w:val="22"/>
                <w:szCs w:val="22"/>
              </w:rPr>
              <w:t>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Глушитель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3151-1201010-11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Головка блока в сборе с клапанами УАЗ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421-1003010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Группа поршневая ГАЗ 53 </w:t>
            </w:r>
            <w:proofErr w:type="gramStart"/>
            <w:r w:rsidRPr="00F65C68">
              <w:rPr>
                <w:sz w:val="22"/>
                <w:szCs w:val="22"/>
              </w:rPr>
              <w:t xml:space="preserve">на </w:t>
            </w:r>
            <w:proofErr w:type="spellStart"/>
            <w:r w:rsidRPr="00F65C68">
              <w:rPr>
                <w:sz w:val="22"/>
                <w:szCs w:val="22"/>
              </w:rPr>
              <w:t>двиг</w:t>
            </w:r>
            <w:proofErr w:type="spellEnd"/>
            <w:proofErr w:type="gramEnd"/>
            <w:r w:rsidRPr="00F65C68">
              <w:rPr>
                <w:sz w:val="22"/>
                <w:szCs w:val="22"/>
              </w:rPr>
              <w:t xml:space="preserve"> (8шт)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53-1000105-04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Датчик кислорода 5WK-91000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27-3855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Диск колеса R16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31622-3101015-01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Диск </w:t>
            </w:r>
            <w:proofErr w:type="gramStart"/>
            <w:r w:rsidRPr="00F65C68">
              <w:rPr>
                <w:sz w:val="22"/>
                <w:szCs w:val="22"/>
              </w:rPr>
              <w:t>сцепления</w:t>
            </w:r>
            <w:proofErr w:type="gramEnd"/>
            <w:r w:rsidRPr="00F65C68">
              <w:rPr>
                <w:sz w:val="22"/>
                <w:szCs w:val="22"/>
              </w:rPr>
              <w:t xml:space="preserve">  ведомый УАЗ (лепестковое </w:t>
            </w:r>
            <w:proofErr w:type="spellStart"/>
            <w:r w:rsidRPr="00F65C68">
              <w:rPr>
                <w:sz w:val="22"/>
                <w:szCs w:val="22"/>
              </w:rPr>
              <w:t>сцепл</w:t>
            </w:r>
            <w:proofErr w:type="spellEnd"/>
            <w:r w:rsidRPr="00F65C68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421-1601130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Диск тормозной передний УАЗ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3160-00-3501075-02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Дифференциал УАЗ самоблокирующийся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3741-2403010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Кабина  ГАЗ -3307 в сборе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3307-5000008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Капот (ГАЗ/ПАЗ)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3307-8402012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Карбюратор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К151Л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Карбюратор К-135 66-70-1107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К-135 66-70-1107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Карбюратор на ГАЗ-53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53-1706020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Катушка зажигания (</w:t>
            </w:r>
            <w:proofErr w:type="gramStart"/>
            <w:r w:rsidRPr="00F65C68">
              <w:rPr>
                <w:sz w:val="22"/>
                <w:szCs w:val="22"/>
              </w:rPr>
              <w:t>сдвоен</w:t>
            </w:r>
            <w:proofErr w:type="gramEnd"/>
            <w:r w:rsidRPr="00F65C68">
              <w:rPr>
                <w:sz w:val="22"/>
                <w:szCs w:val="22"/>
              </w:rPr>
              <w:t xml:space="preserve">) Газель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48-3705000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Колодки тормозные задние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581408А600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8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Колодки тормозные передние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581408А200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8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коммутатор ГАЗ-53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13.3734-01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Комплект прокладок </w:t>
            </w:r>
            <w:proofErr w:type="spellStart"/>
            <w:r w:rsidRPr="00F65C68">
              <w:rPr>
                <w:sz w:val="22"/>
                <w:szCs w:val="22"/>
              </w:rPr>
              <w:t>двиг</w:t>
            </w:r>
            <w:proofErr w:type="spellEnd"/>
            <w:r w:rsidRPr="00F65C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53-1000409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Комплект шарниров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3741-2304060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комплект шкворней </w:t>
            </w:r>
            <w:r>
              <w:rPr>
                <w:sz w:val="22"/>
                <w:szCs w:val="22"/>
              </w:rPr>
              <w:t xml:space="preserve">н/о на подшипниках из 4-х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УА</w:t>
            </w:r>
            <w:r w:rsidRPr="00F65C68">
              <w:rPr>
                <w:sz w:val="22"/>
                <w:szCs w:val="22"/>
              </w:rPr>
              <w:t xml:space="preserve">З,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469-2304015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proofErr w:type="spellStart"/>
            <w:r>
              <w:rPr>
                <w:rFonts w:eastAsia="Symbol"/>
                <w:sz w:val="22"/>
                <w:szCs w:val="22"/>
              </w:rPr>
              <w:t>компл</w:t>
            </w:r>
            <w:proofErr w:type="spellEnd"/>
            <w:r w:rsidRPr="00FC3290">
              <w:rPr>
                <w:rFonts w:eastAsia="Symbol"/>
                <w:sz w:val="22"/>
                <w:szCs w:val="22"/>
              </w:rPr>
              <w:t>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Компрессор ЗИЛ-130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130-3509009Л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Компрессор</w:t>
            </w:r>
            <w:r>
              <w:rPr>
                <w:sz w:val="22"/>
                <w:szCs w:val="22"/>
              </w:rPr>
              <w:t xml:space="preserve"> </w:t>
            </w:r>
            <w:r w:rsidRPr="00F65C68">
              <w:rPr>
                <w:sz w:val="22"/>
                <w:szCs w:val="22"/>
              </w:rPr>
              <w:t xml:space="preserve">в сборе ЗИЛ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4331-3509009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Корзина сцепления ГАЗ-53 160109011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53-1601090-11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A93E8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Корзина сцепления лепестковая 5-ступ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4173-1601090-02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Коробка отбора мощности (КОМ</w:t>
            </w:r>
            <w:r>
              <w:rPr>
                <w:sz w:val="22"/>
                <w:szCs w:val="22"/>
              </w:rPr>
              <w:t>)</w:t>
            </w:r>
            <w:r w:rsidRPr="00F65C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A93E8C">
              <w:rPr>
                <w:rFonts w:eastAsia="Symbol"/>
                <w:sz w:val="22"/>
                <w:szCs w:val="22"/>
              </w:rPr>
              <w:t>МП-58-4202010-15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Коробка переключения передач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31105-1700010-50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Коробка переключения передач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452-1700010-10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Коробка раздаточная в сборе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ВК-452-1800020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КПП в сборе 1-ой комплектности (круглый фланец)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3307-1700009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862B8D">
              <w:rPr>
                <w:rFonts w:eastAsia="Symbol"/>
                <w:sz w:val="22"/>
                <w:szCs w:val="22"/>
              </w:rPr>
              <w:t>шт.</w:t>
            </w:r>
            <w:r w:rsidRPr="00FC3290">
              <w:rPr>
                <w:rFonts w:eastAsia="Symbol"/>
                <w:sz w:val="22"/>
                <w:szCs w:val="22"/>
              </w:rPr>
              <w:t xml:space="preserve"> 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КПП в сборе УАЗ 452 н/о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452-1700010-10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Крышка КПП в сборе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130-1702010-Б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0046D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Механизм </w:t>
            </w:r>
            <w:proofErr w:type="spellStart"/>
            <w:r w:rsidRPr="00F65C68">
              <w:rPr>
                <w:sz w:val="22"/>
                <w:szCs w:val="22"/>
              </w:rPr>
              <w:t>перекл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F65C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3307-1702010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Механизм рулевого управления УАЗ-452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451-50-3400013-02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Механизм рулевой ГАЗ-53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53-3400013-01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Механизм рулевой УАЗ-3151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31519-3400011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Муфта сцепления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53-1601185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Насос ГУР с бачком, со шкивом ЗИЛ-130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130-3407200-А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Насос рулевого усилителя в сборе ЗИЛ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4331-3407199-00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Оперение ГАЗ-3307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3307-8400008-10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proofErr w:type="spellStart"/>
            <w:r w:rsidRPr="00F65C68">
              <w:rPr>
                <w:sz w:val="22"/>
                <w:szCs w:val="22"/>
              </w:rPr>
              <w:t>Отопитель</w:t>
            </w:r>
            <w:proofErr w:type="spellEnd"/>
            <w:r w:rsidRPr="00F65C68">
              <w:rPr>
                <w:sz w:val="22"/>
                <w:szCs w:val="22"/>
              </w:rPr>
              <w:t xml:space="preserve"> </w:t>
            </w:r>
            <w:proofErr w:type="spellStart"/>
            <w:r w:rsidRPr="00F65C68">
              <w:rPr>
                <w:sz w:val="22"/>
                <w:szCs w:val="22"/>
              </w:rPr>
              <w:t>Планар</w:t>
            </w:r>
            <w:proofErr w:type="spellEnd"/>
            <w:r w:rsidRPr="00F65C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F65C68">
              <w:rPr>
                <w:sz w:val="22"/>
                <w:szCs w:val="22"/>
              </w:rPr>
              <w:t>Планар</w:t>
            </w:r>
            <w:proofErr w:type="spellEnd"/>
            <w:r w:rsidRPr="00F65C68">
              <w:rPr>
                <w:sz w:val="22"/>
                <w:szCs w:val="22"/>
              </w:rPr>
              <w:t xml:space="preserve"> 8Д (24В)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proofErr w:type="spellStart"/>
            <w:r w:rsidRPr="00F65C68">
              <w:rPr>
                <w:sz w:val="22"/>
                <w:szCs w:val="22"/>
              </w:rPr>
              <w:t>Пневмоподушка</w:t>
            </w:r>
            <w:proofErr w:type="spellEnd"/>
            <w:r w:rsidRPr="00F65C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, 551718D001 (945)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FC329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Подножка кабины левая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4301-8405013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Подножка кабины правая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4301-8405012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Подогреватель предпусковой жидкостный, 24В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141.8106.000  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Подушка </w:t>
            </w:r>
            <w:proofErr w:type="gramStart"/>
            <w:r w:rsidRPr="00F65C68">
              <w:rPr>
                <w:sz w:val="22"/>
                <w:szCs w:val="22"/>
              </w:rPr>
              <w:t>задней</w:t>
            </w:r>
            <w:proofErr w:type="gramEnd"/>
            <w:r w:rsidRPr="00F65C68">
              <w:rPr>
                <w:sz w:val="22"/>
                <w:szCs w:val="22"/>
              </w:rPr>
              <w:t xml:space="preserve"> рессоры-верхняя ГАЗ-53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53-2912431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8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Подушка крепления кабины задняя в сборе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3307-5001205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Подушка передней рессоры верхняя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52-2902431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8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Подушки крепления кабины в сборе,</w:t>
            </w:r>
            <w:proofErr w:type="gramStart"/>
            <w:r w:rsidRPr="00F65C68">
              <w:rPr>
                <w:sz w:val="22"/>
                <w:szCs w:val="22"/>
              </w:rPr>
              <w:t xml:space="preserve"> ,</w:t>
            </w:r>
            <w:proofErr w:type="gramEnd"/>
            <w:r w:rsidRPr="00F65C68">
              <w:rPr>
                <w:sz w:val="22"/>
                <w:szCs w:val="22"/>
              </w:rPr>
              <w:t xml:space="preserve"> </w:t>
            </w:r>
            <w:proofErr w:type="spellStart"/>
            <w:r w:rsidRPr="00F65C68">
              <w:rPr>
                <w:sz w:val="22"/>
                <w:szCs w:val="22"/>
              </w:rPr>
              <w:t>компл</w:t>
            </w:r>
            <w:proofErr w:type="spellEnd"/>
            <w:r w:rsidRPr="00F65C68">
              <w:rPr>
                <w:sz w:val="22"/>
                <w:szCs w:val="22"/>
              </w:rPr>
              <w:t xml:space="preserve"> (GB000050378)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3307-5001210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proofErr w:type="spellStart"/>
            <w:r>
              <w:rPr>
                <w:rFonts w:eastAsia="Symbol"/>
                <w:sz w:val="22"/>
                <w:szCs w:val="22"/>
              </w:rPr>
              <w:t>компл</w:t>
            </w:r>
            <w:proofErr w:type="spellEnd"/>
            <w:r>
              <w:rPr>
                <w:rFonts w:eastAsia="Symbol"/>
                <w:sz w:val="22"/>
                <w:szCs w:val="22"/>
              </w:rPr>
              <w:t>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F65C68">
              <w:rPr>
                <w:sz w:val="22"/>
                <w:szCs w:val="22"/>
              </w:rPr>
              <w:t xml:space="preserve">адиатор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53-1301010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Радиатор водяного охлаждения ЗИЛ в сборе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131-1301010-13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Радиатор водяной 3-х ряд</w:t>
            </w:r>
            <w:r>
              <w:rPr>
                <w:sz w:val="22"/>
                <w:szCs w:val="22"/>
              </w:rPr>
              <w:t>.</w:t>
            </w:r>
            <w:r w:rsidRPr="00F65C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3307-1301010-91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Радиатор водяной 3-х рядный,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3307-1301010-70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Радиатор системы охлаждения УАЗ-3741 3-х </w:t>
            </w:r>
            <w:proofErr w:type="spellStart"/>
            <w:r w:rsidRPr="00F65C68">
              <w:rPr>
                <w:sz w:val="22"/>
                <w:szCs w:val="22"/>
              </w:rPr>
              <w:t>рядн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F65C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3741-1301010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Радиатор УАЗ-452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3741-1301010-04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Распределитель зажигания ГАЗ-53 б/контактный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2402-3706-10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Распределитель зажигания ЗИЛ в сборе 24.3706.А</w:t>
            </w:r>
            <w:proofErr w:type="gramStart"/>
            <w:r w:rsidRPr="00F65C68">
              <w:rPr>
                <w:sz w:val="22"/>
                <w:szCs w:val="22"/>
              </w:rPr>
              <w:t>2</w:t>
            </w:r>
            <w:proofErr w:type="gramEnd"/>
            <w:r w:rsidRPr="00F65C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gridSpan w:val="3"/>
          </w:tcPr>
          <w:p w:rsidR="00525076" w:rsidRPr="00AA6477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24.3706.А</w:t>
            </w:r>
            <w:proofErr w:type="gramStart"/>
            <w:r w:rsidRPr="00F65C68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Рессора передняя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66-2902012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Решетка радиатора малая,</w:t>
            </w:r>
            <w:proofErr w:type="gramStart"/>
            <w:r w:rsidRPr="00F65C68">
              <w:rPr>
                <w:sz w:val="22"/>
                <w:szCs w:val="22"/>
              </w:rPr>
              <w:t xml:space="preserve"> ,</w:t>
            </w:r>
            <w:proofErr w:type="gramEnd"/>
            <w:r w:rsidRPr="00F65C68">
              <w:rPr>
                <w:sz w:val="22"/>
                <w:szCs w:val="22"/>
              </w:rPr>
              <w:t xml:space="preserve"> </w:t>
            </w:r>
            <w:proofErr w:type="spellStart"/>
            <w:r w:rsidRPr="00F65C68">
              <w:rPr>
                <w:sz w:val="22"/>
                <w:szCs w:val="22"/>
              </w:rPr>
              <w:t>шт</w:t>
            </w:r>
            <w:proofErr w:type="spellEnd"/>
            <w:r w:rsidRPr="00F65C68">
              <w:rPr>
                <w:sz w:val="22"/>
                <w:szCs w:val="22"/>
              </w:rPr>
              <w:t xml:space="preserve"> (GB000038600)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3205-5304012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Рулевой механизм с колонкой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451-3400013-02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Сиденье переднее</w:t>
            </w:r>
            <w:r w:rsidRPr="00F65C68">
              <w:rPr>
                <w:sz w:val="22"/>
                <w:szCs w:val="22"/>
              </w:rPr>
              <w:t xml:space="preserve"> Люкс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3741-6802010/11</w:t>
            </w:r>
          </w:p>
        </w:tc>
        <w:tc>
          <w:tcPr>
            <w:tcW w:w="700" w:type="dxa"/>
            <w:gridSpan w:val="3"/>
          </w:tcPr>
          <w:p w:rsidR="00525076" w:rsidRPr="0068221F" w:rsidRDefault="00525076" w:rsidP="00C3335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Стартер ЗИЛ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СТ230К-3708000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Стартер редукторный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5112-3708000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Ступица </w:t>
            </w:r>
            <w:proofErr w:type="spellStart"/>
            <w:r w:rsidRPr="00F65C68">
              <w:rPr>
                <w:sz w:val="22"/>
                <w:szCs w:val="22"/>
              </w:rPr>
              <w:t>колесА</w:t>
            </w:r>
            <w:proofErr w:type="spellEnd"/>
            <w:r w:rsidRPr="00F65C68">
              <w:rPr>
                <w:sz w:val="22"/>
                <w:szCs w:val="22"/>
              </w:rPr>
              <w:t xml:space="preserve"> с тормозным барабаном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469-3103006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Ступица с тормозным диском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3741-3103015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Суппорт переднего дискового тормоза левый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3302-3501137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Тормоз ручной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53-3507010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Усилитель </w:t>
            </w:r>
            <w:proofErr w:type="spellStart"/>
            <w:r w:rsidRPr="00F65C68">
              <w:rPr>
                <w:sz w:val="22"/>
                <w:szCs w:val="22"/>
              </w:rPr>
              <w:t>гидровакуумный</w:t>
            </w:r>
            <w:proofErr w:type="spellEnd"/>
            <w:r w:rsidRPr="00F65C68">
              <w:rPr>
                <w:sz w:val="22"/>
                <w:szCs w:val="22"/>
              </w:rPr>
              <w:t xml:space="preserve"> тормозов с клапаном управления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53-3550010-01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Усилитель тормозов вакуумный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53-3550010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Форсунка ЗМЗ- 409 ЕВРО-3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40904-1132010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Цапфа заднего моста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66-02-2401051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Цилиндр главный тормозной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53-11-3505211-01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25076" w:rsidRPr="00716391" w:rsidRDefault="00525076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3140" w:type="dxa"/>
            <w:gridSpan w:val="3"/>
          </w:tcPr>
          <w:p w:rsidR="00525076" w:rsidRPr="00F65C68" w:rsidRDefault="00525076" w:rsidP="00C33350">
            <w:pPr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 xml:space="preserve">Шланг нагнетательный гидроусилителя руля в сборе </w:t>
            </w:r>
          </w:p>
        </w:tc>
        <w:tc>
          <w:tcPr>
            <w:tcW w:w="2310" w:type="dxa"/>
            <w:gridSpan w:val="3"/>
          </w:tcPr>
          <w:p w:rsidR="00525076" w:rsidRPr="00862B8D" w:rsidRDefault="00525076" w:rsidP="00C33350">
            <w:pPr>
              <w:rPr>
                <w:i/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66-3408150-Б1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0396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F65C68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F65C68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525076" w:rsidRPr="00716391" w:rsidRDefault="00525076" w:rsidP="00A771A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140" w:type="dxa"/>
            <w:gridSpan w:val="3"/>
            <w:vAlign w:val="center"/>
          </w:tcPr>
          <w:p w:rsidR="00525076" w:rsidRPr="00716391" w:rsidRDefault="00525076" w:rsidP="00A771A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010" w:type="dxa"/>
            <w:gridSpan w:val="6"/>
            <w:vAlign w:val="center"/>
          </w:tcPr>
          <w:p w:rsidR="00525076" w:rsidRPr="00716391" w:rsidRDefault="00525076" w:rsidP="00716391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716391">
              <w:rPr>
                <w:rFonts w:eastAsia="Arial Unicode MS"/>
                <w:b/>
                <w:sz w:val="22"/>
                <w:szCs w:val="22"/>
              </w:rPr>
              <w:t>Всего</w:t>
            </w:r>
          </w:p>
        </w:tc>
        <w:tc>
          <w:tcPr>
            <w:tcW w:w="887" w:type="dxa"/>
            <w:gridSpan w:val="2"/>
            <w:vAlign w:val="center"/>
          </w:tcPr>
          <w:p w:rsidR="00525076" w:rsidRPr="00716391" w:rsidRDefault="00525076" w:rsidP="00716391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185</w:t>
            </w:r>
          </w:p>
        </w:tc>
      </w:tr>
      <w:tr w:rsidR="00525076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687" w:type="dxa"/>
            <w:gridSpan w:val="14"/>
            <w:vAlign w:val="center"/>
          </w:tcPr>
          <w:p w:rsidR="00525076" w:rsidRPr="00716391" w:rsidRDefault="00525076" w:rsidP="00C33350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716391">
              <w:rPr>
                <w:bCs/>
                <w:color w:val="000000"/>
                <w:sz w:val="22"/>
                <w:szCs w:val="22"/>
              </w:rPr>
              <w:t>Промышленная</w:t>
            </w:r>
            <w:proofErr w:type="gramEnd"/>
            <w:r w:rsidRPr="00716391">
              <w:rPr>
                <w:bCs/>
                <w:color w:val="000000"/>
                <w:sz w:val="22"/>
                <w:szCs w:val="22"/>
              </w:rPr>
              <w:t>, 13</w:t>
            </w:r>
          </w:p>
        </w:tc>
      </w:tr>
      <w:tr w:rsidR="00525076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687" w:type="dxa"/>
            <w:gridSpan w:val="14"/>
            <w:vAlign w:val="center"/>
          </w:tcPr>
          <w:p w:rsidR="00525076" w:rsidRPr="00716391" w:rsidRDefault="00525076" w:rsidP="00C33350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Ст. Хабаровск-2, ДВЖД, Код станции – 970001, Код предприятия – 9531, ОКПО 98097847, тел. 8 (4212) 59-91-07, 59-91-08, 59-91-09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10065" w:type="dxa"/>
            <w:gridSpan w:val="16"/>
            <w:vAlign w:val="center"/>
          </w:tcPr>
          <w:p w:rsidR="00525076" w:rsidRPr="00716391" w:rsidRDefault="00525076" w:rsidP="00A27BEE">
            <w:pPr>
              <w:jc w:val="center"/>
              <w:rPr>
                <w:rFonts w:eastAsia="Arial Unicode MS"/>
                <w:b/>
                <w:i/>
                <w:sz w:val="22"/>
                <w:szCs w:val="22"/>
              </w:rPr>
            </w:pPr>
            <w:r w:rsidRPr="00716391">
              <w:rPr>
                <w:rFonts w:eastAsia="Arial Unicode MS"/>
                <w:b/>
                <w:i/>
                <w:sz w:val="22"/>
                <w:szCs w:val="22"/>
                <w:lang w:val="en-US"/>
              </w:rPr>
              <w:t xml:space="preserve">IV </w:t>
            </w:r>
            <w:r w:rsidRPr="00716391">
              <w:rPr>
                <w:rFonts w:eastAsia="Arial Unicode MS"/>
                <w:b/>
                <w:i/>
                <w:sz w:val="22"/>
                <w:szCs w:val="22"/>
              </w:rPr>
              <w:t>Партия № 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10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B2C29">
              <w:rPr>
                <w:b/>
                <w:bCs/>
                <w:i/>
                <w:iCs/>
                <w:sz w:val="22"/>
                <w:szCs w:val="22"/>
              </w:rPr>
              <w:t>Наименование продукции</w:t>
            </w:r>
          </w:p>
        </w:tc>
        <w:tc>
          <w:tcPr>
            <w:tcW w:w="650" w:type="dxa"/>
            <w:gridSpan w:val="3"/>
          </w:tcPr>
          <w:p w:rsidR="00525076" w:rsidRPr="00716391" w:rsidRDefault="00525076" w:rsidP="00C33350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  <w:tc>
          <w:tcPr>
            <w:tcW w:w="3140" w:type="dxa"/>
            <w:gridSpan w:val="3"/>
          </w:tcPr>
          <w:p w:rsidR="00525076" w:rsidRPr="00B15621" w:rsidRDefault="00525076" w:rsidP="00C33350">
            <w:pPr>
              <w:outlineLvl w:val="3"/>
              <w:rPr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>Вал карданный, ЗИЛ-130</w:t>
            </w:r>
          </w:p>
        </w:tc>
        <w:tc>
          <w:tcPr>
            <w:tcW w:w="2310" w:type="dxa"/>
            <w:gridSpan w:val="3"/>
          </w:tcPr>
          <w:p w:rsidR="00525076" w:rsidRPr="00B15621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>Г-2200023А2</w:t>
            </w:r>
          </w:p>
        </w:tc>
        <w:tc>
          <w:tcPr>
            <w:tcW w:w="700" w:type="dxa"/>
            <w:gridSpan w:val="3"/>
          </w:tcPr>
          <w:p w:rsidR="00525076" w:rsidRPr="00AA6477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AA6477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905D85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905D85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25076" w:rsidRPr="00716391" w:rsidRDefault="00525076" w:rsidP="00C33350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  <w:tc>
          <w:tcPr>
            <w:tcW w:w="3140" w:type="dxa"/>
            <w:gridSpan w:val="3"/>
          </w:tcPr>
          <w:p w:rsidR="00525076" w:rsidRPr="00B15621" w:rsidRDefault="00525076" w:rsidP="00C33350">
            <w:pPr>
              <w:outlineLvl w:val="3"/>
              <w:rPr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 xml:space="preserve">Вал карданный в сборе ГАЗ-66 </w:t>
            </w:r>
          </w:p>
        </w:tc>
        <w:tc>
          <w:tcPr>
            <w:tcW w:w="2310" w:type="dxa"/>
            <w:gridSpan w:val="3"/>
          </w:tcPr>
          <w:p w:rsidR="00525076" w:rsidRPr="00B15621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>66-2203010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F812C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905D85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905D85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25076" w:rsidRPr="00716391" w:rsidRDefault="00525076" w:rsidP="00C33350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  <w:tc>
          <w:tcPr>
            <w:tcW w:w="3140" w:type="dxa"/>
            <w:gridSpan w:val="3"/>
          </w:tcPr>
          <w:p w:rsidR="00525076" w:rsidRPr="00B15621" w:rsidRDefault="00525076" w:rsidP="00C33350">
            <w:pPr>
              <w:outlineLvl w:val="3"/>
              <w:rPr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 xml:space="preserve">Вал карданный задний </w:t>
            </w:r>
          </w:p>
        </w:tc>
        <w:tc>
          <w:tcPr>
            <w:tcW w:w="2310" w:type="dxa"/>
            <w:gridSpan w:val="3"/>
          </w:tcPr>
          <w:p w:rsidR="00525076" w:rsidRPr="00B15621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>3741-2201010-94</w:t>
            </w:r>
          </w:p>
        </w:tc>
        <w:tc>
          <w:tcPr>
            <w:tcW w:w="700" w:type="dxa"/>
            <w:gridSpan w:val="3"/>
          </w:tcPr>
          <w:p w:rsidR="00525076" w:rsidRPr="00FC3290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905D85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905D85">
              <w:rPr>
                <w:sz w:val="22"/>
                <w:szCs w:val="22"/>
              </w:rPr>
              <w:t>5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25076" w:rsidRPr="00716391" w:rsidRDefault="00525076" w:rsidP="00C33350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  <w:tc>
          <w:tcPr>
            <w:tcW w:w="3140" w:type="dxa"/>
            <w:gridSpan w:val="3"/>
          </w:tcPr>
          <w:p w:rsidR="00525076" w:rsidRPr="00B15621" w:rsidRDefault="00525076" w:rsidP="00C33350">
            <w:pPr>
              <w:outlineLvl w:val="3"/>
              <w:rPr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 xml:space="preserve">Двигатель в сборе </w:t>
            </w:r>
            <w:r w:rsidRPr="00C9488E">
              <w:rPr>
                <w:sz w:val="20"/>
                <w:szCs w:val="22"/>
              </w:rPr>
              <w:t xml:space="preserve">УАЗ 3160, 3162 </w:t>
            </w:r>
          </w:p>
        </w:tc>
        <w:tc>
          <w:tcPr>
            <w:tcW w:w="2310" w:type="dxa"/>
            <w:gridSpan w:val="3"/>
          </w:tcPr>
          <w:p w:rsidR="00525076" w:rsidRPr="00B15621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>409-1000399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109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905D85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905D85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25076" w:rsidRPr="00716391" w:rsidRDefault="00525076" w:rsidP="00C33350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</w:t>
            </w:r>
          </w:p>
        </w:tc>
        <w:tc>
          <w:tcPr>
            <w:tcW w:w="3140" w:type="dxa"/>
            <w:gridSpan w:val="3"/>
          </w:tcPr>
          <w:p w:rsidR="00525076" w:rsidRPr="00B15621" w:rsidRDefault="00525076" w:rsidP="00C33350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15621">
              <w:rPr>
                <w:sz w:val="22"/>
                <w:szCs w:val="22"/>
              </w:rPr>
              <w:t xml:space="preserve">вигатель ЗИЛ 130 </w:t>
            </w:r>
          </w:p>
        </w:tc>
        <w:tc>
          <w:tcPr>
            <w:tcW w:w="2310" w:type="dxa"/>
            <w:gridSpan w:val="3"/>
          </w:tcPr>
          <w:p w:rsidR="00525076" w:rsidRPr="00B15621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>508.100040</w:t>
            </w:r>
          </w:p>
        </w:tc>
        <w:tc>
          <w:tcPr>
            <w:tcW w:w="700" w:type="dxa"/>
            <w:gridSpan w:val="3"/>
          </w:tcPr>
          <w:p w:rsidR="00525076" w:rsidRDefault="00525076" w:rsidP="00C33350">
            <w:pPr>
              <w:jc w:val="center"/>
            </w:pPr>
            <w:r w:rsidRPr="007109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905D85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905D85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25076" w:rsidRPr="00716391" w:rsidRDefault="00525076" w:rsidP="00C33350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</w:t>
            </w:r>
          </w:p>
        </w:tc>
        <w:tc>
          <w:tcPr>
            <w:tcW w:w="3140" w:type="dxa"/>
            <w:gridSpan w:val="3"/>
          </w:tcPr>
          <w:p w:rsidR="00525076" w:rsidRPr="00B15621" w:rsidRDefault="00525076" w:rsidP="00C33350">
            <w:pPr>
              <w:outlineLvl w:val="3"/>
              <w:rPr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 xml:space="preserve">КПП под лепестковую корзину УАЗ-452 </w:t>
            </w:r>
          </w:p>
        </w:tc>
        <w:tc>
          <w:tcPr>
            <w:tcW w:w="2310" w:type="dxa"/>
            <w:gridSpan w:val="3"/>
          </w:tcPr>
          <w:p w:rsidR="00525076" w:rsidRPr="00B15621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>3909-1700010</w:t>
            </w:r>
          </w:p>
        </w:tc>
        <w:tc>
          <w:tcPr>
            <w:tcW w:w="700" w:type="dxa"/>
            <w:gridSpan w:val="3"/>
          </w:tcPr>
          <w:p w:rsidR="00525076" w:rsidRPr="00710973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B15621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905D85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905D85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25076" w:rsidRPr="00716391" w:rsidRDefault="00525076" w:rsidP="00C33350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</w:t>
            </w:r>
          </w:p>
        </w:tc>
        <w:tc>
          <w:tcPr>
            <w:tcW w:w="3140" w:type="dxa"/>
            <w:gridSpan w:val="3"/>
          </w:tcPr>
          <w:p w:rsidR="00525076" w:rsidRPr="00B15621" w:rsidRDefault="00525076" w:rsidP="00C33350">
            <w:pPr>
              <w:outlineLvl w:val="3"/>
              <w:rPr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 xml:space="preserve">Насос водяной </w:t>
            </w:r>
          </w:p>
        </w:tc>
        <w:tc>
          <w:tcPr>
            <w:tcW w:w="2310" w:type="dxa"/>
            <w:gridSpan w:val="3"/>
          </w:tcPr>
          <w:p w:rsidR="00525076" w:rsidRPr="00B15621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>130-1307009-Б3</w:t>
            </w:r>
          </w:p>
        </w:tc>
        <w:tc>
          <w:tcPr>
            <w:tcW w:w="700" w:type="dxa"/>
            <w:gridSpan w:val="3"/>
          </w:tcPr>
          <w:p w:rsidR="00525076" w:rsidRPr="00710973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B15621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905D85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905D85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25076" w:rsidRPr="00716391" w:rsidRDefault="00525076" w:rsidP="00C33350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</w:t>
            </w:r>
          </w:p>
        </w:tc>
        <w:tc>
          <w:tcPr>
            <w:tcW w:w="3140" w:type="dxa"/>
            <w:gridSpan w:val="3"/>
          </w:tcPr>
          <w:p w:rsidR="00525076" w:rsidRPr="00B15621" w:rsidRDefault="00525076" w:rsidP="00C33350">
            <w:pPr>
              <w:outlineLvl w:val="3"/>
              <w:rPr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 xml:space="preserve">Радиатор водяной </w:t>
            </w:r>
          </w:p>
        </w:tc>
        <w:tc>
          <w:tcPr>
            <w:tcW w:w="2310" w:type="dxa"/>
            <w:gridSpan w:val="3"/>
          </w:tcPr>
          <w:p w:rsidR="00525076" w:rsidRPr="00B15621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>3307-1301010</w:t>
            </w:r>
          </w:p>
        </w:tc>
        <w:tc>
          <w:tcPr>
            <w:tcW w:w="700" w:type="dxa"/>
            <w:gridSpan w:val="3"/>
          </w:tcPr>
          <w:p w:rsidR="00525076" w:rsidRPr="00710973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B15621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905D85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905D85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25076" w:rsidRPr="00716391" w:rsidRDefault="00525076" w:rsidP="00C33350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</w:t>
            </w:r>
          </w:p>
        </w:tc>
        <w:tc>
          <w:tcPr>
            <w:tcW w:w="3140" w:type="dxa"/>
            <w:gridSpan w:val="3"/>
          </w:tcPr>
          <w:p w:rsidR="00525076" w:rsidRPr="00B15621" w:rsidRDefault="00525076" w:rsidP="00C33350">
            <w:pPr>
              <w:outlineLvl w:val="3"/>
              <w:rPr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 xml:space="preserve">Редуктор заднего моста </w:t>
            </w:r>
          </w:p>
        </w:tc>
        <w:tc>
          <w:tcPr>
            <w:tcW w:w="2310" w:type="dxa"/>
            <w:gridSpan w:val="3"/>
          </w:tcPr>
          <w:p w:rsidR="00525076" w:rsidRPr="00B15621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>6621-2400012</w:t>
            </w:r>
          </w:p>
        </w:tc>
        <w:tc>
          <w:tcPr>
            <w:tcW w:w="700" w:type="dxa"/>
            <w:gridSpan w:val="3"/>
          </w:tcPr>
          <w:p w:rsidR="00525076" w:rsidRPr="00710973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B15621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905D85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905D85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25076" w:rsidRPr="00716391" w:rsidRDefault="00525076" w:rsidP="00C33350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</w:t>
            </w:r>
          </w:p>
        </w:tc>
        <w:tc>
          <w:tcPr>
            <w:tcW w:w="3140" w:type="dxa"/>
            <w:gridSpan w:val="3"/>
          </w:tcPr>
          <w:p w:rsidR="00525076" w:rsidRPr="00B15621" w:rsidRDefault="00525076" w:rsidP="00C33350">
            <w:pPr>
              <w:outlineLvl w:val="3"/>
              <w:rPr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 xml:space="preserve">Штанга реактивная в сборе ЗИЛ-131 </w:t>
            </w:r>
          </w:p>
        </w:tc>
        <w:tc>
          <w:tcPr>
            <w:tcW w:w="2310" w:type="dxa"/>
            <w:gridSpan w:val="3"/>
          </w:tcPr>
          <w:p w:rsidR="00525076" w:rsidRPr="00B15621" w:rsidRDefault="00525076" w:rsidP="00C33350">
            <w:pPr>
              <w:rPr>
                <w:rFonts w:eastAsia="Symbol"/>
                <w:sz w:val="22"/>
                <w:szCs w:val="22"/>
              </w:rPr>
            </w:pPr>
            <w:r w:rsidRPr="00B15621">
              <w:rPr>
                <w:sz w:val="22"/>
                <w:szCs w:val="22"/>
              </w:rPr>
              <w:t>131-2919010</w:t>
            </w:r>
          </w:p>
        </w:tc>
        <w:tc>
          <w:tcPr>
            <w:tcW w:w="700" w:type="dxa"/>
            <w:gridSpan w:val="3"/>
          </w:tcPr>
          <w:p w:rsidR="00525076" w:rsidRPr="00710973" w:rsidRDefault="00525076" w:rsidP="00C33350">
            <w:pPr>
              <w:jc w:val="center"/>
              <w:rPr>
                <w:rFonts w:eastAsia="Symbol"/>
                <w:sz w:val="22"/>
                <w:szCs w:val="22"/>
              </w:rPr>
            </w:pPr>
            <w:r w:rsidRPr="00B15621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25076" w:rsidRPr="00905D85" w:rsidRDefault="00525076" w:rsidP="00C33350">
            <w:pPr>
              <w:jc w:val="center"/>
              <w:outlineLvl w:val="3"/>
              <w:rPr>
                <w:sz w:val="22"/>
                <w:szCs w:val="22"/>
              </w:rPr>
            </w:pPr>
            <w:r w:rsidRPr="00905D85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525076" w:rsidRPr="00716391" w:rsidRDefault="00525076" w:rsidP="00C3335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140" w:type="dxa"/>
            <w:gridSpan w:val="3"/>
            <w:vAlign w:val="center"/>
          </w:tcPr>
          <w:p w:rsidR="00525076" w:rsidRPr="00716391" w:rsidRDefault="00525076" w:rsidP="00C3335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010" w:type="dxa"/>
            <w:gridSpan w:val="6"/>
            <w:vAlign w:val="center"/>
          </w:tcPr>
          <w:p w:rsidR="00525076" w:rsidRPr="00716391" w:rsidRDefault="00525076" w:rsidP="00716391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716391">
              <w:rPr>
                <w:rFonts w:eastAsia="Arial Unicode MS"/>
                <w:b/>
                <w:sz w:val="22"/>
                <w:szCs w:val="22"/>
              </w:rPr>
              <w:t>Всего</w:t>
            </w:r>
          </w:p>
        </w:tc>
        <w:tc>
          <w:tcPr>
            <w:tcW w:w="887" w:type="dxa"/>
            <w:gridSpan w:val="2"/>
            <w:vAlign w:val="center"/>
          </w:tcPr>
          <w:p w:rsidR="00525076" w:rsidRPr="00716391" w:rsidRDefault="00525076" w:rsidP="00716391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15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color w:val="000000"/>
                <w:sz w:val="22"/>
                <w:szCs w:val="22"/>
              </w:rPr>
              <w:t>для партии № 4:</w:t>
            </w:r>
          </w:p>
        </w:tc>
        <w:tc>
          <w:tcPr>
            <w:tcW w:w="7687" w:type="dxa"/>
            <w:gridSpan w:val="14"/>
            <w:vAlign w:val="center"/>
          </w:tcPr>
          <w:p w:rsidR="00525076" w:rsidRPr="00716391" w:rsidRDefault="00525076" w:rsidP="00C33350">
            <w:pPr>
              <w:rPr>
                <w:rFonts w:eastAsia="Arial Unicode MS"/>
                <w:sz w:val="22"/>
                <w:szCs w:val="22"/>
              </w:rPr>
            </w:pPr>
            <w:r w:rsidRPr="00716391">
              <w:rPr>
                <w:rFonts w:eastAsia="Arial Unicode MS"/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716391">
              <w:rPr>
                <w:rFonts w:eastAsia="Arial Unicode MS"/>
                <w:sz w:val="22"/>
                <w:szCs w:val="22"/>
              </w:rPr>
              <w:t>Промышленная</w:t>
            </w:r>
            <w:proofErr w:type="gramEnd"/>
            <w:r w:rsidRPr="00716391">
              <w:rPr>
                <w:rFonts w:eastAsia="Arial Unicode MS"/>
                <w:sz w:val="22"/>
                <w:szCs w:val="22"/>
              </w:rPr>
              <w:t>, 13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 xml:space="preserve">Отгрузочные </w:t>
            </w:r>
            <w:r w:rsidRPr="00716391">
              <w:rPr>
                <w:b/>
                <w:bCs/>
                <w:i/>
                <w:iCs/>
                <w:sz w:val="22"/>
                <w:szCs w:val="22"/>
              </w:rPr>
              <w:lastRenderedPageBreak/>
              <w:t>реквизиты для партии № 4:</w:t>
            </w:r>
          </w:p>
        </w:tc>
        <w:tc>
          <w:tcPr>
            <w:tcW w:w="7687" w:type="dxa"/>
            <w:gridSpan w:val="14"/>
            <w:vAlign w:val="center"/>
          </w:tcPr>
          <w:p w:rsidR="00525076" w:rsidRPr="00716391" w:rsidRDefault="00525076" w:rsidP="00C33350">
            <w:pPr>
              <w:rPr>
                <w:rFonts w:eastAsia="Arial Unicode MS"/>
                <w:sz w:val="22"/>
                <w:szCs w:val="22"/>
              </w:rPr>
            </w:pPr>
            <w:r w:rsidRPr="00716391">
              <w:rPr>
                <w:rFonts w:eastAsia="Arial Unicode MS"/>
                <w:sz w:val="22"/>
                <w:szCs w:val="22"/>
              </w:rPr>
              <w:lastRenderedPageBreak/>
              <w:t xml:space="preserve">Ст. Комсомольск – на – Амуре, ДВЖД, Код станции – 960103, Код </w:t>
            </w:r>
            <w:r w:rsidRPr="00716391">
              <w:rPr>
                <w:rFonts w:eastAsia="Arial Unicode MS"/>
                <w:sz w:val="22"/>
                <w:szCs w:val="22"/>
              </w:rPr>
              <w:lastRenderedPageBreak/>
              <w:t>предприятия – 9531, ОКПО 98097847, тел. 8 (4217) 54-13-59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10065" w:type="dxa"/>
            <w:gridSpan w:val="16"/>
            <w:vAlign w:val="center"/>
          </w:tcPr>
          <w:p w:rsidR="00525076" w:rsidRPr="00716391" w:rsidRDefault="00525076" w:rsidP="00A27BEE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716391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lastRenderedPageBreak/>
              <w:t xml:space="preserve">V </w:t>
            </w:r>
            <w:r w:rsidRPr="00716391">
              <w:rPr>
                <w:b/>
                <w:bCs/>
                <w:i/>
                <w:color w:val="000000"/>
                <w:sz w:val="22"/>
                <w:szCs w:val="22"/>
              </w:rPr>
              <w:t>Партия № 5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13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525076" w:rsidRPr="00716391" w:rsidRDefault="00525076" w:rsidP="00C33350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0" w:type="dxa"/>
            <w:gridSpan w:val="2"/>
            <w:vAlign w:val="center"/>
          </w:tcPr>
          <w:p w:rsidR="00525076" w:rsidRPr="00716391" w:rsidRDefault="00525076" w:rsidP="00C33350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23" w:type="dxa"/>
            <w:gridSpan w:val="3"/>
            <w:vAlign w:val="center"/>
          </w:tcPr>
          <w:p w:rsidR="00525076" w:rsidRPr="00716391" w:rsidRDefault="00525076" w:rsidP="00C33350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903" w:type="dxa"/>
            <w:gridSpan w:val="4"/>
            <w:vAlign w:val="center"/>
          </w:tcPr>
          <w:p w:rsidR="00525076" w:rsidRPr="00716391" w:rsidRDefault="00525076" w:rsidP="00C33350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525076" w:rsidRPr="00716391" w:rsidRDefault="00525076" w:rsidP="00C33350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20" w:type="dxa"/>
            <w:gridSpan w:val="2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525076">
              <w:rPr>
                <w:sz w:val="22"/>
                <w:szCs w:val="22"/>
              </w:rPr>
              <w:t xml:space="preserve">ал карданный в сборе 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24-2201010</w:t>
            </w:r>
          </w:p>
        </w:tc>
        <w:tc>
          <w:tcPr>
            <w:tcW w:w="723" w:type="dxa"/>
            <w:gridSpan w:val="3"/>
            <w:vAlign w:val="center"/>
          </w:tcPr>
          <w:p w:rsidR="00525076" w:rsidRPr="00525076" w:rsidRDefault="00525076">
            <w:pPr>
              <w:jc w:val="center"/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525076" w:rsidRPr="00525076" w:rsidRDefault="00525076">
            <w:pPr>
              <w:jc w:val="center"/>
              <w:rPr>
                <w:color w:val="000000"/>
                <w:sz w:val="22"/>
                <w:szCs w:val="22"/>
              </w:rPr>
            </w:pPr>
            <w:r w:rsidRPr="00525076">
              <w:rPr>
                <w:color w:val="000000"/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525076" w:rsidRPr="00716391" w:rsidRDefault="00525076" w:rsidP="00C33350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120" w:type="dxa"/>
            <w:gridSpan w:val="2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Мост задний,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 xml:space="preserve"> 3102-2400012</w:t>
            </w:r>
          </w:p>
        </w:tc>
        <w:tc>
          <w:tcPr>
            <w:tcW w:w="723" w:type="dxa"/>
            <w:gridSpan w:val="3"/>
            <w:vAlign w:val="center"/>
          </w:tcPr>
          <w:p w:rsidR="00525076" w:rsidRPr="00525076" w:rsidRDefault="00525076">
            <w:pPr>
              <w:jc w:val="center"/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525076" w:rsidRPr="00525076" w:rsidRDefault="00525076">
            <w:pPr>
              <w:jc w:val="center"/>
              <w:rPr>
                <w:color w:val="000000"/>
                <w:sz w:val="22"/>
                <w:szCs w:val="22"/>
              </w:rPr>
            </w:pPr>
            <w:r w:rsidRPr="00525076">
              <w:rPr>
                <w:color w:val="000000"/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525076" w:rsidRPr="00716391" w:rsidRDefault="00525076" w:rsidP="00C33350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120" w:type="dxa"/>
            <w:gridSpan w:val="2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 xml:space="preserve">Амортизатор передний 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 xml:space="preserve"> 3741-2905010</w:t>
            </w:r>
          </w:p>
        </w:tc>
        <w:tc>
          <w:tcPr>
            <w:tcW w:w="723" w:type="dxa"/>
            <w:gridSpan w:val="3"/>
            <w:vAlign w:val="center"/>
          </w:tcPr>
          <w:p w:rsidR="00525076" w:rsidRPr="00525076" w:rsidRDefault="00525076">
            <w:pPr>
              <w:jc w:val="center"/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525076" w:rsidRPr="00525076" w:rsidRDefault="00525076">
            <w:pPr>
              <w:jc w:val="center"/>
              <w:rPr>
                <w:color w:val="000000"/>
                <w:sz w:val="22"/>
                <w:szCs w:val="22"/>
              </w:rPr>
            </w:pPr>
            <w:r w:rsidRPr="00525076">
              <w:rPr>
                <w:color w:val="000000"/>
                <w:sz w:val="22"/>
                <w:szCs w:val="22"/>
              </w:rPr>
              <w:t>14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525076" w:rsidRPr="00716391" w:rsidRDefault="00525076" w:rsidP="00C33350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120" w:type="dxa"/>
            <w:gridSpan w:val="2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Вал кардан задний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452-2201010</w:t>
            </w:r>
          </w:p>
        </w:tc>
        <w:tc>
          <w:tcPr>
            <w:tcW w:w="723" w:type="dxa"/>
            <w:gridSpan w:val="3"/>
            <w:vAlign w:val="center"/>
          </w:tcPr>
          <w:p w:rsidR="00525076" w:rsidRPr="00525076" w:rsidRDefault="00525076">
            <w:pPr>
              <w:jc w:val="center"/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525076" w:rsidRPr="00525076" w:rsidRDefault="00525076">
            <w:pPr>
              <w:jc w:val="center"/>
              <w:rPr>
                <w:color w:val="000000"/>
                <w:sz w:val="22"/>
                <w:szCs w:val="22"/>
              </w:rPr>
            </w:pPr>
            <w:r w:rsidRPr="00525076">
              <w:rPr>
                <w:color w:val="000000"/>
                <w:sz w:val="22"/>
                <w:szCs w:val="22"/>
              </w:rPr>
              <w:t>6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525076" w:rsidRPr="00716391" w:rsidRDefault="00525076" w:rsidP="00C33350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120" w:type="dxa"/>
            <w:gridSpan w:val="2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Вал карданный переднего моста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 xml:space="preserve"> 3909-2203010</w:t>
            </w:r>
          </w:p>
        </w:tc>
        <w:tc>
          <w:tcPr>
            <w:tcW w:w="723" w:type="dxa"/>
            <w:gridSpan w:val="3"/>
            <w:vAlign w:val="center"/>
          </w:tcPr>
          <w:p w:rsidR="00525076" w:rsidRPr="00525076" w:rsidRDefault="00525076">
            <w:pPr>
              <w:jc w:val="center"/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525076" w:rsidRPr="00525076" w:rsidRDefault="00525076">
            <w:pPr>
              <w:jc w:val="center"/>
              <w:rPr>
                <w:color w:val="000000"/>
                <w:sz w:val="22"/>
                <w:szCs w:val="22"/>
              </w:rPr>
            </w:pPr>
            <w:r w:rsidRPr="00525076">
              <w:rPr>
                <w:color w:val="000000"/>
                <w:sz w:val="22"/>
                <w:szCs w:val="22"/>
              </w:rPr>
              <w:t>8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525076" w:rsidRPr="00716391" w:rsidRDefault="00525076" w:rsidP="00C33350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120" w:type="dxa"/>
            <w:gridSpan w:val="2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Мост задний УАЗ 452, 3741 (37 зуб.)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3741-2400010-95</w:t>
            </w:r>
          </w:p>
        </w:tc>
        <w:tc>
          <w:tcPr>
            <w:tcW w:w="723" w:type="dxa"/>
            <w:gridSpan w:val="3"/>
            <w:vAlign w:val="center"/>
          </w:tcPr>
          <w:p w:rsidR="00525076" w:rsidRPr="00525076" w:rsidRDefault="00525076">
            <w:pPr>
              <w:jc w:val="center"/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525076" w:rsidRPr="00525076" w:rsidRDefault="00525076">
            <w:pPr>
              <w:jc w:val="center"/>
              <w:rPr>
                <w:color w:val="000000"/>
                <w:sz w:val="22"/>
                <w:szCs w:val="22"/>
              </w:rPr>
            </w:pPr>
            <w:r w:rsidRPr="00525076">
              <w:rPr>
                <w:color w:val="000000"/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525076" w:rsidRPr="00716391" w:rsidRDefault="00525076" w:rsidP="00C33350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120" w:type="dxa"/>
            <w:gridSpan w:val="2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Рессора в сборе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452-2902012-03</w:t>
            </w:r>
          </w:p>
        </w:tc>
        <w:tc>
          <w:tcPr>
            <w:tcW w:w="723" w:type="dxa"/>
            <w:gridSpan w:val="3"/>
            <w:vAlign w:val="center"/>
          </w:tcPr>
          <w:p w:rsidR="00525076" w:rsidRPr="00525076" w:rsidRDefault="00525076">
            <w:pPr>
              <w:jc w:val="center"/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525076" w:rsidRPr="00525076" w:rsidRDefault="00525076">
            <w:pPr>
              <w:jc w:val="center"/>
              <w:rPr>
                <w:color w:val="000000"/>
                <w:sz w:val="22"/>
                <w:szCs w:val="22"/>
              </w:rPr>
            </w:pPr>
            <w:r w:rsidRPr="00525076">
              <w:rPr>
                <w:color w:val="000000"/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525076" w:rsidRPr="00716391" w:rsidRDefault="00525076" w:rsidP="00C33350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120" w:type="dxa"/>
            <w:gridSpan w:val="2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Радиатор в сборе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525076" w:rsidRDefault="00525076">
            <w:pPr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3741-1301006</w:t>
            </w:r>
          </w:p>
        </w:tc>
        <w:tc>
          <w:tcPr>
            <w:tcW w:w="723" w:type="dxa"/>
            <w:gridSpan w:val="3"/>
            <w:vAlign w:val="center"/>
          </w:tcPr>
          <w:p w:rsidR="00525076" w:rsidRPr="00525076" w:rsidRDefault="00525076">
            <w:pPr>
              <w:jc w:val="center"/>
              <w:rPr>
                <w:sz w:val="22"/>
                <w:szCs w:val="22"/>
              </w:rPr>
            </w:pPr>
            <w:r w:rsidRPr="00525076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525076" w:rsidRPr="00525076" w:rsidRDefault="00525076">
            <w:pPr>
              <w:jc w:val="center"/>
              <w:rPr>
                <w:color w:val="000000"/>
                <w:sz w:val="22"/>
                <w:szCs w:val="22"/>
              </w:rPr>
            </w:pPr>
            <w:r w:rsidRPr="00525076">
              <w:rPr>
                <w:color w:val="000000"/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84" w:type="dxa"/>
            <w:gridSpan w:val="10"/>
            <w:vAlign w:val="center"/>
          </w:tcPr>
          <w:p w:rsidR="00525076" w:rsidRPr="00716391" w:rsidRDefault="00525076" w:rsidP="00C3335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16391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903" w:type="dxa"/>
            <w:gridSpan w:val="4"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A27BEE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color w:val="000000"/>
                <w:sz w:val="22"/>
                <w:szCs w:val="22"/>
              </w:rPr>
              <w:t>для партии № 5:</w:t>
            </w:r>
          </w:p>
        </w:tc>
        <w:tc>
          <w:tcPr>
            <w:tcW w:w="7687" w:type="dxa"/>
            <w:gridSpan w:val="14"/>
            <w:vAlign w:val="center"/>
          </w:tcPr>
          <w:p w:rsidR="00525076" w:rsidRPr="00716391" w:rsidRDefault="00525076" w:rsidP="00C33350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Филиал АО «ДРСК» «Электрические сети ЕАО» 679016,г. Биробиджан, ул. 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, 6.  Почтовый адрес: 679000, г. Биробиджан, ул. 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 6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Align w:val="center"/>
          </w:tcPr>
          <w:p w:rsidR="00525076" w:rsidRPr="00716391" w:rsidRDefault="00525076" w:rsidP="00C33350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A27BEE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5:</w:t>
            </w:r>
          </w:p>
        </w:tc>
        <w:tc>
          <w:tcPr>
            <w:tcW w:w="7687" w:type="dxa"/>
            <w:gridSpan w:val="14"/>
            <w:vAlign w:val="center"/>
          </w:tcPr>
          <w:p w:rsidR="00525076" w:rsidRPr="00716391" w:rsidRDefault="00525076" w:rsidP="00C33350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rFonts w:eastAsia="Arial Unicode MS"/>
                <w:sz w:val="22"/>
                <w:szCs w:val="22"/>
              </w:rPr>
              <w:t xml:space="preserve">Ст. Биробиджан-1, ДВЖД, код станции: 962804 код получателя: 9532, г. Биробиджан, ул. </w:t>
            </w:r>
            <w:proofErr w:type="gramStart"/>
            <w:r w:rsidRPr="00716391">
              <w:rPr>
                <w:rFonts w:eastAsia="Arial Unicode MS"/>
                <w:sz w:val="22"/>
                <w:szCs w:val="22"/>
              </w:rPr>
              <w:t>Черноморская</w:t>
            </w:r>
            <w:proofErr w:type="gramEnd"/>
            <w:r w:rsidRPr="00716391">
              <w:rPr>
                <w:rFonts w:eastAsia="Arial Unicode MS"/>
                <w:sz w:val="22"/>
                <w:szCs w:val="22"/>
              </w:rPr>
              <w:t xml:space="preserve"> д.6</w:t>
            </w:r>
            <w:r w:rsidRPr="00716391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716391">
              <w:rPr>
                <w:sz w:val="22"/>
                <w:szCs w:val="22"/>
              </w:rPr>
              <w:t>тел. 8 (42622) 6-79-21</w:t>
            </w:r>
          </w:p>
        </w:tc>
      </w:tr>
      <w:tr w:rsidR="00525076" w:rsidRPr="00716391" w:rsidTr="007F2200">
        <w:trPr>
          <w:trHeight w:val="227"/>
          <w:jc w:val="center"/>
        </w:trPr>
        <w:tc>
          <w:tcPr>
            <w:tcW w:w="10065" w:type="dxa"/>
            <w:gridSpan w:val="16"/>
            <w:vAlign w:val="center"/>
          </w:tcPr>
          <w:p w:rsidR="00525076" w:rsidRPr="00716391" w:rsidRDefault="00525076" w:rsidP="00A27BEE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716391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 xml:space="preserve">VI </w:t>
            </w:r>
            <w:r w:rsidRPr="00716391">
              <w:rPr>
                <w:b/>
                <w:bCs/>
                <w:i/>
                <w:color w:val="000000"/>
                <w:sz w:val="22"/>
                <w:szCs w:val="22"/>
              </w:rPr>
              <w:t>Партия № 6</w:t>
            </w:r>
          </w:p>
        </w:tc>
      </w:tr>
      <w:tr w:rsidR="00525076" w:rsidRPr="0071639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525076" w:rsidRPr="00716391" w:rsidRDefault="00525076" w:rsidP="00A27BEE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  <w:r w:rsidRPr="00716391">
              <w:rPr>
                <w:b/>
                <w:i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687" w:type="dxa"/>
            <w:gridSpan w:val="14"/>
            <w:vAlign w:val="center"/>
          </w:tcPr>
          <w:p w:rsidR="00525076" w:rsidRPr="00716391" w:rsidRDefault="00525076" w:rsidP="00090126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 xml:space="preserve">Статья материалы на эксплуатацию лимит финансирования  </w:t>
            </w:r>
            <w:r w:rsidRPr="00716391">
              <w:rPr>
                <w:b/>
                <w:i/>
                <w:sz w:val="22"/>
                <w:szCs w:val="22"/>
              </w:rPr>
              <w:t>626750,92</w:t>
            </w:r>
            <w:r w:rsidRPr="00716391">
              <w:rPr>
                <w:bCs/>
                <w:color w:val="000000"/>
                <w:sz w:val="22"/>
                <w:szCs w:val="22"/>
              </w:rPr>
              <w:t xml:space="preserve"> руб. с НДС</w:t>
            </w:r>
          </w:p>
        </w:tc>
      </w:tr>
      <w:tr w:rsidR="00525076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vAlign w:val="center"/>
          </w:tcPr>
          <w:p w:rsidR="00525076" w:rsidRPr="00716391" w:rsidRDefault="00525076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</w:rPr>
              <w:t>Амортизатор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3151-2915006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Амортизатор ГАЗ в сборе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53-2905006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Амортизатор ГАЗЕЛЬ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3302-404080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Амортизатор </w:t>
            </w:r>
            <w:proofErr w:type="spellStart"/>
            <w:r w:rsidRPr="00716391">
              <w:rPr>
                <w:sz w:val="22"/>
                <w:szCs w:val="22"/>
              </w:rPr>
              <w:t>пер</w:t>
            </w:r>
            <w:proofErr w:type="gramStart"/>
            <w:r w:rsidRPr="00716391">
              <w:rPr>
                <w:sz w:val="22"/>
                <w:szCs w:val="22"/>
              </w:rPr>
              <w:t>,з</w:t>
            </w:r>
            <w:proofErr w:type="gramEnd"/>
            <w:r w:rsidRPr="00716391">
              <w:rPr>
                <w:sz w:val="22"/>
                <w:szCs w:val="22"/>
              </w:rPr>
              <w:t>ад</w:t>
            </w:r>
            <w:proofErr w:type="spellEnd"/>
            <w:r w:rsidRPr="00716391">
              <w:rPr>
                <w:sz w:val="22"/>
                <w:szCs w:val="22"/>
              </w:rPr>
              <w:t>,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3302-2905006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Бензонасос погружной ЭБН 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3741-1139020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карданный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3741-2203010-09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3741-2201010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Вал карданный промежуточный, 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5022380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Генератор 65А УАЗ, УМЗ-2206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Г161-3771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Генератор УАЗ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665.3701000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proofErr w:type="spellStart"/>
            <w:r w:rsidRPr="00716391">
              <w:rPr>
                <w:sz w:val="22"/>
                <w:szCs w:val="22"/>
              </w:rPr>
              <w:t>Гидровакуумный</w:t>
            </w:r>
            <w:proofErr w:type="spellEnd"/>
            <w:r w:rsidRPr="00716391">
              <w:rPr>
                <w:sz w:val="22"/>
                <w:szCs w:val="22"/>
              </w:rPr>
              <w:t xml:space="preserve"> усилитель тормоза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469-3510010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Диск колеса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2217-3101015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Карбюратор 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К-135 66-70-1107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Карданный вал задний (</w:t>
            </w:r>
            <w:proofErr w:type="spellStart"/>
            <w:r w:rsidRPr="00716391">
              <w:rPr>
                <w:sz w:val="22"/>
                <w:szCs w:val="22"/>
              </w:rPr>
              <w:t>Шрус</w:t>
            </w:r>
            <w:proofErr w:type="spellEnd"/>
            <w:r w:rsidRPr="00716391">
              <w:rPr>
                <w:sz w:val="22"/>
                <w:szCs w:val="22"/>
              </w:rPr>
              <w:t>)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 5022382-1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Катушка зажигания Б-116 УАЗ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Р351-3706320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16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Комплект проводов высокого напряжения ГАЗ-53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511-3707243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proofErr w:type="gramStart"/>
            <w:r w:rsidRPr="00716391">
              <w:rPr>
                <w:sz w:val="22"/>
                <w:szCs w:val="22"/>
              </w:rPr>
              <w:t>к-т</w:t>
            </w:r>
            <w:proofErr w:type="gramEnd"/>
            <w:r w:rsidRPr="00716391">
              <w:rPr>
                <w:sz w:val="22"/>
                <w:szCs w:val="22"/>
              </w:rPr>
              <w:t>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17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Компрессор в сборе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3205-3509015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18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Мотор отопителя Волга 12В (с фильтром от радиопомех), 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194.3730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19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Муфта электромагнитная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4226-1314010-70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20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Подшипник выжимной в сборе 688911 ГАЗ-53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52-1601180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21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Провод высокого напряжения УАЗ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4216-370590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proofErr w:type="gramStart"/>
            <w:r w:rsidRPr="00716391">
              <w:rPr>
                <w:sz w:val="22"/>
                <w:szCs w:val="22"/>
              </w:rPr>
              <w:t>к-т</w:t>
            </w:r>
            <w:proofErr w:type="gramEnd"/>
            <w:r w:rsidRPr="00716391">
              <w:rPr>
                <w:sz w:val="22"/>
                <w:szCs w:val="22"/>
              </w:rPr>
              <w:t>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22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Провода высоковольтные, 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Т696Н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proofErr w:type="gramStart"/>
            <w:r w:rsidRPr="00716391">
              <w:rPr>
                <w:sz w:val="22"/>
                <w:szCs w:val="22"/>
              </w:rPr>
              <w:t>к-т</w:t>
            </w:r>
            <w:proofErr w:type="gramEnd"/>
            <w:r w:rsidRPr="00716391">
              <w:rPr>
                <w:sz w:val="22"/>
                <w:szCs w:val="22"/>
              </w:rPr>
              <w:t>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23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Прокладка крышки клапанов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4216-1007245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24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Радиатор водяной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3205-1301010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25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Радиатор водяной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3302-1301010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26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Радиатор отопителя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3302-8101060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27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proofErr w:type="gramStart"/>
            <w:r w:rsidRPr="00716391">
              <w:rPr>
                <w:sz w:val="22"/>
                <w:szCs w:val="22"/>
              </w:rPr>
              <w:t>Радиатор УАЗ-452)</w:t>
            </w:r>
            <w:proofErr w:type="gramEnd"/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3741-1301010-04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28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Распределитель зажигания ГАЗ-53 </w:t>
            </w:r>
            <w:proofErr w:type="spellStart"/>
            <w:r w:rsidRPr="00716391">
              <w:rPr>
                <w:sz w:val="22"/>
                <w:szCs w:val="22"/>
              </w:rPr>
              <w:t>безконтактный</w:t>
            </w:r>
            <w:proofErr w:type="spellEnd"/>
            <w:r w:rsidRPr="007163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66-03-3706010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29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Ремень 1030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451М-1308020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30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Рессора в сборе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452-2902012-03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Свеча зажигания </w:t>
            </w:r>
            <w:proofErr w:type="gramStart"/>
            <w:r w:rsidRPr="00716391">
              <w:rPr>
                <w:sz w:val="22"/>
                <w:szCs w:val="22"/>
              </w:rPr>
              <w:t>для</w:t>
            </w:r>
            <w:proofErr w:type="gramEnd"/>
            <w:r w:rsidRPr="00716391">
              <w:rPr>
                <w:sz w:val="22"/>
                <w:szCs w:val="22"/>
              </w:rPr>
              <w:t xml:space="preserve"> ЗИЛ, ГАЗ, УАЗ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proofErr w:type="spellStart"/>
            <w:r w:rsidRPr="00716391">
              <w:rPr>
                <w:sz w:val="22"/>
                <w:szCs w:val="22"/>
              </w:rPr>
              <w:t>Brisk</w:t>
            </w:r>
            <w:proofErr w:type="spellEnd"/>
            <w:r w:rsidRPr="00716391">
              <w:rPr>
                <w:sz w:val="22"/>
                <w:szCs w:val="22"/>
              </w:rPr>
              <w:t xml:space="preserve"> № 17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proofErr w:type="gramStart"/>
            <w:r w:rsidRPr="00716391">
              <w:rPr>
                <w:sz w:val="22"/>
                <w:szCs w:val="22"/>
              </w:rPr>
              <w:t>к-т</w:t>
            </w:r>
            <w:proofErr w:type="gramEnd"/>
            <w:r w:rsidRPr="00716391">
              <w:rPr>
                <w:sz w:val="22"/>
                <w:szCs w:val="22"/>
              </w:rPr>
              <w:t>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16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32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Сопротивление добавочное (вариатор) ГАЗ, ПАЗ, УАЗ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1402-3729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Стартер (БАТЭ)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СТ42.3708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34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Стартер ГАЗ 33081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7402.3708 19ВУ178552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35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Усилитель вакуумный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3151-3510010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Фара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8702-3711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Фара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ФГ-122-БВ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Фильтр воздушный VIC A1032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17801-38050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Фильтр масляный для </w:t>
            </w:r>
            <w:proofErr w:type="spellStart"/>
            <w:r w:rsidRPr="00716391">
              <w:rPr>
                <w:sz w:val="22"/>
                <w:szCs w:val="22"/>
              </w:rPr>
              <w:t>Kia</w:t>
            </w:r>
            <w:proofErr w:type="spellEnd"/>
            <w:r w:rsidRPr="00716391">
              <w:rPr>
                <w:sz w:val="22"/>
                <w:szCs w:val="22"/>
              </w:rPr>
              <w:t xml:space="preserve"> </w:t>
            </w:r>
            <w:proofErr w:type="spellStart"/>
            <w:r w:rsidRPr="00716391">
              <w:rPr>
                <w:sz w:val="22"/>
                <w:szCs w:val="22"/>
              </w:rPr>
              <w:t>Bongo</w:t>
            </w:r>
            <w:proofErr w:type="spellEnd"/>
            <w:r w:rsidRPr="00716391"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263304X000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</w:rPr>
              <w:t>Фильтр</w:t>
            </w:r>
            <w:r w:rsidRPr="00716391">
              <w:rPr>
                <w:sz w:val="22"/>
                <w:szCs w:val="22"/>
                <w:lang w:val="en-US"/>
              </w:rPr>
              <w:t xml:space="preserve"> </w:t>
            </w:r>
            <w:r w:rsidRPr="00716391">
              <w:rPr>
                <w:sz w:val="22"/>
                <w:szCs w:val="22"/>
              </w:rPr>
              <w:t>масляный</w:t>
            </w:r>
            <w:r w:rsidRPr="00716391">
              <w:rPr>
                <w:sz w:val="22"/>
                <w:szCs w:val="22"/>
                <w:lang w:val="en-US"/>
              </w:rPr>
              <w:t xml:space="preserve"> VIC O116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04152-38010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Фильтр масляный УАЗ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406-1012005-11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20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Фильтр салона </w:t>
            </w:r>
            <w:proofErr w:type="spellStart"/>
            <w:r w:rsidRPr="00716391">
              <w:rPr>
                <w:sz w:val="22"/>
                <w:szCs w:val="22"/>
              </w:rPr>
              <w:t>Sakura</w:t>
            </w:r>
            <w:proofErr w:type="spellEnd"/>
            <w:r w:rsidRPr="00716391">
              <w:rPr>
                <w:sz w:val="22"/>
                <w:szCs w:val="22"/>
              </w:rPr>
              <w:t xml:space="preserve"> CAC1101 угольный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88508-20120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Фильтр салона VIC АС108ЕХ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87139-52040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Фильтр тонкой очистки топлива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4021-1117010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20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</w:rPr>
              <w:t>Фильтр</w:t>
            </w:r>
            <w:r w:rsidRPr="00716391">
              <w:rPr>
                <w:sz w:val="22"/>
                <w:szCs w:val="22"/>
                <w:lang w:val="en-US"/>
              </w:rPr>
              <w:t xml:space="preserve"> </w:t>
            </w:r>
            <w:r w:rsidRPr="00716391">
              <w:rPr>
                <w:sz w:val="22"/>
                <w:szCs w:val="22"/>
              </w:rPr>
              <w:t>топливный</w:t>
            </w:r>
            <w:r w:rsidRPr="0071639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391">
              <w:rPr>
                <w:sz w:val="22"/>
                <w:szCs w:val="22"/>
                <w:lang w:val="en-US"/>
              </w:rPr>
              <w:t>Sacura</w:t>
            </w:r>
            <w:proofErr w:type="spellEnd"/>
            <w:r w:rsidRPr="00716391">
              <w:rPr>
                <w:sz w:val="22"/>
                <w:szCs w:val="22"/>
                <w:lang w:val="en-US"/>
              </w:rPr>
              <w:t xml:space="preserve"> FS11660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23300-31100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Цилиндр главный  тормозной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3151-3505010-95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Цилиндр главный тормозной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3205-3505010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Цилиндр главный тормозной УАЗ-452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452-3505010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49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Цилиндр задний 32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469-3502040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Цилиндр задний тормозной УАЗ 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3151-3502040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51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Цилиндр пер верхний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469-3501040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Цилиндр пер нижний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469-3501041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53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Цилиндр рабочий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469-1602510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54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Цилиндр сцепления главный УАЗ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469-1602300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Элемент воздушного фильтра (</w:t>
            </w:r>
            <w:proofErr w:type="gramStart"/>
            <w:r w:rsidRPr="00716391">
              <w:rPr>
                <w:sz w:val="22"/>
                <w:szCs w:val="22"/>
              </w:rPr>
              <w:t>ЭВФ</w:t>
            </w:r>
            <w:proofErr w:type="gramEnd"/>
            <w:r w:rsidRPr="00716391">
              <w:rPr>
                <w:sz w:val="22"/>
                <w:szCs w:val="22"/>
              </w:rPr>
              <w:t xml:space="preserve"> 040)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31512-1109080-42,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56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Генератор 90А 14В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Г287Б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99564A">
            <w:pPr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57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Энергоаккумулятор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100-3519200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25076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6276" w:type="dxa"/>
            <w:gridSpan w:val="12"/>
          </w:tcPr>
          <w:p w:rsidR="00525076" w:rsidRPr="00716391" w:rsidRDefault="00525076" w:rsidP="00111D9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8" w:type="dxa"/>
          </w:tcPr>
          <w:p w:rsidR="00525076" w:rsidRPr="00716391" w:rsidRDefault="00525076" w:rsidP="00873AE1">
            <w:pPr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r w:rsidRPr="00716391">
              <w:rPr>
                <w:bCs/>
                <w:i/>
                <w:sz w:val="22"/>
                <w:szCs w:val="22"/>
                <w:lang w:val="en-US"/>
              </w:rPr>
              <w:t>220</w:t>
            </w:r>
          </w:p>
        </w:tc>
      </w:tr>
      <w:tr w:rsidR="00525076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87" w:type="dxa"/>
            <w:gridSpan w:val="14"/>
          </w:tcPr>
          <w:p w:rsidR="00525076" w:rsidRPr="00716391" w:rsidRDefault="00525076" w:rsidP="00CF71AC">
            <w:pPr>
              <w:jc w:val="center"/>
              <w:rPr>
                <w:bCs/>
                <w:sz w:val="22"/>
                <w:szCs w:val="22"/>
              </w:rPr>
            </w:pPr>
            <w:r w:rsidRPr="00716391">
              <w:rPr>
                <w:bCs/>
                <w:sz w:val="22"/>
                <w:szCs w:val="22"/>
              </w:rPr>
              <w:t xml:space="preserve">Статья материалы на ремонт лимит финансирования </w:t>
            </w:r>
            <w:r w:rsidRPr="00716391">
              <w:rPr>
                <w:b/>
                <w:i/>
                <w:sz w:val="22"/>
                <w:szCs w:val="22"/>
              </w:rPr>
              <w:t>1033973,39</w:t>
            </w:r>
            <w:r w:rsidRPr="00716391">
              <w:rPr>
                <w:sz w:val="22"/>
                <w:szCs w:val="22"/>
              </w:rPr>
              <w:t xml:space="preserve"> руб. с НДС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</w:t>
            </w:r>
            <w:proofErr w:type="gramStart"/>
            <w:r w:rsidRPr="00716391">
              <w:rPr>
                <w:sz w:val="22"/>
                <w:szCs w:val="22"/>
              </w:rPr>
              <w:t>.</w:t>
            </w:r>
            <w:proofErr w:type="gramEnd"/>
            <w:r w:rsidRPr="00716391">
              <w:rPr>
                <w:sz w:val="22"/>
                <w:szCs w:val="22"/>
              </w:rPr>
              <w:t xml:space="preserve"> </w:t>
            </w:r>
            <w:proofErr w:type="gramStart"/>
            <w:r w:rsidRPr="00716391">
              <w:rPr>
                <w:sz w:val="22"/>
                <w:szCs w:val="22"/>
              </w:rPr>
              <w:t>з</w:t>
            </w:r>
            <w:proofErr w:type="gramEnd"/>
            <w:r w:rsidRPr="00716391">
              <w:rPr>
                <w:sz w:val="22"/>
                <w:szCs w:val="22"/>
              </w:rPr>
              <w:t>адний)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452-2201010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Вал карданный передний УАЗ-452 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3741-2203010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карданный передний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33097-2201010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карданный промежуточный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33081-2202010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карданный промежуточный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 5022380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33097-2201015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Карданный вал задний (</w:t>
            </w:r>
            <w:proofErr w:type="spellStart"/>
            <w:r w:rsidRPr="00716391">
              <w:rPr>
                <w:sz w:val="22"/>
                <w:szCs w:val="22"/>
              </w:rPr>
              <w:t>Шрус</w:t>
            </w:r>
            <w:proofErr w:type="spellEnd"/>
            <w:r w:rsidRPr="00716391">
              <w:rPr>
                <w:sz w:val="22"/>
                <w:szCs w:val="22"/>
              </w:rPr>
              <w:t>)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 5022382-1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Коробка раздаточная с тормозом в сборе  ГАЗ-33081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33081-1800006-20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Мост передний, 33081-2300012-10   ГАЗ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33081-2300012-10   ГАЗ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Мост передний УАЗ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3741-2300011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Насос гидроусилителя руля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66-3407010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proofErr w:type="spellStart"/>
            <w:r w:rsidRPr="00716391">
              <w:rPr>
                <w:sz w:val="22"/>
                <w:szCs w:val="22"/>
              </w:rPr>
              <w:t>Пневмокомпрессор</w:t>
            </w:r>
            <w:proofErr w:type="spellEnd"/>
            <w:r w:rsidRPr="00716391">
              <w:rPr>
                <w:sz w:val="22"/>
                <w:szCs w:val="22"/>
              </w:rPr>
              <w:t xml:space="preserve">, для </w:t>
            </w:r>
            <w:proofErr w:type="spellStart"/>
            <w:r w:rsidRPr="00716391">
              <w:rPr>
                <w:sz w:val="22"/>
                <w:szCs w:val="22"/>
              </w:rPr>
              <w:t>дв</w:t>
            </w:r>
            <w:proofErr w:type="spellEnd"/>
            <w:r w:rsidRPr="00716391">
              <w:rPr>
                <w:sz w:val="22"/>
                <w:szCs w:val="22"/>
              </w:rPr>
              <w:t xml:space="preserve">. ММЗ Д245 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А29.05.000-А-06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Радиатор ГАЗ-33081,3309 медный 2-х ряд</w:t>
            </w:r>
            <w:proofErr w:type="gramStart"/>
            <w:r w:rsidRPr="00716391">
              <w:rPr>
                <w:sz w:val="22"/>
                <w:szCs w:val="22"/>
              </w:rPr>
              <w:t>.</w:t>
            </w:r>
            <w:proofErr w:type="gramEnd"/>
            <w:r w:rsidRPr="00716391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16391">
              <w:rPr>
                <w:sz w:val="22"/>
                <w:szCs w:val="22"/>
              </w:rPr>
              <w:t>д</w:t>
            </w:r>
            <w:proofErr w:type="gramEnd"/>
            <w:r w:rsidRPr="00716391">
              <w:rPr>
                <w:sz w:val="22"/>
                <w:szCs w:val="22"/>
              </w:rPr>
              <w:t>в</w:t>
            </w:r>
            <w:proofErr w:type="spellEnd"/>
            <w:r w:rsidRPr="00716391">
              <w:rPr>
                <w:sz w:val="22"/>
                <w:szCs w:val="22"/>
              </w:rPr>
              <w:t>. Д-245 ЕВРО-3 ОР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121-1301010-20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Радиатор водяной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3205-1301010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Редуктор заднего моста ГАЗ-33081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33081-2402010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Цилиндр </w:t>
            </w:r>
            <w:proofErr w:type="spellStart"/>
            <w:r w:rsidRPr="00716391">
              <w:rPr>
                <w:sz w:val="22"/>
                <w:szCs w:val="22"/>
              </w:rPr>
              <w:t>ГУРа</w:t>
            </w:r>
            <w:proofErr w:type="spellEnd"/>
            <w:r w:rsidRPr="00716391">
              <w:rPr>
                <w:sz w:val="22"/>
                <w:szCs w:val="22"/>
              </w:rPr>
              <w:t xml:space="preserve"> силовой ГАЗ-3308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3308-3405011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Шарнир кулака поворотного левый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</w:rPr>
              <w:t>23107-2304061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Шарнир кулака поворотного левый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33027-2304061-01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Шарнир кулака поворотного правый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23107-2304060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</w:tr>
      <w:tr w:rsidR="00525076" w:rsidRPr="00716391" w:rsidTr="00C3335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716391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3212" w:type="dxa"/>
            <w:gridSpan w:val="4"/>
            <w:vAlign w:val="center"/>
          </w:tcPr>
          <w:p w:rsidR="00525076" w:rsidRPr="00716391" w:rsidRDefault="00525076" w:rsidP="00C33350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Шарнир кулака поворотного правый</w:t>
            </w:r>
          </w:p>
        </w:tc>
        <w:tc>
          <w:tcPr>
            <w:tcW w:w="2302" w:type="dxa"/>
            <w:gridSpan w:val="3"/>
            <w:vAlign w:val="center"/>
          </w:tcPr>
          <w:p w:rsidR="00525076" w:rsidRPr="00716391" w:rsidRDefault="00525076" w:rsidP="006C5493">
            <w:pPr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33027-2304060-01</w:t>
            </w:r>
          </w:p>
        </w:tc>
        <w:tc>
          <w:tcPr>
            <w:tcW w:w="762" w:type="dxa"/>
            <w:gridSpan w:val="5"/>
            <w:vAlign w:val="center"/>
          </w:tcPr>
          <w:p w:rsidR="00525076" w:rsidRPr="00716391" w:rsidRDefault="00525076" w:rsidP="00C33350">
            <w:pPr>
              <w:ind w:right="-108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525076" w:rsidRPr="00716391" w:rsidRDefault="00525076" w:rsidP="00C33350">
            <w:pPr>
              <w:jc w:val="center"/>
              <w:outlineLvl w:val="1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</w:tr>
      <w:tr w:rsidR="00525076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525076" w:rsidRPr="00716391" w:rsidRDefault="00525076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212" w:type="dxa"/>
            <w:gridSpan w:val="4"/>
          </w:tcPr>
          <w:p w:rsidR="00525076" w:rsidRPr="00716391" w:rsidRDefault="00525076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2302" w:type="dxa"/>
            <w:gridSpan w:val="3"/>
          </w:tcPr>
          <w:p w:rsidR="00525076" w:rsidRPr="00716391" w:rsidRDefault="00525076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762" w:type="dxa"/>
            <w:gridSpan w:val="5"/>
          </w:tcPr>
          <w:p w:rsidR="00525076" w:rsidRPr="00716391" w:rsidRDefault="00525076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858" w:type="dxa"/>
          </w:tcPr>
          <w:p w:rsidR="00525076" w:rsidRPr="00716391" w:rsidRDefault="00525076" w:rsidP="00873AE1">
            <w:pPr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r w:rsidRPr="00716391">
              <w:rPr>
                <w:bCs/>
                <w:i/>
                <w:sz w:val="22"/>
                <w:szCs w:val="22"/>
                <w:lang w:val="en-US"/>
              </w:rPr>
              <w:t>29</w:t>
            </w:r>
          </w:p>
        </w:tc>
      </w:tr>
      <w:tr w:rsidR="00525076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29" w:type="dxa"/>
            <w:gridSpan w:val="13"/>
          </w:tcPr>
          <w:p w:rsidR="00525076" w:rsidRPr="00716391" w:rsidRDefault="00525076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716391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58" w:type="dxa"/>
          </w:tcPr>
          <w:p w:rsidR="00525076" w:rsidRPr="00716391" w:rsidRDefault="00525076" w:rsidP="00873AE1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716391">
              <w:rPr>
                <w:b/>
                <w:bCs/>
                <w:sz w:val="22"/>
                <w:szCs w:val="22"/>
                <w:lang w:val="en-US"/>
              </w:rPr>
              <w:t>249</w:t>
            </w:r>
          </w:p>
        </w:tc>
      </w:tr>
      <w:tr w:rsidR="00525076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25076" w:rsidRPr="00716391" w:rsidRDefault="00525076" w:rsidP="00A27BEE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  <w:r w:rsidRPr="00716391">
              <w:rPr>
                <w:b/>
                <w:i/>
                <w:sz w:val="22"/>
                <w:szCs w:val="22"/>
                <w:lang w:val="en-US"/>
              </w:rPr>
              <w:t>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A27BEE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716391">
              <w:rPr>
                <w:b/>
                <w:i/>
                <w:sz w:val="22"/>
                <w:szCs w:val="22"/>
              </w:rPr>
              <w:t>для партии 6:</w:t>
            </w:r>
          </w:p>
        </w:tc>
        <w:tc>
          <w:tcPr>
            <w:tcW w:w="7687" w:type="dxa"/>
            <w:gridSpan w:val="14"/>
          </w:tcPr>
          <w:p w:rsidR="00525076" w:rsidRPr="00716391" w:rsidRDefault="00525076" w:rsidP="00234370">
            <w:pPr>
              <w:rPr>
                <w:rFonts w:eastAsia="Symbol"/>
                <w:b/>
                <w:sz w:val="22"/>
                <w:szCs w:val="22"/>
              </w:rPr>
            </w:pPr>
            <w:r w:rsidRPr="00716391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716391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716391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525076" w:rsidRPr="00716391" w:rsidRDefault="00525076" w:rsidP="00234370">
            <w:pPr>
              <w:jc w:val="both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525076" w:rsidRPr="00716391" w:rsidRDefault="00525076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716391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525076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  <w:r w:rsidRPr="00716391">
              <w:rPr>
                <w:b/>
                <w:i/>
                <w:sz w:val="22"/>
                <w:szCs w:val="22"/>
                <w:lang w:val="en-US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A27BEE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Отгрузочные реквизиты для партии 6:</w:t>
            </w:r>
          </w:p>
        </w:tc>
        <w:tc>
          <w:tcPr>
            <w:tcW w:w="7687" w:type="dxa"/>
            <w:gridSpan w:val="14"/>
          </w:tcPr>
          <w:p w:rsidR="00525076" w:rsidRPr="00716391" w:rsidRDefault="00525076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716391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716391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716391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АО </w:t>
            </w:r>
            <w:r w:rsidRPr="00716391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716391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525076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25076" w:rsidRPr="00716391" w:rsidRDefault="00525076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  <w:r w:rsidRPr="00716391">
              <w:rPr>
                <w:b/>
                <w:i/>
                <w:sz w:val="22"/>
                <w:szCs w:val="22"/>
                <w:lang w:val="en-US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687" w:type="dxa"/>
            <w:gridSpan w:val="14"/>
          </w:tcPr>
          <w:p w:rsidR="00525076" w:rsidRPr="00716391" w:rsidRDefault="00525076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2017 г.</w:t>
            </w:r>
            <w:r w:rsidRPr="00716391">
              <w:rPr>
                <w:i/>
                <w:sz w:val="22"/>
                <w:szCs w:val="22"/>
              </w:rPr>
              <w:t>,</w:t>
            </w:r>
            <w:r w:rsidRPr="00716391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525076" w:rsidRPr="00716391" w:rsidRDefault="00525076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2) Для отдельных деталей, узлов и агрегатов должны быть приложены </w:t>
            </w:r>
            <w:r w:rsidR="005D4D1F">
              <w:rPr>
                <w:sz w:val="22"/>
                <w:szCs w:val="22"/>
              </w:rPr>
              <w:t xml:space="preserve">копии </w:t>
            </w:r>
            <w:r w:rsidRPr="00716391">
              <w:rPr>
                <w:sz w:val="22"/>
                <w:szCs w:val="22"/>
              </w:rPr>
              <w:t>паспорт</w:t>
            </w:r>
            <w:r w:rsidR="005D4D1F">
              <w:rPr>
                <w:sz w:val="22"/>
                <w:szCs w:val="22"/>
              </w:rPr>
              <w:t>ов</w:t>
            </w:r>
            <w:r w:rsidRPr="00716391">
              <w:rPr>
                <w:sz w:val="22"/>
                <w:szCs w:val="22"/>
              </w:rPr>
              <w:t xml:space="preserve"> изделия завода-изготовителя и другие сопроводительные документы в соответствии с нормами заводов изготовителей </w:t>
            </w:r>
            <w:r w:rsidR="005D4D1F">
              <w:rPr>
                <w:sz w:val="22"/>
                <w:szCs w:val="22"/>
              </w:rPr>
              <w:t>не позднее даты поступления продукции на склад грузополучателя;</w:t>
            </w:r>
            <w:r w:rsidR="00EC442F">
              <w:rPr>
                <w:sz w:val="22"/>
                <w:szCs w:val="22"/>
              </w:rPr>
              <w:t xml:space="preserve"> </w:t>
            </w:r>
          </w:p>
          <w:p w:rsidR="00525076" w:rsidRPr="00716391" w:rsidRDefault="00525076" w:rsidP="00B43745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525076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25076" w:rsidRPr="00716391" w:rsidRDefault="00525076" w:rsidP="00A27BEE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20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687" w:type="dxa"/>
            <w:gridSpan w:val="14"/>
          </w:tcPr>
          <w:p w:rsidR="00525076" w:rsidRPr="00716391" w:rsidRDefault="00525076" w:rsidP="00FF1F90">
            <w:pPr>
              <w:jc w:val="both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Запасные части должны быть изготовлены в соответствии с требованиями технического регламента таможенного союза </w:t>
            </w:r>
            <w:proofErr w:type="gramStart"/>
            <w:r w:rsidRPr="00716391">
              <w:rPr>
                <w:sz w:val="22"/>
                <w:szCs w:val="22"/>
              </w:rPr>
              <w:t>ТР</w:t>
            </w:r>
            <w:proofErr w:type="gramEnd"/>
            <w:r w:rsidRPr="00716391">
              <w:rPr>
                <w:sz w:val="22"/>
                <w:szCs w:val="22"/>
              </w:rPr>
              <w:t xml:space="preserve"> ТС 018/2011 «О безопасности колесных транспортных средств» (для подтверждения предоставить копии сертификатов соответствия)</w:t>
            </w:r>
          </w:p>
          <w:p w:rsidR="00525076" w:rsidRPr="00716391" w:rsidRDefault="00525076" w:rsidP="00FF1F90">
            <w:pPr>
              <w:jc w:val="both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Для запасных </w:t>
            </w:r>
            <w:proofErr w:type="gramStart"/>
            <w:r w:rsidRPr="00716391">
              <w:rPr>
                <w:sz w:val="22"/>
                <w:szCs w:val="22"/>
              </w:rPr>
              <w:t>частей</w:t>
            </w:r>
            <w:proofErr w:type="gramEnd"/>
            <w:r w:rsidRPr="00716391">
              <w:rPr>
                <w:sz w:val="22"/>
                <w:szCs w:val="22"/>
              </w:rPr>
              <w:t xml:space="preserve"> не подлежащих обязательной сертификации, приложить </w:t>
            </w:r>
            <w:r w:rsidR="00C33350">
              <w:rPr>
                <w:sz w:val="22"/>
                <w:szCs w:val="22"/>
              </w:rPr>
              <w:t xml:space="preserve">к техническому предложению </w:t>
            </w:r>
            <w:r w:rsidRPr="00716391">
              <w:rPr>
                <w:sz w:val="22"/>
                <w:szCs w:val="22"/>
              </w:rPr>
              <w:t>обосновывающие документы об отсутствии необходимости сертификации</w:t>
            </w:r>
          </w:p>
        </w:tc>
      </w:tr>
      <w:tr w:rsidR="00525076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25076" w:rsidRPr="00716391" w:rsidRDefault="00525076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21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5076" w:rsidRPr="00716391" w:rsidRDefault="00525076" w:rsidP="00B43745">
            <w:pPr>
              <w:pStyle w:val="aa"/>
              <w:spacing w:line="240" w:lineRule="auto"/>
              <w:ind w:left="0" w:firstLine="0"/>
              <w:jc w:val="left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 xml:space="preserve">Требования к оформлению технического </w:t>
            </w:r>
            <w:r w:rsidRPr="00716391">
              <w:rPr>
                <w:b/>
                <w:i/>
                <w:sz w:val="22"/>
                <w:szCs w:val="22"/>
              </w:rPr>
              <w:lastRenderedPageBreak/>
              <w:t>предложения</w:t>
            </w:r>
          </w:p>
        </w:tc>
        <w:tc>
          <w:tcPr>
            <w:tcW w:w="7687" w:type="dxa"/>
            <w:gridSpan w:val="14"/>
          </w:tcPr>
          <w:p w:rsidR="00525076" w:rsidRPr="00716391" w:rsidRDefault="00525076" w:rsidP="00090126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  <w:u w:val="single"/>
              </w:rPr>
              <w:lastRenderedPageBreak/>
              <w:t xml:space="preserve">По каждому наименованию запасной части </w:t>
            </w:r>
            <w:r w:rsidRPr="00716391">
              <w:rPr>
                <w:sz w:val="22"/>
                <w:szCs w:val="22"/>
              </w:rPr>
              <w:t>технического задания должен быть указан:</w:t>
            </w:r>
          </w:p>
          <w:p w:rsidR="00525076" w:rsidRPr="00716391" w:rsidRDefault="00525076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1) Год изготовления запасной части</w:t>
            </w:r>
          </w:p>
          <w:p w:rsidR="00525076" w:rsidRPr="00716391" w:rsidRDefault="00525076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lastRenderedPageBreak/>
              <w:t xml:space="preserve">2) Завод изготовитель </w:t>
            </w:r>
          </w:p>
          <w:p w:rsidR="00525076" w:rsidRPr="00716391" w:rsidRDefault="00525076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3) Наличие соответствующих сопроводительных документов</w:t>
            </w:r>
            <w:r w:rsidR="00C33350">
              <w:rPr>
                <w:sz w:val="22"/>
                <w:szCs w:val="22"/>
              </w:rPr>
              <w:t xml:space="preserve"> (копии паспортов, копии сертификатов соответствия и т.д.)</w:t>
            </w:r>
          </w:p>
          <w:p w:rsidR="00525076" w:rsidRPr="00716391" w:rsidRDefault="00525076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525076" w:rsidRPr="00716391" w:rsidRDefault="00525076" w:rsidP="00C33350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71639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716391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716391">
              <w:rPr>
                <w:b/>
                <w:sz w:val="22"/>
                <w:szCs w:val="22"/>
                <w:u w:val="single"/>
              </w:rPr>
              <w:t xml:space="preserve">. 19-21 технического задания, Заказчик </w:t>
            </w:r>
            <w:proofErr w:type="gramStart"/>
            <w:r w:rsidRPr="00716391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716391">
              <w:rPr>
                <w:b/>
                <w:sz w:val="22"/>
                <w:szCs w:val="22"/>
                <w:u w:val="single"/>
              </w:rPr>
              <w:t xml:space="preserve"> отклонить </w:t>
            </w:r>
            <w:r w:rsidR="00C33350">
              <w:rPr>
                <w:b/>
                <w:sz w:val="22"/>
                <w:szCs w:val="22"/>
                <w:u w:val="single"/>
              </w:rPr>
              <w:t>техническое</w:t>
            </w:r>
            <w:r w:rsidRPr="00716391">
              <w:rPr>
                <w:b/>
                <w:sz w:val="22"/>
                <w:szCs w:val="22"/>
                <w:u w:val="single"/>
              </w:rPr>
              <w:t xml:space="preserve"> предложение участника от дальнейшего рассмотрения.</w:t>
            </w:r>
            <w:r w:rsidRPr="00716391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525076" w:rsidRPr="0071639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525076" w:rsidRPr="00716391" w:rsidRDefault="00525076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lastRenderedPageBreak/>
              <w:t>22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687" w:type="dxa"/>
            <w:gridSpan w:val="14"/>
          </w:tcPr>
          <w:p w:rsidR="00525076" w:rsidRPr="00716391" w:rsidRDefault="00525076" w:rsidP="00090126">
            <w:pPr>
              <w:jc w:val="both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716391">
              <w:rPr>
                <w:sz w:val="22"/>
                <w:szCs w:val="22"/>
                <w:u w:val="single"/>
              </w:rPr>
              <w:t>6 месяцев</w:t>
            </w:r>
            <w:r w:rsidRPr="00716391">
              <w:rPr>
                <w:sz w:val="22"/>
                <w:szCs w:val="22"/>
              </w:rPr>
              <w:t xml:space="preserve"> со дня ввода в эксплуатацию. </w:t>
            </w:r>
            <w:r w:rsidR="00C33350" w:rsidRPr="00C33350">
              <w:rPr>
                <w:sz w:val="22"/>
                <w:szCs w:val="22"/>
              </w:rPr>
              <w:t>Участник должен указать гарантийные обязательства в Техническом предложении своей заявки</w:t>
            </w:r>
          </w:p>
        </w:tc>
      </w:tr>
      <w:tr w:rsidR="00525076" w:rsidRPr="0071639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525076" w:rsidRPr="00716391" w:rsidRDefault="00525076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23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687" w:type="dxa"/>
            <w:gridSpan w:val="14"/>
          </w:tcPr>
          <w:p w:rsidR="00525076" w:rsidRPr="00716391" w:rsidRDefault="00525076" w:rsidP="00DD5A1A">
            <w:pPr>
              <w:jc w:val="both"/>
              <w:rPr>
                <w:bCs/>
                <w:sz w:val="22"/>
                <w:szCs w:val="22"/>
              </w:rPr>
            </w:pPr>
            <w:r w:rsidRPr="00716391">
              <w:rPr>
                <w:bCs/>
                <w:sz w:val="22"/>
                <w:szCs w:val="22"/>
              </w:rPr>
              <w:t xml:space="preserve">Отсрочка платежа в течение 30 календарных дней </w:t>
            </w:r>
            <w:proofErr w:type="gramStart"/>
            <w:r w:rsidRPr="00716391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16391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525076" w:rsidRPr="0071639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525076" w:rsidRPr="00716391" w:rsidRDefault="00525076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24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525076" w:rsidRPr="00716391" w:rsidRDefault="00525076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687" w:type="dxa"/>
            <w:gridSpan w:val="14"/>
          </w:tcPr>
          <w:p w:rsidR="00525076" w:rsidRPr="00716391" w:rsidRDefault="00525076" w:rsidP="00A27BEE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716391">
              <w:rPr>
                <w:b/>
                <w:bCs/>
                <w:i/>
                <w:sz w:val="22"/>
                <w:szCs w:val="22"/>
              </w:rPr>
              <w:t>до 30.03.2018,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5010EA" w:rsidRDefault="005010EA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Default="00A771A9" w:rsidP="00A771A9">
      <w:pPr>
        <w:tabs>
          <w:tab w:val="left" w:pos="993"/>
        </w:tabs>
        <w:ind w:firstLine="567"/>
        <w:jc w:val="both"/>
      </w:pPr>
      <w:r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5010EA" w:rsidRDefault="005010EA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  <w:bookmarkStart w:id="0" w:name="_GoBack"/>
      <w:bookmarkEnd w:id="0"/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514CDA">
      <w:footerReference w:type="default" r:id="rId10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EFA" w:rsidRDefault="00712EFA" w:rsidP="006C00DC">
      <w:r>
        <w:separator/>
      </w:r>
    </w:p>
  </w:endnote>
  <w:endnote w:type="continuationSeparator" w:id="0">
    <w:p w:rsidR="00712EFA" w:rsidRDefault="00712EFA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33350" w:rsidRPr="00D962A2" w:rsidRDefault="00C33350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4C128F">
          <w:rPr>
            <w:noProof/>
            <w:sz w:val="20"/>
            <w:szCs w:val="20"/>
          </w:rPr>
          <w:t>13</w:t>
        </w:r>
        <w:r w:rsidRPr="00D962A2">
          <w:rPr>
            <w:sz w:val="20"/>
            <w:szCs w:val="20"/>
          </w:rPr>
          <w:fldChar w:fldCharType="end"/>
        </w:r>
      </w:p>
    </w:sdtContent>
  </w:sdt>
  <w:p w:rsidR="00C33350" w:rsidRDefault="00C3335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EFA" w:rsidRDefault="00712EFA" w:rsidP="006C00DC">
      <w:r>
        <w:separator/>
      </w:r>
    </w:p>
  </w:footnote>
  <w:footnote w:type="continuationSeparator" w:id="0">
    <w:p w:rsidR="00712EFA" w:rsidRDefault="00712EFA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B2EC3"/>
    <w:rsid w:val="000C1D91"/>
    <w:rsid w:val="000C58D7"/>
    <w:rsid w:val="000D061B"/>
    <w:rsid w:val="000F1FE2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0362"/>
    <w:rsid w:val="001B3C6D"/>
    <w:rsid w:val="001B48F9"/>
    <w:rsid w:val="001C3F00"/>
    <w:rsid w:val="001C4A5F"/>
    <w:rsid w:val="001E6849"/>
    <w:rsid w:val="001F7AA2"/>
    <w:rsid w:val="00207753"/>
    <w:rsid w:val="00214C22"/>
    <w:rsid w:val="00234370"/>
    <w:rsid w:val="00276CB8"/>
    <w:rsid w:val="00286286"/>
    <w:rsid w:val="002A6EE1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B5065"/>
    <w:rsid w:val="004C128F"/>
    <w:rsid w:val="004F0E6C"/>
    <w:rsid w:val="004F6453"/>
    <w:rsid w:val="005010EA"/>
    <w:rsid w:val="00514CDA"/>
    <w:rsid w:val="00515B10"/>
    <w:rsid w:val="00517D4D"/>
    <w:rsid w:val="00520027"/>
    <w:rsid w:val="00520546"/>
    <w:rsid w:val="00525076"/>
    <w:rsid w:val="00527975"/>
    <w:rsid w:val="005726ED"/>
    <w:rsid w:val="00577EA0"/>
    <w:rsid w:val="00583E6C"/>
    <w:rsid w:val="005A2B48"/>
    <w:rsid w:val="005A39DE"/>
    <w:rsid w:val="005A5857"/>
    <w:rsid w:val="005B15C1"/>
    <w:rsid w:val="005B468C"/>
    <w:rsid w:val="005C7D74"/>
    <w:rsid w:val="005D40E3"/>
    <w:rsid w:val="005D4D1F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6EB3"/>
    <w:rsid w:val="006A5D65"/>
    <w:rsid w:val="006B0490"/>
    <w:rsid w:val="006C00DC"/>
    <w:rsid w:val="006C5493"/>
    <w:rsid w:val="006D4E2C"/>
    <w:rsid w:val="006D5DFA"/>
    <w:rsid w:val="00700077"/>
    <w:rsid w:val="00702ADD"/>
    <w:rsid w:val="00703B19"/>
    <w:rsid w:val="007079C3"/>
    <w:rsid w:val="00712EFA"/>
    <w:rsid w:val="00716391"/>
    <w:rsid w:val="0072409A"/>
    <w:rsid w:val="00730A44"/>
    <w:rsid w:val="0073601D"/>
    <w:rsid w:val="00736994"/>
    <w:rsid w:val="0074136B"/>
    <w:rsid w:val="007835BB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806ADD"/>
    <w:rsid w:val="00824B77"/>
    <w:rsid w:val="00841B69"/>
    <w:rsid w:val="0085043E"/>
    <w:rsid w:val="00852774"/>
    <w:rsid w:val="00864DBE"/>
    <w:rsid w:val="00873AE1"/>
    <w:rsid w:val="00875182"/>
    <w:rsid w:val="00876CE3"/>
    <w:rsid w:val="0088138B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53C21"/>
    <w:rsid w:val="00956B72"/>
    <w:rsid w:val="009631ED"/>
    <w:rsid w:val="009743CD"/>
    <w:rsid w:val="00983C40"/>
    <w:rsid w:val="00992C3D"/>
    <w:rsid w:val="0099564A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27BEE"/>
    <w:rsid w:val="00A4601F"/>
    <w:rsid w:val="00A613F8"/>
    <w:rsid w:val="00A771A9"/>
    <w:rsid w:val="00AA2889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2287"/>
    <w:rsid w:val="00BB2660"/>
    <w:rsid w:val="00BB2C29"/>
    <w:rsid w:val="00BC2585"/>
    <w:rsid w:val="00BC444A"/>
    <w:rsid w:val="00C33350"/>
    <w:rsid w:val="00C44F54"/>
    <w:rsid w:val="00C51332"/>
    <w:rsid w:val="00C54E0E"/>
    <w:rsid w:val="00C60A2A"/>
    <w:rsid w:val="00C74140"/>
    <w:rsid w:val="00C749A5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D29D1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C7486"/>
    <w:rsid w:val="00DD5A1A"/>
    <w:rsid w:val="00DF201C"/>
    <w:rsid w:val="00E114B2"/>
    <w:rsid w:val="00E2065B"/>
    <w:rsid w:val="00E33A2F"/>
    <w:rsid w:val="00E6206C"/>
    <w:rsid w:val="00E77F00"/>
    <w:rsid w:val="00E85873"/>
    <w:rsid w:val="00EA6A92"/>
    <w:rsid w:val="00EB35E3"/>
    <w:rsid w:val="00EB608C"/>
    <w:rsid w:val="00EC0864"/>
    <w:rsid w:val="00EC442F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902A7"/>
    <w:rsid w:val="00FA3E0A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3AA7-5833-4C8C-842E-EBF3F8CB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091107111103.dot</Template>
  <TotalTime>1397</TotalTime>
  <Pages>14</Pages>
  <Words>4433</Words>
  <Characters>25272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29646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Коротаева Татьяна Витальевна</cp:lastModifiedBy>
  <cp:revision>55</cp:revision>
  <cp:lastPrinted>2017-12-20T01:19:00Z</cp:lastPrinted>
  <dcterms:created xsi:type="dcterms:W3CDTF">2012-12-19T00:57:00Z</dcterms:created>
  <dcterms:modified xsi:type="dcterms:W3CDTF">2017-12-20T02:21:00Z</dcterms:modified>
</cp:coreProperties>
</file>