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257C96" w:rsidRPr="00257C96">
        <w:rPr>
          <w:rFonts w:ascii="Times New Roman" w:hAnsi="Times New Roman" w:cs="Times New Roman"/>
          <w:caps/>
          <w:sz w:val="26"/>
          <w:szCs w:val="26"/>
        </w:rPr>
        <w:t>Автомобильны</w:t>
      </w:r>
      <w:r w:rsidR="00257C96">
        <w:rPr>
          <w:rFonts w:ascii="Times New Roman" w:hAnsi="Times New Roman" w:cs="Times New Roman"/>
          <w:caps/>
          <w:sz w:val="26"/>
          <w:szCs w:val="26"/>
        </w:rPr>
        <w:t>х</w:t>
      </w:r>
      <w:r w:rsidR="00257C96" w:rsidRPr="00257C96">
        <w:rPr>
          <w:rFonts w:ascii="Times New Roman" w:hAnsi="Times New Roman" w:cs="Times New Roman"/>
          <w:caps/>
          <w:sz w:val="26"/>
          <w:szCs w:val="26"/>
        </w:rPr>
        <w:t xml:space="preserve"> аккумулятор</w:t>
      </w:r>
      <w:r w:rsidR="00257C96">
        <w:rPr>
          <w:rFonts w:ascii="Times New Roman" w:hAnsi="Times New Roman" w:cs="Times New Roman"/>
          <w:caps/>
          <w:sz w:val="26"/>
          <w:szCs w:val="26"/>
        </w:rPr>
        <w:t>ов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Default="00EA6A92" w:rsidP="00EA6A92">
      <w:pPr>
        <w:numPr>
          <w:ilvl w:val="0"/>
          <w:numId w:val="3"/>
        </w:numPr>
        <w:ind w:left="0" w:firstLine="426"/>
        <w:jc w:val="both"/>
        <w:rPr>
          <w:b/>
          <w:sz w:val="26"/>
          <w:szCs w:val="26"/>
        </w:rPr>
      </w:pP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4564A9">
        <w:rPr>
          <w:b/>
          <w:sz w:val="26"/>
          <w:szCs w:val="26"/>
        </w:rPr>
        <w:t xml:space="preserve"> приведены в таблице 1</w:t>
      </w:r>
      <w:r>
        <w:rPr>
          <w:b/>
          <w:sz w:val="26"/>
          <w:szCs w:val="26"/>
        </w:rPr>
        <w:t>.</w:t>
      </w:r>
    </w:p>
    <w:p w:rsidR="00EA6A92" w:rsidRDefault="00EA6A92" w:rsidP="00EA6A92">
      <w:pPr>
        <w:ind w:firstLine="426"/>
        <w:rPr>
          <w:b/>
          <w:sz w:val="26"/>
          <w:szCs w:val="26"/>
        </w:rPr>
      </w:pPr>
    </w:p>
    <w:p w:rsidR="00EA6A92" w:rsidRPr="004564A9" w:rsidRDefault="00EA6A92" w:rsidP="00EA6A92">
      <w:pPr>
        <w:ind w:firstLine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1 </w:t>
      </w:r>
      <w:r>
        <w:rPr>
          <w:sz w:val="26"/>
          <w:szCs w:val="26"/>
        </w:rPr>
        <w:t xml:space="preserve">- </w:t>
      </w: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>
        <w:rPr>
          <w:sz w:val="26"/>
          <w:szCs w:val="26"/>
          <w:u w:val="single"/>
        </w:rPr>
        <w:t>.</w:t>
      </w:r>
    </w:p>
    <w:tbl>
      <w:tblPr>
        <w:tblW w:w="9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815"/>
        <w:gridCol w:w="530"/>
        <w:gridCol w:w="23"/>
        <w:gridCol w:w="7"/>
        <w:gridCol w:w="79"/>
        <w:gridCol w:w="1758"/>
        <w:gridCol w:w="2552"/>
        <w:gridCol w:w="40"/>
        <w:gridCol w:w="20"/>
        <w:gridCol w:w="90"/>
        <w:gridCol w:w="10"/>
        <w:gridCol w:w="615"/>
        <w:gridCol w:w="48"/>
        <w:gridCol w:w="30"/>
        <w:gridCol w:w="645"/>
        <w:gridCol w:w="6"/>
        <w:gridCol w:w="55"/>
        <w:gridCol w:w="945"/>
      </w:tblGrid>
      <w:tr w:rsidR="00CB51CD" w:rsidRPr="00946B9E" w:rsidTr="0042419E">
        <w:trPr>
          <w:trHeight w:val="227"/>
          <w:jc w:val="center"/>
        </w:trPr>
        <w:tc>
          <w:tcPr>
            <w:tcW w:w="562" w:type="dxa"/>
            <w:vAlign w:val="center"/>
          </w:tcPr>
          <w:p w:rsidR="00CB51CD" w:rsidRPr="00946B9E" w:rsidRDefault="00CB51C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946B9E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946B9E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51CD" w:rsidRPr="00946B9E" w:rsidRDefault="00CB51CD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946B9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453" w:type="dxa"/>
            <w:gridSpan w:val="17"/>
            <w:shd w:val="clear" w:color="auto" w:fill="auto"/>
            <w:vAlign w:val="center"/>
          </w:tcPr>
          <w:p w:rsidR="00CB51CD" w:rsidRPr="00946B9E" w:rsidRDefault="00CB51CD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946B9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CB51CD" w:rsidRPr="00946B9E" w:rsidTr="0042419E">
        <w:trPr>
          <w:trHeight w:val="227"/>
          <w:jc w:val="center"/>
        </w:trPr>
        <w:tc>
          <w:tcPr>
            <w:tcW w:w="9830" w:type="dxa"/>
            <w:gridSpan w:val="19"/>
            <w:vAlign w:val="center"/>
          </w:tcPr>
          <w:p w:rsidR="00CB51CD" w:rsidRPr="00946B9E" w:rsidRDefault="00CB51CD" w:rsidP="00056A9A">
            <w:pPr>
              <w:jc w:val="center"/>
              <w:rPr>
                <w:b/>
                <w:sz w:val="22"/>
                <w:szCs w:val="22"/>
              </w:rPr>
            </w:pPr>
            <w:r w:rsidRPr="00946B9E">
              <w:rPr>
                <w:b/>
                <w:sz w:val="22"/>
                <w:szCs w:val="22"/>
                <w:lang w:val="en-US"/>
              </w:rPr>
              <w:t>I</w:t>
            </w:r>
            <w:r w:rsidRPr="00946B9E">
              <w:rPr>
                <w:b/>
                <w:sz w:val="22"/>
                <w:szCs w:val="22"/>
              </w:rPr>
              <w:t xml:space="preserve">. Партия № </w:t>
            </w:r>
            <w:r w:rsidRPr="00946B9E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 w:val="restart"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2F5C47" w:rsidRPr="00946B9E" w:rsidRDefault="002F5C47" w:rsidP="00257C96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59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Технические характеристики АКБ</w:t>
            </w:r>
          </w:p>
        </w:tc>
        <w:tc>
          <w:tcPr>
            <w:tcW w:w="735" w:type="dxa"/>
            <w:gridSpan w:val="4"/>
            <w:shd w:val="clear" w:color="auto" w:fill="auto"/>
            <w:vAlign w:val="center"/>
          </w:tcPr>
          <w:p w:rsidR="002F5C47" w:rsidRPr="00946B9E" w:rsidRDefault="002F5C47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Об аналогах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</w:t>
            </w:r>
          </w:p>
        </w:tc>
        <w:tc>
          <w:tcPr>
            <w:tcW w:w="1758" w:type="dxa"/>
            <w:shd w:val="clear" w:color="auto" w:fill="auto"/>
          </w:tcPr>
          <w:p w:rsidR="002F5C47" w:rsidRPr="00946B9E" w:rsidRDefault="002F5C47" w:rsidP="00AE0575">
            <w:pPr>
              <w:outlineLvl w:val="2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59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outlineLvl w:val="1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6СТ-</w:t>
            </w:r>
            <w:r w:rsidRPr="00946B9E">
              <w:rPr>
                <w:sz w:val="22"/>
                <w:szCs w:val="22"/>
                <w:lang w:val="en-US"/>
              </w:rPr>
              <w:t xml:space="preserve">110 </w:t>
            </w:r>
          </w:p>
        </w:tc>
        <w:tc>
          <w:tcPr>
            <w:tcW w:w="735" w:type="dxa"/>
            <w:gridSpan w:val="4"/>
            <w:vMerge w:val="restart"/>
            <w:shd w:val="clear" w:color="auto" w:fill="auto"/>
            <w:textDirection w:val="btLr"/>
          </w:tcPr>
          <w:p w:rsidR="002F5C47" w:rsidRPr="00946B9E" w:rsidRDefault="002F5C47" w:rsidP="002F5C47">
            <w:pPr>
              <w:ind w:left="113" w:right="113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Либо аналог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46B9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jc w:val="center"/>
              <w:outlineLvl w:val="1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>4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2</w:t>
            </w:r>
          </w:p>
        </w:tc>
        <w:tc>
          <w:tcPr>
            <w:tcW w:w="1758" w:type="dxa"/>
            <w:shd w:val="clear" w:color="auto" w:fill="auto"/>
          </w:tcPr>
          <w:p w:rsidR="002F5C47" w:rsidRPr="00946B9E" w:rsidRDefault="002F5C47" w:rsidP="00AE0575">
            <w:pPr>
              <w:outlineLvl w:val="2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59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outlineLvl w:val="1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6СТ-55</w:t>
            </w:r>
          </w:p>
        </w:tc>
        <w:tc>
          <w:tcPr>
            <w:tcW w:w="735" w:type="dxa"/>
            <w:gridSpan w:val="4"/>
            <w:vMerge/>
            <w:shd w:val="clear" w:color="auto" w:fill="auto"/>
          </w:tcPr>
          <w:p w:rsidR="002F5C47" w:rsidRPr="00946B9E" w:rsidRDefault="002F5C47" w:rsidP="002F5C47">
            <w:pPr>
              <w:outlineLvl w:val="1"/>
              <w:rPr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46B9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jc w:val="center"/>
              <w:outlineLvl w:val="1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4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F5C47" w:rsidRPr="00946B9E" w:rsidRDefault="002F5C47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3</w:t>
            </w:r>
          </w:p>
        </w:tc>
        <w:tc>
          <w:tcPr>
            <w:tcW w:w="1758" w:type="dxa"/>
            <w:shd w:val="clear" w:color="auto" w:fill="auto"/>
          </w:tcPr>
          <w:p w:rsidR="002F5C47" w:rsidRPr="00946B9E" w:rsidRDefault="002F5C47" w:rsidP="00AE0575">
            <w:pPr>
              <w:outlineLvl w:val="2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59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outlineLvl w:val="1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6СТ-60 </w:t>
            </w:r>
          </w:p>
        </w:tc>
        <w:tc>
          <w:tcPr>
            <w:tcW w:w="735" w:type="dxa"/>
            <w:gridSpan w:val="4"/>
            <w:vMerge/>
            <w:shd w:val="clear" w:color="auto" w:fill="auto"/>
          </w:tcPr>
          <w:p w:rsidR="002F5C47" w:rsidRPr="00946B9E" w:rsidRDefault="002F5C47" w:rsidP="002F5C47">
            <w:pPr>
              <w:outlineLvl w:val="1"/>
              <w:rPr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46B9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jc w:val="center"/>
              <w:outlineLvl w:val="1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61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F5C47" w:rsidRPr="00946B9E" w:rsidRDefault="002F5C47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4</w:t>
            </w:r>
          </w:p>
        </w:tc>
        <w:tc>
          <w:tcPr>
            <w:tcW w:w="1758" w:type="dxa"/>
            <w:shd w:val="clear" w:color="auto" w:fill="auto"/>
          </w:tcPr>
          <w:p w:rsidR="002F5C47" w:rsidRPr="00946B9E" w:rsidRDefault="002F5C47" w:rsidP="00AE0575">
            <w:pPr>
              <w:outlineLvl w:val="2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59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outlineLvl w:val="1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6СТ-75 </w:t>
            </w:r>
          </w:p>
        </w:tc>
        <w:tc>
          <w:tcPr>
            <w:tcW w:w="735" w:type="dxa"/>
            <w:gridSpan w:val="4"/>
            <w:vMerge/>
            <w:shd w:val="clear" w:color="auto" w:fill="auto"/>
          </w:tcPr>
          <w:p w:rsidR="002F5C47" w:rsidRPr="00946B9E" w:rsidRDefault="002F5C47" w:rsidP="002F5C47">
            <w:pPr>
              <w:outlineLvl w:val="1"/>
              <w:rPr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46B9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jc w:val="center"/>
              <w:outlineLvl w:val="1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34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F5C47" w:rsidRPr="00946B9E" w:rsidRDefault="002F5C47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5</w:t>
            </w:r>
          </w:p>
        </w:tc>
        <w:tc>
          <w:tcPr>
            <w:tcW w:w="1758" w:type="dxa"/>
            <w:shd w:val="clear" w:color="auto" w:fill="auto"/>
          </w:tcPr>
          <w:p w:rsidR="002F5C47" w:rsidRPr="00946B9E" w:rsidRDefault="002F5C47" w:rsidP="00AE0575">
            <w:pPr>
              <w:outlineLvl w:val="2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59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outlineLvl w:val="1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6СТ-90 </w:t>
            </w:r>
          </w:p>
        </w:tc>
        <w:tc>
          <w:tcPr>
            <w:tcW w:w="735" w:type="dxa"/>
            <w:gridSpan w:val="4"/>
            <w:vMerge/>
            <w:shd w:val="clear" w:color="auto" w:fill="auto"/>
          </w:tcPr>
          <w:p w:rsidR="002F5C47" w:rsidRPr="00946B9E" w:rsidRDefault="002F5C47" w:rsidP="002F5C47">
            <w:pPr>
              <w:outlineLvl w:val="1"/>
              <w:rPr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46B9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jc w:val="center"/>
              <w:outlineLvl w:val="1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37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F5C47" w:rsidRPr="00946B9E" w:rsidRDefault="002F5C47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6</w:t>
            </w:r>
          </w:p>
        </w:tc>
        <w:tc>
          <w:tcPr>
            <w:tcW w:w="1758" w:type="dxa"/>
            <w:shd w:val="clear" w:color="auto" w:fill="auto"/>
          </w:tcPr>
          <w:p w:rsidR="002F5C47" w:rsidRPr="00946B9E" w:rsidRDefault="002F5C47" w:rsidP="00AE0575">
            <w:pPr>
              <w:outlineLvl w:val="2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59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outlineLvl w:val="1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6СТ-132</w:t>
            </w:r>
          </w:p>
        </w:tc>
        <w:tc>
          <w:tcPr>
            <w:tcW w:w="735" w:type="dxa"/>
            <w:gridSpan w:val="4"/>
            <w:vMerge/>
            <w:shd w:val="clear" w:color="auto" w:fill="auto"/>
          </w:tcPr>
          <w:p w:rsidR="002F5C47" w:rsidRPr="00946B9E" w:rsidRDefault="002F5C47" w:rsidP="002F5C47">
            <w:pPr>
              <w:outlineLvl w:val="1"/>
              <w:rPr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46B9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jc w:val="center"/>
              <w:outlineLvl w:val="1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28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F5C47" w:rsidRPr="00946B9E" w:rsidRDefault="002F5C47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7</w:t>
            </w:r>
          </w:p>
        </w:tc>
        <w:tc>
          <w:tcPr>
            <w:tcW w:w="1758" w:type="dxa"/>
            <w:shd w:val="clear" w:color="auto" w:fill="auto"/>
          </w:tcPr>
          <w:p w:rsidR="002F5C47" w:rsidRPr="00946B9E" w:rsidRDefault="002F5C47" w:rsidP="00AE0575">
            <w:pPr>
              <w:outlineLvl w:val="2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59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outlineLvl w:val="1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6СТ-190</w:t>
            </w:r>
          </w:p>
        </w:tc>
        <w:tc>
          <w:tcPr>
            <w:tcW w:w="735" w:type="dxa"/>
            <w:gridSpan w:val="4"/>
            <w:vMerge/>
            <w:shd w:val="clear" w:color="auto" w:fill="auto"/>
          </w:tcPr>
          <w:p w:rsidR="002F5C47" w:rsidRPr="00946B9E" w:rsidRDefault="002F5C47" w:rsidP="002F5C47">
            <w:pPr>
              <w:outlineLvl w:val="1"/>
              <w:rPr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46B9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jc w:val="center"/>
              <w:outlineLvl w:val="1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3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F5C47" w:rsidRPr="00946B9E" w:rsidRDefault="002F5C47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8</w:t>
            </w:r>
          </w:p>
        </w:tc>
        <w:tc>
          <w:tcPr>
            <w:tcW w:w="1758" w:type="dxa"/>
            <w:shd w:val="clear" w:color="auto" w:fill="auto"/>
          </w:tcPr>
          <w:p w:rsidR="002F5C47" w:rsidRPr="00946B9E" w:rsidRDefault="002F5C47" w:rsidP="00AE0575">
            <w:pPr>
              <w:outlineLvl w:val="2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59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outlineLvl w:val="1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3СТ-215</w:t>
            </w:r>
          </w:p>
        </w:tc>
        <w:tc>
          <w:tcPr>
            <w:tcW w:w="735" w:type="dxa"/>
            <w:gridSpan w:val="4"/>
            <w:vMerge/>
            <w:shd w:val="clear" w:color="auto" w:fill="auto"/>
          </w:tcPr>
          <w:p w:rsidR="002F5C47" w:rsidRPr="00946B9E" w:rsidRDefault="002F5C47" w:rsidP="002F5C47">
            <w:pPr>
              <w:outlineLvl w:val="1"/>
              <w:rPr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46B9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jc w:val="center"/>
              <w:outlineLvl w:val="1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4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F5C47" w:rsidRPr="00946B9E" w:rsidRDefault="002F5C47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9</w:t>
            </w:r>
          </w:p>
        </w:tc>
        <w:tc>
          <w:tcPr>
            <w:tcW w:w="1758" w:type="dxa"/>
            <w:shd w:val="clear" w:color="auto" w:fill="auto"/>
          </w:tcPr>
          <w:p w:rsidR="002F5C47" w:rsidRPr="00946B9E" w:rsidRDefault="002F5C47" w:rsidP="00AE0575">
            <w:pPr>
              <w:outlineLvl w:val="2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59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outlineLvl w:val="1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СОВАТ 6СТ-190.4</w:t>
            </w:r>
            <w:r w:rsidRPr="00946B9E">
              <w:rPr>
                <w:sz w:val="22"/>
                <w:szCs w:val="22"/>
                <w:lang w:val="en-US"/>
              </w:rPr>
              <w:t>L</w:t>
            </w:r>
          </w:p>
        </w:tc>
        <w:tc>
          <w:tcPr>
            <w:tcW w:w="735" w:type="dxa"/>
            <w:gridSpan w:val="4"/>
            <w:vMerge/>
            <w:shd w:val="clear" w:color="auto" w:fill="auto"/>
          </w:tcPr>
          <w:p w:rsidR="002F5C47" w:rsidRPr="00946B9E" w:rsidRDefault="002F5C47" w:rsidP="002F5C47">
            <w:pPr>
              <w:outlineLvl w:val="1"/>
              <w:rPr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46B9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jc w:val="center"/>
              <w:outlineLvl w:val="1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15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F5C47" w:rsidRPr="00946B9E" w:rsidRDefault="002F5C47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10</w:t>
            </w:r>
          </w:p>
        </w:tc>
        <w:tc>
          <w:tcPr>
            <w:tcW w:w="1758" w:type="dxa"/>
            <w:shd w:val="clear" w:color="auto" w:fill="auto"/>
          </w:tcPr>
          <w:p w:rsidR="002F5C47" w:rsidRPr="00946B9E" w:rsidRDefault="002F5C47" w:rsidP="00AE0575">
            <w:pPr>
              <w:outlineLvl w:val="2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59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outlineLvl w:val="1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6СТ-190 (болтовое соединение) </w:t>
            </w:r>
          </w:p>
        </w:tc>
        <w:tc>
          <w:tcPr>
            <w:tcW w:w="735" w:type="dxa"/>
            <w:gridSpan w:val="4"/>
            <w:vMerge/>
            <w:shd w:val="clear" w:color="auto" w:fill="auto"/>
          </w:tcPr>
          <w:p w:rsidR="002F5C47" w:rsidRPr="00946B9E" w:rsidRDefault="002F5C47" w:rsidP="00AE0575">
            <w:pPr>
              <w:outlineLvl w:val="1"/>
              <w:rPr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46B9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jc w:val="center"/>
              <w:outlineLvl w:val="1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26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F5C47" w:rsidRPr="00946B9E" w:rsidRDefault="002F5C47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11</w:t>
            </w:r>
          </w:p>
        </w:tc>
        <w:tc>
          <w:tcPr>
            <w:tcW w:w="1758" w:type="dxa"/>
            <w:shd w:val="clear" w:color="auto" w:fill="auto"/>
          </w:tcPr>
          <w:p w:rsidR="002F5C47" w:rsidRPr="00946B9E" w:rsidRDefault="002F5C47" w:rsidP="00AE0575">
            <w:pPr>
              <w:outlineLvl w:val="2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59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outlineLvl w:val="1"/>
              <w:rPr>
                <w:sz w:val="22"/>
                <w:szCs w:val="22"/>
                <w:lang w:val="en-US"/>
              </w:rPr>
            </w:pPr>
            <w:proofErr w:type="spellStart"/>
            <w:r w:rsidRPr="00946B9E">
              <w:rPr>
                <w:sz w:val="22"/>
                <w:szCs w:val="22"/>
                <w:lang w:val="en-US"/>
              </w:rPr>
              <w:t>Unikum</w:t>
            </w:r>
            <w:proofErr w:type="spellEnd"/>
            <w:r w:rsidRPr="00946B9E">
              <w:rPr>
                <w:sz w:val="22"/>
                <w:szCs w:val="22"/>
                <w:lang w:val="en-US"/>
              </w:rPr>
              <w:t xml:space="preserve"> </w:t>
            </w:r>
            <w:r w:rsidRPr="00946B9E">
              <w:rPr>
                <w:sz w:val="22"/>
                <w:szCs w:val="22"/>
              </w:rPr>
              <w:t>6СТ-190, болт.</w:t>
            </w:r>
          </w:p>
        </w:tc>
        <w:tc>
          <w:tcPr>
            <w:tcW w:w="735" w:type="dxa"/>
            <w:gridSpan w:val="4"/>
            <w:vMerge/>
            <w:shd w:val="clear" w:color="auto" w:fill="auto"/>
          </w:tcPr>
          <w:p w:rsidR="002F5C47" w:rsidRPr="00946B9E" w:rsidRDefault="002F5C47" w:rsidP="002F5C47">
            <w:pPr>
              <w:outlineLvl w:val="1"/>
              <w:rPr>
                <w:sz w:val="22"/>
                <w:szCs w:val="22"/>
                <w:lang w:val="en-US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46B9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AE0575">
            <w:pPr>
              <w:jc w:val="center"/>
              <w:outlineLvl w:val="1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>4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F5C47" w:rsidRPr="00946B9E" w:rsidRDefault="002F5C47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12</w:t>
            </w:r>
          </w:p>
        </w:tc>
        <w:tc>
          <w:tcPr>
            <w:tcW w:w="1758" w:type="dxa"/>
            <w:shd w:val="clear" w:color="auto" w:fill="auto"/>
          </w:tcPr>
          <w:p w:rsidR="002F5C47" w:rsidRPr="00946B9E" w:rsidRDefault="002F5C47" w:rsidP="004D583C">
            <w:pPr>
              <w:outlineLvl w:val="2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59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4D583C">
            <w:pPr>
              <w:outlineLvl w:val="2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 </w:t>
            </w:r>
            <w:r w:rsidRPr="00946B9E">
              <w:rPr>
                <w:sz w:val="22"/>
                <w:szCs w:val="22"/>
                <w:lang w:val="en-US"/>
              </w:rPr>
              <w:t>SOLITE</w:t>
            </w:r>
            <w:r w:rsidRPr="00946B9E">
              <w:rPr>
                <w:sz w:val="22"/>
                <w:szCs w:val="22"/>
              </w:rPr>
              <w:t xml:space="preserve"> </w:t>
            </w:r>
            <w:r w:rsidRPr="00946B9E">
              <w:rPr>
                <w:sz w:val="22"/>
                <w:szCs w:val="22"/>
                <w:lang w:val="en-US"/>
              </w:rPr>
              <w:t>CMF</w:t>
            </w:r>
            <w:r w:rsidRPr="00946B9E">
              <w:rPr>
                <w:sz w:val="22"/>
                <w:szCs w:val="22"/>
              </w:rPr>
              <w:t xml:space="preserve"> 115 </w:t>
            </w:r>
            <w:r w:rsidRPr="00946B9E">
              <w:rPr>
                <w:sz w:val="22"/>
                <w:szCs w:val="22"/>
                <w:lang w:val="en-US"/>
              </w:rPr>
              <w:t>D</w:t>
            </w:r>
            <w:r w:rsidRPr="00946B9E">
              <w:rPr>
                <w:sz w:val="22"/>
                <w:szCs w:val="22"/>
              </w:rPr>
              <w:t>31</w:t>
            </w:r>
            <w:r w:rsidRPr="00946B9E">
              <w:rPr>
                <w:sz w:val="22"/>
                <w:szCs w:val="22"/>
                <w:lang w:val="en-US"/>
              </w:rPr>
              <w:t>L</w:t>
            </w:r>
            <w:r w:rsidRPr="00946B9E">
              <w:rPr>
                <w:sz w:val="22"/>
                <w:szCs w:val="22"/>
              </w:rPr>
              <w:t xml:space="preserve"> (95 а/ч) (д*ш*в – 301*175*220) </w:t>
            </w:r>
            <w:proofErr w:type="spellStart"/>
            <w:r w:rsidRPr="00946B9E">
              <w:rPr>
                <w:sz w:val="22"/>
                <w:szCs w:val="22"/>
              </w:rPr>
              <w:t>клемы</w:t>
            </w:r>
            <w:proofErr w:type="spellEnd"/>
            <w:r w:rsidRPr="00946B9E">
              <w:rPr>
                <w:sz w:val="22"/>
                <w:szCs w:val="22"/>
              </w:rPr>
              <w:t>: «+» 15мм, «–» 13мм</w:t>
            </w:r>
          </w:p>
        </w:tc>
        <w:tc>
          <w:tcPr>
            <w:tcW w:w="735" w:type="dxa"/>
            <w:gridSpan w:val="4"/>
            <w:vMerge/>
            <w:shd w:val="clear" w:color="auto" w:fill="auto"/>
          </w:tcPr>
          <w:p w:rsidR="002F5C47" w:rsidRPr="00946B9E" w:rsidRDefault="002F5C47" w:rsidP="004D583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F5C47" w:rsidRPr="00946B9E" w:rsidRDefault="002F5C47" w:rsidP="004D583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46B9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4D583C">
            <w:pPr>
              <w:jc w:val="center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>2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F5C47" w:rsidRPr="00946B9E" w:rsidRDefault="002F5C47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13</w:t>
            </w:r>
          </w:p>
        </w:tc>
        <w:tc>
          <w:tcPr>
            <w:tcW w:w="1758" w:type="dxa"/>
            <w:shd w:val="clear" w:color="auto" w:fill="auto"/>
          </w:tcPr>
          <w:p w:rsidR="002F5C47" w:rsidRPr="00946B9E" w:rsidRDefault="002F5C47" w:rsidP="004D583C">
            <w:pPr>
              <w:outlineLvl w:val="2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259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4D583C">
            <w:pPr>
              <w:outlineLvl w:val="2"/>
              <w:rPr>
                <w:sz w:val="22"/>
                <w:szCs w:val="22"/>
                <w:highlight w:val="yellow"/>
              </w:rPr>
            </w:pPr>
            <w:r w:rsidRPr="00946B9E">
              <w:rPr>
                <w:sz w:val="22"/>
                <w:szCs w:val="22"/>
              </w:rPr>
              <w:t xml:space="preserve"> </w:t>
            </w:r>
            <w:r w:rsidRPr="00946B9E">
              <w:rPr>
                <w:sz w:val="22"/>
                <w:szCs w:val="22"/>
                <w:lang w:val="en-US"/>
              </w:rPr>
              <w:t>SOLITE</w:t>
            </w:r>
            <w:r w:rsidRPr="00946B9E">
              <w:rPr>
                <w:sz w:val="22"/>
                <w:szCs w:val="22"/>
              </w:rPr>
              <w:t xml:space="preserve"> </w:t>
            </w:r>
            <w:r w:rsidRPr="00946B9E">
              <w:rPr>
                <w:sz w:val="22"/>
                <w:szCs w:val="22"/>
                <w:lang w:val="en-US"/>
              </w:rPr>
              <w:t>CMF</w:t>
            </w:r>
            <w:r w:rsidRPr="00946B9E">
              <w:rPr>
                <w:sz w:val="22"/>
                <w:szCs w:val="22"/>
              </w:rPr>
              <w:t>115</w:t>
            </w:r>
            <w:r w:rsidRPr="00946B9E">
              <w:rPr>
                <w:sz w:val="22"/>
                <w:szCs w:val="22"/>
                <w:lang w:val="en-US"/>
              </w:rPr>
              <w:t>D</w:t>
            </w:r>
            <w:r w:rsidRPr="00946B9E">
              <w:rPr>
                <w:sz w:val="22"/>
                <w:szCs w:val="22"/>
              </w:rPr>
              <w:t>31</w:t>
            </w:r>
            <w:r w:rsidRPr="00946B9E">
              <w:rPr>
                <w:sz w:val="22"/>
                <w:szCs w:val="22"/>
                <w:lang w:val="en-US"/>
              </w:rPr>
              <w:t>R</w:t>
            </w:r>
            <w:r w:rsidRPr="00946B9E">
              <w:rPr>
                <w:sz w:val="22"/>
                <w:szCs w:val="22"/>
              </w:rPr>
              <w:t xml:space="preserve"> (95 а/ч) (д*ш*в – 301*175*220) </w:t>
            </w:r>
            <w:proofErr w:type="spellStart"/>
            <w:r w:rsidRPr="00946B9E">
              <w:rPr>
                <w:sz w:val="22"/>
                <w:szCs w:val="22"/>
              </w:rPr>
              <w:t>клемы</w:t>
            </w:r>
            <w:proofErr w:type="spellEnd"/>
            <w:r w:rsidRPr="00946B9E">
              <w:rPr>
                <w:sz w:val="22"/>
                <w:szCs w:val="22"/>
              </w:rPr>
              <w:t xml:space="preserve">: «+» </w:t>
            </w:r>
            <w:r w:rsidRPr="00946B9E">
              <w:rPr>
                <w:sz w:val="22"/>
                <w:szCs w:val="22"/>
              </w:rPr>
              <w:lastRenderedPageBreak/>
              <w:t xml:space="preserve">15мм, «–» 13мм </w:t>
            </w:r>
            <w:r w:rsidRPr="00946B9E">
              <w:rPr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735" w:type="dxa"/>
            <w:gridSpan w:val="4"/>
            <w:vMerge/>
            <w:shd w:val="clear" w:color="auto" w:fill="auto"/>
          </w:tcPr>
          <w:p w:rsidR="002F5C47" w:rsidRPr="00946B9E" w:rsidRDefault="002F5C47" w:rsidP="004D583C">
            <w:pPr>
              <w:outlineLvl w:val="2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</w:tcPr>
          <w:p w:rsidR="002F5C47" w:rsidRPr="00946B9E" w:rsidRDefault="002F5C47" w:rsidP="004D583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946B9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2F5C47" w:rsidRPr="00946B9E" w:rsidRDefault="002F5C47" w:rsidP="004D583C">
            <w:pPr>
              <w:jc w:val="center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>1</w:t>
            </w:r>
          </w:p>
        </w:tc>
      </w:tr>
      <w:tr w:rsidR="004D583C" w:rsidRPr="00946B9E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D583C" w:rsidRPr="00946B9E" w:rsidRDefault="004D583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453" w:type="dxa"/>
            <w:gridSpan w:val="15"/>
          </w:tcPr>
          <w:p w:rsidR="004D583C" w:rsidRPr="00946B9E" w:rsidRDefault="004D583C" w:rsidP="00286286">
            <w:pPr>
              <w:jc w:val="right"/>
              <w:rPr>
                <w:b/>
                <w:sz w:val="22"/>
                <w:szCs w:val="22"/>
              </w:rPr>
            </w:pPr>
            <w:r w:rsidRPr="00946B9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00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4D583C" w:rsidRPr="00946B9E" w:rsidRDefault="004D583C" w:rsidP="004D583C">
            <w:pPr>
              <w:jc w:val="center"/>
              <w:rPr>
                <w:b/>
                <w:sz w:val="22"/>
                <w:szCs w:val="22"/>
              </w:rPr>
            </w:pPr>
            <w:r w:rsidRPr="00946B9E">
              <w:rPr>
                <w:b/>
                <w:sz w:val="22"/>
                <w:szCs w:val="22"/>
              </w:rPr>
              <w:t>22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4D583C" w:rsidRPr="00946B9E" w:rsidTr="0042419E">
        <w:trPr>
          <w:trHeight w:val="227"/>
          <w:jc w:val="center"/>
        </w:trPr>
        <w:tc>
          <w:tcPr>
            <w:tcW w:w="562" w:type="dxa"/>
            <w:vAlign w:val="center"/>
          </w:tcPr>
          <w:p w:rsidR="004D583C" w:rsidRPr="00946B9E" w:rsidRDefault="004D583C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A771A9">
            <w:pPr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Грузополучатель</w:t>
            </w:r>
            <w:r w:rsidRPr="00946B9E">
              <w:rPr>
                <w:sz w:val="22"/>
                <w:szCs w:val="22"/>
              </w:rPr>
              <w:t xml:space="preserve"> </w:t>
            </w:r>
            <w:r w:rsidRPr="00946B9E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7453" w:type="dxa"/>
            <w:gridSpan w:val="17"/>
          </w:tcPr>
          <w:p w:rsidR="004D583C" w:rsidRPr="00946B9E" w:rsidRDefault="004D583C" w:rsidP="00056A9A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4D583C" w:rsidRPr="00946B9E" w:rsidRDefault="004D583C" w:rsidP="00056A9A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4D583C" w:rsidRPr="00946B9E" w:rsidTr="0042419E">
        <w:trPr>
          <w:trHeight w:val="227"/>
          <w:jc w:val="center"/>
        </w:trPr>
        <w:tc>
          <w:tcPr>
            <w:tcW w:w="562" w:type="dxa"/>
            <w:vAlign w:val="center"/>
          </w:tcPr>
          <w:p w:rsidR="004D583C" w:rsidRPr="00946B9E" w:rsidRDefault="004D583C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A771A9">
            <w:pPr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453" w:type="dxa"/>
            <w:gridSpan w:val="17"/>
          </w:tcPr>
          <w:p w:rsidR="004D583C" w:rsidRPr="00946B9E" w:rsidRDefault="004D583C" w:rsidP="00162C93">
            <w:pPr>
              <w:rPr>
                <w:b/>
                <w:i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4D583C" w:rsidRPr="00946B9E" w:rsidTr="0042419E">
        <w:trPr>
          <w:trHeight w:val="227"/>
          <w:jc w:val="center"/>
        </w:trPr>
        <w:tc>
          <w:tcPr>
            <w:tcW w:w="562" w:type="dxa"/>
            <w:vAlign w:val="center"/>
          </w:tcPr>
          <w:p w:rsidR="004D583C" w:rsidRPr="00946B9E" w:rsidRDefault="004D583C" w:rsidP="00056A9A">
            <w:pPr>
              <w:jc w:val="center"/>
              <w:rPr>
                <w:rFonts w:eastAsia="Symbol"/>
                <w:b/>
                <w:sz w:val="22"/>
                <w:szCs w:val="22"/>
              </w:rPr>
            </w:pPr>
          </w:p>
        </w:tc>
        <w:tc>
          <w:tcPr>
            <w:tcW w:w="9268" w:type="dxa"/>
            <w:gridSpan w:val="18"/>
            <w:vAlign w:val="center"/>
          </w:tcPr>
          <w:p w:rsidR="004D583C" w:rsidRPr="00946B9E" w:rsidRDefault="004D583C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946B9E">
              <w:rPr>
                <w:b/>
                <w:sz w:val="22"/>
                <w:szCs w:val="22"/>
                <w:lang w:val="en-US"/>
              </w:rPr>
              <w:t>II</w:t>
            </w:r>
            <w:r w:rsidRPr="00946B9E">
              <w:rPr>
                <w:b/>
                <w:sz w:val="22"/>
                <w:szCs w:val="22"/>
              </w:rPr>
              <w:t>. Партия №</w:t>
            </w:r>
            <w:r w:rsidRPr="00946B9E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 w:val="restart"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946B9E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B43745">
            <w:pPr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4"/>
            <w:vAlign w:val="center"/>
          </w:tcPr>
          <w:p w:rsidR="002F5C47" w:rsidRPr="00946B9E" w:rsidRDefault="002F5C47" w:rsidP="00AE057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E057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E057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Технические характеристики АКБ</w:t>
            </w:r>
          </w:p>
        </w:tc>
        <w:tc>
          <w:tcPr>
            <w:tcW w:w="775" w:type="dxa"/>
            <w:gridSpan w:val="5"/>
            <w:shd w:val="clear" w:color="auto" w:fill="auto"/>
            <w:vAlign w:val="center"/>
          </w:tcPr>
          <w:p w:rsidR="002F5C47" w:rsidRPr="00946B9E" w:rsidRDefault="002F5C47" w:rsidP="00AE057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Об аналогах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E057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E057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SUPREME 75D23L-SMF</w:t>
            </w:r>
          </w:p>
        </w:tc>
        <w:tc>
          <w:tcPr>
            <w:tcW w:w="775" w:type="dxa"/>
            <w:gridSpan w:val="5"/>
            <w:vMerge w:val="restart"/>
            <w:shd w:val="clear" w:color="auto" w:fill="auto"/>
            <w:textDirection w:val="btLr"/>
            <w:vAlign w:val="bottom"/>
          </w:tcPr>
          <w:p w:rsidR="002F5C47" w:rsidRPr="00946B9E" w:rsidRDefault="002F5C47" w:rsidP="002F5C47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Либо аналог</w:t>
            </w: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2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2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SUPREME 75D23R-SMF</w:t>
            </w:r>
          </w:p>
        </w:tc>
        <w:tc>
          <w:tcPr>
            <w:tcW w:w="775" w:type="dxa"/>
            <w:gridSpan w:val="5"/>
            <w:vMerge/>
            <w:shd w:val="clear" w:color="auto" w:fill="auto"/>
            <w:vAlign w:val="bottom"/>
          </w:tcPr>
          <w:p w:rsidR="002F5C47" w:rsidRPr="00946B9E" w:rsidRDefault="002F5C47" w:rsidP="002F5C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1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3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46B9E">
              <w:rPr>
                <w:color w:val="000000"/>
                <w:sz w:val="22"/>
                <w:szCs w:val="22"/>
              </w:rPr>
              <w:t>Delkor</w:t>
            </w:r>
            <w:proofErr w:type="spellEnd"/>
            <w:r w:rsidRPr="00946B9E">
              <w:rPr>
                <w:color w:val="000000"/>
                <w:sz w:val="22"/>
                <w:szCs w:val="22"/>
              </w:rPr>
              <w:t xml:space="preserve"> 115 D</w:t>
            </w:r>
          </w:p>
        </w:tc>
        <w:tc>
          <w:tcPr>
            <w:tcW w:w="775" w:type="dxa"/>
            <w:gridSpan w:val="5"/>
            <w:vMerge/>
            <w:shd w:val="clear" w:color="auto" w:fill="auto"/>
            <w:vAlign w:val="bottom"/>
          </w:tcPr>
          <w:p w:rsidR="002F5C47" w:rsidRPr="00946B9E" w:rsidRDefault="002F5C47" w:rsidP="002F5C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4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4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46B9E">
              <w:rPr>
                <w:color w:val="000000"/>
                <w:sz w:val="22"/>
                <w:szCs w:val="22"/>
              </w:rPr>
              <w:t>Medalist</w:t>
            </w:r>
            <w:proofErr w:type="spellEnd"/>
            <w:r w:rsidRPr="00946B9E">
              <w:rPr>
                <w:color w:val="000000"/>
                <w:sz w:val="22"/>
                <w:szCs w:val="22"/>
              </w:rPr>
              <w:t xml:space="preserve"> 105D31L</w:t>
            </w:r>
          </w:p>
        </w:tc>
        <w:tc>
          <w:tcPr>
            <w:tcW w:w="775" w:type="dxa"/>
            <w:gridSpan w:val="5"/>
            <w:vMerge/>
            <w:shd w:val="clear" w:color="auto" w:fill="auto"/>
            <w:vAlign w:val="bottom"/>
          </w:tcPr>
          <w:p w:rsidR="002F5C47" w:rsidRPr="00946B9E" w:rsidRDefault="002F5C47" w:rsidP="002F5C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4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5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46B9E">
              <w:rPr>
                <w:color w:val="000000"/>
                <w:sz w:val="22"/>
                <w:szCs w:val="22"/>
              </w:rPr>
              <w:t>Medalist</w:t>
            </w:r>
            <w:proofErr w:type="spellEnd"/>
            <w:r w:rsidRPr="00946B9E">
              <w:rPr>
                <w:color w:val="000000"/>
                <w:sz w:val="22"/>
                <w:szCs w:val="22"/>
              </w:rPr>
              <w:t xml:space="preserve"> 80D26L</w:t>
            </w:r>
          </w:p>
        </w:tc>
        <w:tc>
          <w:tcPr>
            <w:tcW w:w="775" w:type="dxa"/>
            <w:gridSpan w:val="5"/>
            <w:vMerge/>
            <w:shd w:val="clear" w:color="auto" w:fill="auto"/>
            <w:vAlign w:val="bottom"/>
          </w:tcPr>
          <w:p w:rsidR="002F5C47" w:rsidRPr="00946B9E" w:rsidRDefault="002F5C47" w:rsidP="002F5C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13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6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46B9E">
              <w:rPr>
                <w:color w:val="000000"/>
                <w:sz w:val="22"/>
                <w:szCs w:val="22"/>
              </w:rPr>
              <w:t>Rocket</w:t>
            </w:r>
            <w:proofErr w:type="spellEnd"/>
            <w:r w:rsidRPr="00946B9E">
              <w:rPr>
                <w:color w:val="000000"/>
                <w:sz w:val="22"/>
                <w:szCs w:val="22"/>
              </w:rPr>
              <w:t xml:space="preserve"> SMF -90L</w:t>
            </w:r>
          </w:p>
        </w:tc>
        <w:tc>
          <w:tcPr>
            <w:tcW w:w="775" w:type="dxa"/>
            <w:gridSpan w:val="5"/>
            <w:vMerge/>
            <w:shd w:val="clear" w:color="auto" w:fill="auto"/>
            <w:vAlign w:val="bottom"/>
          </w:tcPr>
          <w:p w:rsidR="002F5C47" w:rsidRPr="00946B9E" w:rsidRDefault="002F5C47" w:rsidP="002F5C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1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7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105D31L- SMF (</w:t>
            </w:r>
            <w:proofErr w:type="gramStart"/>
            <w:r w:rsidRPr="00946B9E">
              <w:rPr>
                <w:color w:val="000000"/>
                <w:sz w:val="22"/>
                <w:szCs w:val="22"/>
              </w:rPr>
              <w:t>90</w:t>
            </w:r>
            <w:proofErr w:type="gramEnd"/>
            <w:r w:rsidRPr="00946B9E">
              <w:rPr>
                <w:color w:val="000000"/>
                <w:sz w:val="22"/>
                <w:szCs w:val="22"/>
              </w:rPr>
              <w:t xml:space="preserve"> а/ч)</w:t>
            </w:r>
          </w:p>
        </w:tc>
        <w:tc>
          <w:tcPr>
            <w:tcW w:w="775" w:type="dxa"/>
            <w:gridSpan w:val="5"/>
            <w:vMerge/>
            <w:shd w:val="clear" w:color="auto" w:fill="auto"/>
            <w:vAlign w:val="bottom"/>
          </w:tcPr>
          <w:p w:rsidR="002F5C47" w:rsidRPr="00946B9E" w:rsidRDefault="002F5C47" w:rsidP="002F5C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9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8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RACER 65L 75D23L</w:t>
            </w:r>
          </w:p>
        </w:tc>
        <w:tc>
          <w:tcPr>
            <w:tcW w:w="775" w:type="dxa"/>
            <w:gridSpan w:val="5"/>
            <w:vMerge/>
            <w:shd w:val="clear" w:color="auto" w:fill="auto"/>
            <w:vAlign w:val="bottom"/>
          </w:tcPr>
          <w:p w:rsidR="002F5C47" w:rsidRPr="00946B9E" w:rsidRDefault="002F5C47" w:rsidP="002F5C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6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9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46B9E">
              <w:rPr>
                <w:color w:val="000000"/>
                <w:sz w:val="22"/>
                <w:szCs w:val="22"/>
              </w:rPr>
              <w:t>Solite</w:t>
            </w:r>
            <w:proofErr w:type="spellEnd"/>
            <w:r w:rsidRPr="00946B9E">
              <w:rPr>
                <w:color w:val="000000"/>
                <w:sz w:val="22"/>
                <w:szCs w:val="22"/>
              </w:rPr>
              <w:t xml:space="preserve"> 85L 95D26L</w:t>
            </w:r>
          </w:p>
        </w:tc>
        <w:tc>
          <w:tcPr>
            <w:tcW w:w="775" w:type="dxa"/>
            <w:gridSpan w:val="5"/>
            <w:vMerge/>
            <w:shd w:val="clear" w:color="auto" w:fill="auto"/>
            <w:vAlign w:val="bottom"/>
          </w:tcPr>
          <w:p w:rsidR="002F5C47" w:rsidRPr="00946B9E" w:rsidRDefault="002F5C47" w:rsidP="002F5C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2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10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MF 105D31 90L</w:t>
            </w:r>
          </w:p>
        </w:tc>
        <w:tc>
          <w:tcPr>
            <w:tcW w:w="775" w:type="dxa"/>
            <w:gridSpan w:val="5"/>
            <w:vMerge/>
            <w:shd w:val="clear" w:color="auto" w:fill="auto"/>
            <w:vAlign w:val="bottom"/>
          </w:tcPr>
          <w:p w:rsidR="002F5C47" w:rsidRPr="00946B9E" w:rsidRDefault="002F5C47" w:rsidP="002F5C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9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11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Аккумуляторная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6СТ-60</w:t>
            </w:r>
          </w:p>
        </w:tc>
        <w:tc>
          <w:tcPr>
            <w:tcW w:w="775" w:type="dxa"/>
            <w:gridSpan w:val="5"/>
            <w:vMerge/>
            <w:shd w:val="clear" w:color="auto" w:fill="auto"/>
            <w:vAlign w:val="bottom"/>
          </w:tcPr>
          <w:p w:rsidR="002F5C47" w:rsidRPr="00946B9E" w:rsidRDefault="002F5C47" w:rsidP="002F5C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4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12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Аккумуляторная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6СТ-75</w:t>
            </w:r>
          </w:p>
        </w:tc>
        <w:tc>
          <w:tcPr>
            <w:tcW w:w="775" w:type="dxa"/>
            <w:gridSpan w:val="5"/>
            <w:vMerge/>
            <w:shd w:val="clear" w:color="auto" w:fill="auto"/>
            <w:vAlign w:val="bottom"/>
          </w:tcPr>
          <w:p w:rsidR="002F5C47" w:rsidRPr="00946B9E" w:rsidRDefault="002F5C47" w:rsidP="002F5C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15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13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Аккумуляторная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6СТ-90</w:t>
            </w:r>
          </w:p>
        </w:tc>
        <w:tc>
          <w:tcPr>
            <w:tcW w:w="775" w:type="dxa"/>
            <w:gridSpan w:val="5"/>
            <w:vMerge/>
            <w:shd w:val="clear" w:color="auto" w:fill="auto"/>
            <w:vAlign w:val="bottom"/>
          </w:tcPr>
          <w:p w:rsidR="002F5C47" w:rsidRPr="00946B9E" w:rsidRDefault="002F5C47" w:rsidP="002F5C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27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14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Аккумуляторная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95D26L</w:t>
            </w:r>
          </w:p>
        </w:tc>
        <w:tc>
          <w:tcPr>
            <w:tcW w:w="775" w:type="dxa"/>
            <w:gridSpan w:val="5"/>
            <w:vMerge/>
            <w:shd w:val="clear" w:color="auto" w:fill="auto"/>
            <w:vAlign w:val="bottom"/>
          </w:tcPr>
          <w:p w:rsidR="002F5C47" w:rsidRPr="00946B9E" w:rsidRDefault="002F5C47" w:rsidP="002F5C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4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15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46B9E">
              <w:rPr>
                <w:color w:val="000000"/>
                <w:sz w:val="22"/>
                <w:szCs w:val="22"/>
              </w:rPr>
              <w:t>Rocket</w:t>
            </w:r>
            <w:proofErr w:type="spellEnd"/>
            <w:r w:rsidRPr="00946B9E">
              <w:rPr>
                <w:color w:val="000000"/>
                <w:sz w:val="22"/>
                <w:szCs w:val="22"/>
              </w:rPr>
              <w:t xml:space="preserve"> N150L</w:t>
            </w:r>
          </w:p>
        </w:tc>
        <w:tc>
          <w:tcPr>
            <w:tcW w:w="775" w:type="dxa"/>
            <w:gridSpan w:val="5"/>
            <w:vMerge/>
            <w:shd w:val="clear" w:color="auto" w:fill="auto"/>
            <w:vAlign w:val="bottom"/>
          </w:tcPr>
          <w:p w:rsidR="002F5C47" w:rsidRPr="00946B9E" w:rsidRDefault="002F5C47" w:rsidP="002F5C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2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16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6СТ-110</w:t>
            </w:r>
          </w:p>
        </w:tc>
        <w:tc>
          <w:tcPr>
            <w:tcW w:w="775" w:type="dxa"/>
            <w:gridSpan w:val="5"/>
            <w:vMerge/>
            <w:shd w:val="clear" w:color="auto" w:fill="auto"/>
            <w:vAlign w:val="bottom"/>
          </w:tcPr>
          <w:p w:rsidR="002F5C47" w:rsidRPr="00946B9E" w:rsidRDefault="002F5C47" w:rsidP="002F5C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6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17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46B9E">
              <w:rPr>
                <w:color w:val="000000"/>
                <w:sz w:val="22"/>
                <w:szCs w:val="22"/>
              </w:rPr>
              <w:t>Solite</w:t>
            </w:r>
            <w:proofErr w:type="spellEnd"/>
            <w:r w:rsidRPr="00946B9E">
              <w:rPr>
                <w:color w:val="000000"/>
                <w:sz w:val="22"/>
                <w:szCs w:val="22"/>
              </w:rPr>
              <w:t xml:space="preserve"> 120 130F51</w:t>
            </w:r>
          </w:p>
        </w:tc>
        <w:tc>
          <w:tcPr>
            <w:tcW w:w="775" w:type="dxa"/>
            <w:gridSpan w:val="5"/>
            <w:vMerge/>
            <w:shd w:val="clear" w:color="auto" w:fill="auto"/>
            <w:vAlign w:val="bottom"/>
          </w:tcPr>
          <w:p w:rsidR="002F5C47" w:rsidRPr="00946B9E" w:rsidRDefault="002F5C47" w:rsidP="002F5C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5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18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Аккумуляторная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TITAN ARCTIC 6СТ-100.0 L</w:t>
            </w:r>
          </w:p>
        </w:tc>
        <w:tc>
          <w:tcPr>
            <w:tcW w:w="775" w:type="dxa"/>
            <w:gridSpan w:val="5"/>
            <w:vMerge/>
            <w:shd w:val="clear" w:color="auto" w:fill="auto"/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1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19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Аккумуляторная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6СТ-132</w:t>
            </w:r>
          </w:p>
        </w:tc>
        <w:tc>
          <w:tcPr>
            <w:tcW w:w="775" w:type="dxa"/>
            <w:gridSpan w:val="5"/>
            <w:vMerge/>
            <w:shd w:val="clear" w:color="auto" w:fill="auto"/>
            <w:vAlign w:val="bottom"/>
          </w:tcPr>
          <w:p w:rsidR="002F5C47" w:rsidRPr="00946B9E" w:rsidRDefault="002F5C47" w:rsidP="002F5C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2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20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Аккумуляторная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6СТ-190</w:t>
            </w:r>
          </w:p>
        </w:tc>
        <w:tc>
          <w:tcPr>
            <w:tcW w:w="775" w:type="dxa"/>
            <w:gridSpan w:val="5"/>
            <w:vMerge/>
            <w:shd w:val="clear" w:color="auto" w:fill="auto"/>
            <w:vAlign w:val="bottom"/>
          </w:tcPr>
          <w:p w:rsidR="002F5C47" w:rsidRPr="00946B9E" w:rsidRDefault="002F5C47" w:rsidP="002F5C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27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21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Аккумуляторная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946B9E">
              <w:rPr>
                <w:color w:val="000000"/>
                <w:sz w:val="22"/>
                <w:szCs w:val="22"/>
                <w:lang w:val="en-US"/>
              </w:rPr>
              <w:t>Unikum</w:t>
            </w:r>
            <w:proofErr w:type="spellEnd"/>
            <w:r w:rsidRPr="00946B9E">
              <w:rPr>
                <w:color w:val="000000"/>
                <w:sz w:val="22"/>
                <w:szCs w:val="22"/>
                <w:lang w:val="en-US"/>
              </w:rPr>
              <w:t xml:space="preserve"> 6CN-140 N </w:t>
            </w:r>
            <w:r w:rsidRPr="00946B9E">
              <w:rPr>
                <w:color w:val="000000"/>
                <w:sz w:val="22"/>
                <w:szCs w:val="22"/>
              </w:rPr>
              <w:t>евро</w:t>
            </w:r>
            <w:r w:rsidRPr="00946B9E">
              <w:rPr>
                <w:color w:val="000000"/>
                <w:sz w:val="22"/>
                <w:szCs w:val="22"/>
                <w:lang w:val="en-US"/>
              </w:rPr>
              <w:t xml:space="preserve"> L</w:t>
            </w:r>
          </w:p>
        </w:tc>
        <w:tc>
          <w:tcPr>
            <w:tcW w:w="775" w:type="dxa"/>
            <w:gridSpan w:val="5"/>
            <w:vMerge/>
            <w:shd w:val="clear" w:color="auto" w:fill="auto"/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1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22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Аккумуляторная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46B9E">
              <w:rPr>
                <w:color w:val="000000"/>
                <w:sz w:val="22"/>
                <w:szCs w:val="22"/>
              </w:rPr>
              <w:t>Vaiper</w:t>
            </w:r>
            <w:proofErr w:type="spellEnd"/>
            <w:r w:rsidRPr="00946B9E">
              <w:rPr>
                <w:color w:val="000000"/>
                <w:sz w:val="22"/>
                <w:szCs w:val="22"/>
              </w:rPr>
              <w:t xml:space="preserve"> 190.0 L (ST)</w:t>
            </w:r>
          </w:p>
        </w:tc>
        <w:tc>
          <w:tcPr>
            <w:tcW w:w="775" w:type="dxa"/>
            <w:gridSpan w:val="5"/>
            <w:vMerge/>
            <w:shd w:val="clear" w:color="auto" w:fill="auto"/>
            <w:vAlign w:val="bottom"/>
          </w:tcPr>
          <w:p w:rsidR="002F5C47" w:rsidRPr="00946B9E" w:rsidRDefault="002F5C47" w:rsidP="002F5C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4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bottom"/>
          </w:tcPr>
          <w:p w:rsidR="002F5C47" w:rsidRPr="00946B9E" w:rsidRDefault="002F5C47" w:rsidP="000C1D91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23</w:t>
            </w:r>
          </w:p>
        </w:tc>
        <w:tc>
          <w:tcPr>
            <w:tcW w:w="175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46B9E">
              <w:rPr>
                <w:color w:val="000000"/>
                <w:sz w:val="22"/>
                <w:szCs w:val="22"/>
              </w:rPr>
              <w:t>Аккумуляторноя</w:t>
            </w:r>
            <w:proofErr w:type="spellEnd"/>
            <w:r w:rsidRPr="00946B9E">
              <w:rPr>
                <w:color w:val="000000"/>
                <w:sz w:val="22"/>
                <w:szCs w:val="22"/>
              </w:rPr>
              <w:t xml:space="preserve"> батарея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C47" w:rsidRPr="00946B9E" w:rsidRDefault="002F5C47">
            <w:pPr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6СТ-135N</w:t>
            </w:r>
          </w:p>
        </w:tc>
        <w:tc>
          <w:tcPr>
            <w:tcW w:w="775" w:type="dxa"/>
            <w:gridSpan w:val="5"/>
            <w:vMerge/>
            <w:shd w:val="clear" w:color="auto" w:fill="auto"/>
            <w:vAlign w:val="bottom"/>
          </w:tcPr>
          <w:p w:rsidR="002F5C47" w:rsidRPr="00946B9E" w:rsidRDefault="002F5C47" w:rsidP="002F5C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F24C96">
            <w:pPr>
              <w:jc w:val="center"/>
              <w:rPr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>6</w:t>
            </w:r>
          </w:p>
        </w:tc>
      </w:tr>
      <w:tr w:rsidR="004D583C" w:rsidRPr="00946B9E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D583C" w:rsidRPr="00946B9E" w:rsidRDefault="004D583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453" w:type="dxa"/>
            <w:gridSpan w:val="15"/>
          </w:tcPr>
          <w:p w:rsidR="004D583C" w:rsidRPr="00946B9E" w:rsidRDefault="004D583C" w:rsidP="00286286">
            <w:pPr>
              <w:jc w:val="right"/>
              <w:rPr>
                <w:b/>
                <w:sz w:val="22"/>
                <w:szCs w:val="22"/>
              </w:rPr>
            </w:pPr>
            <w:r w:rsidRPr="00946B9E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100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4D583C" w:rsidRPr="00946B9E" w:rsidRDefault="004D583C" w:rsidP="00E114B2">
            <w:pPr>
              <w:jc w:val="center"/>
              <w:rPr>
                <w:b/>
                <w:sz w:val="22"/>
                <w:szCs w:val="22"/>
              </w:rPr>
            </w:pPr>
            <w:r w:rsidRPr="00946B9E">
              <w:rPr>
                <w:b/>
                <w:sz w:val="22"/>
                <w:szCs w:val="22"/>
              </w:rPr>
              <w:t>155</w:t>
            </w:r>
          </w:p>
        </w:tc>
      </w:tr>
      <w:tr w:rsidR="004D583C" w:rsidRPr="00946B9E" w:rsidTr="0042419E">
        <w:trPr>
          <w:trHeight w:val="227"/>
          <w:jc w:val="center"/>
        </w:trPr>
        <w:tc>
          <w:tcPr>
            <w:tcW w:w="562" w:type="dxa"/>
            <w:vAlign w:val="center"/>
          </w:tcPr>
          <w:p w:rsidR="004D583C" w:rsidRPr="00946B9E" w:rsidRDefault="004D583C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946B9E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946B9E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946B9E">
              <w:rPr>
                <w:sz w:val="22"/>
                <w:szCs w:val="22"/>
              </w:rPr>
              <w:t xml:space="preserve"> </w:t>
            </w:r>
            <w:r w:rsidRPr="00946B9E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453" w:type="dxa"/>
            <w:gridSpan w:val="17"/>
          </w:tcPr>
          <w:p w:rsidR="004D583C" w:rsidRPr="00946B9E" w:rsidRDefault="004D583C" w:rsidP="00AE7922">
            <w:pPr>
              <w:rPr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946B9E">
              <w:rPr>
                <w:bCs/>
                <w:sz w:val="22"/>
                <w:szCs w:val="22"/>
              </w:rPr>
              <w:t>ИНН/КПП 2801108200/253</w:t>
            </w:r>
            <w:r w:rsidRPr="00946B9E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4D583C" w:rsidRPr="00946B9E" w:rsidTr="0042419E">
        <w:trPr>
          <w:trHeight w:val="227"/>
          <w:jc w:val="center"/>
        </w:trPr>
        <w:tc>
          <w:tcPr>
            <w:tcW w:w="562" w:type="dxa"/>
            <w:vAlign w:val="center"/>
          </w:tcPr>
          <w:p w:rsidR="004D583C" w:rsidRPr="00946B9E" w:rsidRDefault="004D583C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946B9E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946B9E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453" w:type="dxa"/>
            <w:gridSpan w:val="17"/>
          </w:tcPr>
          <w:p w:rsidR="004D583C" w:rsidRPr="00946B9E" w:rsidRDefault="004D583C" w:rsidP="00AE7922">
            <w:pPr>
              <w:rPr>
                <w:sz w:val="22"/>
                <w:szCs w:val="22"/>
              </w:rPr>
            </w:pPr>
            <w:proofErr w:type="gramStart"/>
            <w:r w:rsidRPr="00946B9E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946B9E">
              <w:rPr>
                <w:sz w:val="22"/>
                <w:szCs w:val="22"/>
              </w:rPr>
              <w:t>ж.д</w:t>
            </w:r>
            <w:proofErr w:type="spellEnd"/>
            <w:r w:rsidRPr="00946B9E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4D583C" w:rsidRPr="00946B9E" w:rsidRDefault="004D583C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4D583C" w:rsidRPr="00946B9E" w:rsidTr="0042419E">
        <w:trPr>
          <w:trHeight w:val="227"/>
          <w:jc w:val="center"/>
        </w:trPr>
        <w:tc>
          <w:tcPr>
            <w:tcW w:w="9830" w:type="dxa"/>
            <w:gridSpan w:val="19"/>
            <w:vAlign w:val="center"/>
          </w:tcPr>
          <w:p w:rsidR="004D583C" w:rsidRPr="00946B9E" w:rsidRDefault="004D583C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46B9E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III </w:t>
            </w:r>
            <w:r w:rsidRPr="00946B9E">
              <w:rPr>
                <w:b/>
                <w:bCs/>
                <w:color w:val="000000"/>
                <w:sz w:val="22"/>
                <w:szCs w:val="22"/>
              </w:rPr>
              <w:t>Партия № 3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 w:val="restart"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B43745">
            <w:pPr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4"/>
            <w:vAlign w:val="center"/>
          </w:tcPr>
          <w:p w:rsidR="002F5C47" w:rsidRPr="00946B9E" w:rsidRDefault="002F5C47" w:rsidP="00AE057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758" w:type="dxa"/>
            <w:vAlign w:val="center"/>
          </w:tcPr>
          <w:p w:rsidR="002F5C47" w:rsidRPr="00946B9E" w:rsidRDefault="002F5C47" w:rsidP="00AE057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612" w:type="dxa"/>
            <w:gridSpan w:val="3"/>
            <w:vAlign w:val="center"/>
          </w:tcPr>
          <w:p w:rsidR="002F5C47" w:rsidRPr="00946B9E" w:rsidRDefault="002F5C47" w:rsidP="00AE057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Технические характеристики АКБ</w:t>
            </w:r>
          </w:p>
        </w:tc>
        <w:tc>
          <w:tcPr>
            <w:tcW w:w="715" w:type="dxa"/>
            <w:gridSpan w:val="3"/>
            <w:vAlign w:val="center"/>
          </w:tcPr>
          <w:p w:rsidR="002F5C47" w:rsidRPr="00946B9E" w:rsidRDefault="002F5C47" w:rsidP="00AE057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Об аналогах</w:t>
            </w:r>
          </w:p>
        </w:tc>
        <w:tc>
          <w:tcPr>
            <w:tcW w:w="723" w:type="dxa"/>
            <w:gridSpan w:val="3"/>
            <w:vAlign w:val="center"/>
          </w:tcPr>
          <w:p w:rsidR="002F5C47" w:rsidRPr="00946B9E" w:rsidRDefault="002F5C47" w:rsidP="00AE057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1006" w:type="dxa"/>
            <w:gridSpan w:val="3"/>
            <w:vAlign w:val="center"/>
          </w:tcPr>
          <w:p w:rsidR="002F5C47" w:rsidRPr="00946B9E" w:rsidRDefault="002F5C47" w:rsidP="00AE057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F5C47" w:rsidRPr="00946B9E" w:rsidRDefault="002F5C47" w:rsidP="00F24C96">
            <w:pPr>
              <w:jc w:val="center"/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758" w:type="dxa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12" w:type="dxa"/>
            <w:gridSpan w:val="3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  <w:lang w:val="en-US"/>
              </w:rPr>
              <w:t>SUPREME</w:t>
            </w:r>
            <w:r w:rsidRPr="00946B9E">
              <w:rPr>
                <w:rFonts w:eastAsia="Symbol"/>
                <w:sz w:val="22"/>
                <w:szCs w:val="22"/>
              </w:rPr>
              <w:t xml:space="preserve"> 85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D</w:t>
            </w:r>
            <w:r w:rsidRPr="00946B9E">
              <w:rPr>
                <w:rFonts w:eastAsia="Symbol"/>
                <w:sz w:val="22"/>
                <w:szCs w:val="22"/>
              </w:rPr>
              <w:t>26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L</w:t>
            </w:r>
            <w:r w:rsidRPr="00946B9E">
              <w:rPr>
                <w:rFonts w:eastAsia="Symbol"/>
                <w:sz w:val="22"/>
                <w:szCs w:val="22"/>
              </w:rPr>
              <w:t>-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SMF</w:t>
            </w:r>
            <w:r w:rsidRPr="00946B9E">
              <w:rPr>
                <w:rFonts w:eastAsia="Symbol"/>
                <w:sz w:val="22"/>
                <w:szCs w:val="22"/>
              </w:rPr>
              <w:t xml:space="preserve"> Необслуживаемая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Полярность "+": левая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Емкость – 80 </w:t>
            </w:r>
            <w:proofErr w:type="spellStart"/>
            <w:r w:rsidRPr="00946B9E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Габариты - 260x173x222 мм</w:t>
            </w:r>
          </w:p>
        </w:tc>
        <w:tc>
          <w:tcPr>
            <w:tcW w:w="715" w:type="dxa"/>
            <w:gridSpan w:val="3"/>
            <w:vMerge w:val="restart"/>
            <w:textDirection w:val="btLr"/>
          </w:tcPr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Либо аналог</w:t>
            </w: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  <w:p w:rsidR="002F5C47" w:rsidRPr="00946B9E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4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F5C47" w:rsidRPr="00946B9E" w:rsidRDefault="002F5C47" w:rsidP="00F24C96">
            <w:pPr>
              <w:jc w:val="center"/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758" w:type="dxa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12" w:type="dxa"/>
            <w:gridSpan w:val="3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  <w:lang w:val="en-US"/>
              </w:rPr>
              <w:t>SUPREME</w:t>
            </w:r>
            <w:r w:rsidRPr="00946B9E">
              <w:rPr>
                <w:rFonts w:eastAsia="Symbol"/>
                <w:sz w:val="22"/>
                <w:szCs w:val="22"/>
              </w:rPr>
              <w:t xml:space="preserve"> 65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D</w:t>
            </w:r>
            <w:r w:rsidRPr="00946B9E">
              <w:rPr>
                <w:rFonts w:eastAsia="Symbol"/>
                <w:sz w:val="22"/>
                <w:szCs w:val="22"/>
              </w:rPr>
              <w:t>23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L</w:t>
            </w:r>
            <w:r w:rsidRPr="00946B9E">
              <w:rPr>
                <w:rFonts w:eastAsia="Symbol"/>
                <w:sz w:val="22"/>
                <w:szCs w:val="22"/>
              </w:rPr>
              <w:t>-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SMF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Полярность "+": левая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Емкость – 60 </w:t>
            </w:r>
            <w:proofErr w:type="spellStart"/>
            <w:r w:rsidRPr="00946B9E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Габариты -</w:t>
            </w:r>
            <w:r>
              <w:rPr>
                <w:rFonts w:eastAsia="Symbol"/>
                <w:sz w:val="22"/>
                <w:szCs w:val="22"/>
              </w:rPr>
              <w:t xml:space="preserve"> не более</w:t>
            </w:r>
            <w:r w:rsidRPr="00946B9E">
              <w:rPr>
                <w:rFonts w:eastAsia="Symbol"/>
                <w:sz w:val="22"/>
                <w:szCs w:val="22"/>
              </w:rPr>
              <w:t xml:space="preserve"> 232x173x225 мм</w:t>
            </w:r>
          </w:p>
        </w:tc>
        <w:tc>
          <w:tcPr>
            <w:tcW w:w="715" w:type="dxa"/>
            <w:gridSpan w:val="3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>5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F5C47" w:rsidRPr="00946B9E" w:rsidRDefault="002F5C47" w:rsidP="00F24C96">
            <w:pPr>
              <w:jc w:val="center"/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758" w:type="dxa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12" w:type="dxa"/>
            <w:gridSpan w:val="3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  <w:lang w:val="en-US"/>
              </w:rPr>
              <w:t>SUPREME</w:t>
            </w:r>
            <w:r w:rsidRPr="00946B9E">
              <w:rPr>
                <w:rFonts w:eastAsia="Symbol"/>
                <w:sz w:val="22"/>
                <w:szCs w:val="22"/>
              </w:rPr>
              <w:t xml:space="preserve"> 105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D</w:t>
            </w:r>
            <w:r w:rsidRPr="00946B9E">
              <w:rPr>
                <w:rFonts w:eastAsia="Symbol"/>
                <w:sz w:val="22"/>
                <w:szCs w:val="22"/>
              </w:rPr>
              <w:t>31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L</w:t>
            </w:r>
            <w:r w:rsidRPr="00946B9E">
              <w:rPr>
                <w:rFonts w:eastAsia="Symbol"/>
                <w:sz w:val="22"/>
                <w:szCs w:val="22"/>
              </w:rPr>
              <w:t>-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SMF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Полярность "+": левая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Емкость – 90 </w:t>
            </w:r>
            <w:proofErr w:type="spellStart"/>
            <w:r w:rsidRPr="00946B9E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Габариты - </w:t>
            </w:r>
            <w:r>
              <w:rPr>
                <w:rFonts w:eastAsia="Symbol"/>
                <w:sz w:val="22"/>
                <w:szCs w:val="22"/>
              </w:rPr>
              <w:t xml:space="preserve">не более  </w:t>
            </w:r>
            <w:r w:rsidRPr="00946B9E">
              <w:rPr>
                <w:rFonts w:eastAsia="Symbol"/>
                <w:sz w:val="22"/>
                <w:szCs w:val="22"/>
              </w:rPr>
              <w:t>303x173x225 мм</w:t>
            </w:r>
          </w:p>
        </w:tc>
        <w:tc>
          <w:tcPr>
            <w:tcW w:w="715" w:type="dxa"/>
            <w:gridSpan w:val="3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>7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F5C47" w:rsidRPr="00946B9E" w:rsidRDefault="002F5C47" w:rsidP="00F24C96">
            <w:pPr>
              <w:jc w:val="center"/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58" w:type="dxa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12" w:type="dxa"/>
            <w:gridSpan w:val="3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proofErr w:type="spellStart"/>
            <w:r w:rsidRPr="00946B9E">
              <w:rPr>
                <w:rFonts w:eastAsia="Symbol"/>
                <w:sz w:val="22"/>
                <w:szCs w:val="22"/>
              </w:rPr>
              <w:t>Medalist</w:t>
            </w:r>
            <w:proofErr w:type="spellEnd"/>
            <w:r w:rsidRPr="00946B9E">
              <w:rPr>
                <w:rFonts w:eastAsia="Symbol"/>
                <w:sz w:val="22"/>
                <w:szCs w:val="22"/>
              </w:rPr>
              <w:t xml:space="preserve"> 105D31L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Напряжение – 12V.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Полярность "+": левая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Емкость – 65 </w:t>
            </w:r>
            <w:proofErr w:type="spellStart"/>
            <w:r w:rsidRPr="00946B9E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Габариты - </w:t>
            </w:r>
            <w:r>
              <w:rPr>
                <w:rFonts w:eastAsia="Symbol"/>
                <w:sz w:val="22"/>
                <w:szCs w:val="22"/>
              </w:rPr>
              <w:t xml:space="preserve">не более  </w:t>
            </w:r>
            <w:r w:rsidRPr="00946B9E">
              <w:rPr>
                <w:rFonts w:eastAsia="Symbol"/>
                <w:sz w:val="22"/>
                <w:szCs w:val="22"/>
              </w:rPr>
              <w:t>230x170x200 мм</w:t>
            </w:r>
          </w:p>
        </w:tc>
        <w:tc>
          <w:tcPr>
            <w:tcW w:w="715" w:type="dxa"/>
            <w:gridSpan w:val="3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2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F5C47" w:rsidRPr="00946B9E" w:rsidRDefault="002F5C47" w:rsidP="00F24C96">
            <w:pPr>
              <w:jc w:val="center"/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758" w:type="dxa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12" w:type="dxa"/>
            <w:gridSpan w:val="3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  <w:lang w:val="en-US"/>
              </w:rPr>
            </w:pPr>
            <w:r w:rsidRPr="00946B9E">
              <w:rPr>
                <w:rFonts w:eastAsia="Symbol"/>
                <w:sz w:val="22"/>
                <w:szCs w:val="22"/>
                <w:lang w:val="en-US"/>
              </w:rPr>
              <w:t xml:space="preserve">R-drive </w:t>
            </w:r>
            <w:proofErr w:type="spellStart"/>
            <w:r w:rsidRPr="00946B9E">
              <w:rPr>
                <w:rFonts w:eastAsia="Symbol"/>
                <w:sz w:val="22"/>
                <w:szCs w:val="22"/>
                <w:lang w:val="en-US"/>
              </w:rPr>
              <w:t>Extremal</w:t>
            </w:r>
            <w:proofErr w:type="spellEnd"/>
            <w:r w:rsidRPr="00946B9E">
              <w:rPr>
                <w:rFonts w:eastAsia="Symbol"/>
                <w:sz w:val="22"/>
                <w:szCs w:val="22"/>
                <w:lang w:val="en-US"/>
              </w:rPr>
              <w:t xml:space="preserve"> HD Y50-N18L-A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Напряжение – 12V.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Полярность "+": левая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Емкость – 20 </w:t>
            </w:r>
            <w:proofErr w:type="spellStart"/>
            <w:r w:rsidRPr="00946B9E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Габариты - </w:t>
            </w:r>
            <w:r>
              <w:rPr>
                <w:rFonts w:eastAsia="Symbol"/>
                <w:sz w:val="22"/>
                <w:szCs w:val="22"/>
              </w:rPr>
              <w:t xml:space="preserve">не более  </w:t>
            </w:r>
            <w:r w:rsidRPr="00946B9E">
              <w:rPr>
                <w:rFonts w:eastAsia="Symbol"/>
                <w:sz w:val="22"/>
                <w:szCs w:val="22"/>
              </w:rPr>
              <w:t>205x90x162 мм</w:t>
            </w:r>
          </w:p>
        </w:tc>
        <w:tc>
          <w:tcPr>
            <w:tcW w:w="715" w:type="dxa"/>
            <w:gridSpan w:val="3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F5C47" w:rsidRPr="00946B9E" w:rsidRDefault="002F5C47" w:rsidP="00F24C96">
            <w:pPr>
              <w:jc w:val="center"/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758" w:type="dxa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12" w:type="dxa"/>
            <w:gridSpan w:val="3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MEDALIST 105D31R 90</w:t>
            </w:r>
            <w:proofErr w:type="gramStart"/>
            <w:r w:rsidRPr="00946B9E">
              <w:rPr>
                <w:rFonts w:eastAsia="Symbol"/>
                <w:sz w:val="22"/>
                <w:szCs w:val="22"/>
              </w:rPr>
              <w:t xml:space="preserve"> А</w:t>
            </w:r>
            <w:proofErr w:type="gramEnd"/>
            <w:r w:rsidRPr="00946B9E">
              <w:rPr>
                <w:rFonts w:eastAsia="Symbol"/>
                <w:sz w:val="22"/>
                <w:szCs w:val="22"/>
              </w:rPr>
              <w:t>/ч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Напряжение – 12V.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Полярность "+": правая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Емкость – 90 </w:t>
            </w:r>
            <w:proofErr w:type="spellStart"/>
            <w:r w:rsidRPr="00946B9E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Габариты - </w:t>
            </w:r>
            <w:r>
              <w:rPr>
                <w:rFonts w:eastAsia="Symbol"/>
                <w:sz w:val="22"/>
                <w:szCs w:val="22"/>
              </w:rPr>
              <w:t xml:space="preserve">не более  </w:t>
            </w:r>
            <w:r w:rsidRPr="00946B9E">
              <w:rPr>
                <w:rFonts w:eastAsia="Symbol"/>
                <w:sz w:val="22"/>
                <w:szCs w:val="22"/>
              </w:rPr>
              <w:t>306x173x225 мм</w:t>
            </w:r>
          </w:p>
        </w:tc>
        <w:tc>
          <w:tcPr>
            <w:tcW w:w="715" w:type="dxa"/>
            <w:gridSpan w:val="3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2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F5C47" w:rsidRPr="00946B9E" w:rsidRDefault="002F5C47" w:rsidP="00F24C96">
            <w:pPr>
              <w:jc w:val="center"/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758" w:type="dxa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12" w:type="dxa"/>
            <w:gridSpan w:val="3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6СТ-55</w:t>
            </w:r>
          </w:p>
        </w:tc>
        <w:tc>
          <w:tcPr>
            <w:tcW w:w="715" w:type="dxa"/>
            <w:gridSpan w:val="3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4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F5C47" w:rsidRPr="00946B9E" w:rsidRDefault="002F5C47" w:rsidP="00F24C96">
            <w:pPr>
              <w:jc w:val="center"/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758" w:type="dxa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2612" w:type="dxa"/>
            <w:gridSpan w:val="3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6СТ-60</w:t>
            </w:r>
          </w:p>
        </w:tc>
        <w:tc>
          <w:tcPr>
            <w:tcW w:w="715" w:type="dxa"/>
            <w:gridSpan w:val="3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8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F5C47" w:rsidRPr="00946B9E" w:rsidRDefault="002F5C47" w:rsidP="00F24C96">
            <w:pPr>
              <w:jc w:val="center"/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758" w:type="dxa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</w:t>
            </w:r>
            <w:r w:rsidRPr="00946B9E">
              <w:rPr>
                <w:rFonts w:eastAsia="Symbol"/>
                <w:sz w:val="22"/>
                <w:szCs w:val="22"/>
              </w:rPr>
              <w:lastRenderedPageBreak/>
              <w:t>я батарея</w:t>
            </w:r>
          </w:p>
        </w:tc>
        <w:tc>
          <w:tcPr>
            <w:tcW w:w="2612" w:type="dxa"/>
            <w:gridSpan w:val="3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lastRenderedPageBreak/>
              <w:t>6СТ-75</w:t>
            </w:r>
          </w:p>
        </w:tc>
        <w:tc>
          <w:tcPr>
            <w:tcW w:w="715" w:type="dxa"/>
            <w:gridSpan w:val="3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11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F5C47" w:rsidRPr="00946B9E" w:rsidRDefault="002F5C47" w:rsidP="00F24C96">
            <w:pPr>
              <w:jc w:val="center"/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758" w:type="dxa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12" w:type="dxa"/>
            <w:gridSpan w:val="3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6СТ-80</w:t>
            </w:r>
          </w:p>
        </w:tc>
        <w:tc>
          <w:tcPr>
            <w:tcW w:w="715" w:type="dxa"/>
            <w:gridSpan w:val="3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F5C47" w:rsidRPr="00946B9E" w:rsidRDefault="002F5C47" w:rsidP="00F24C96">
            <w:pPr>
              <w:jc w:val="center"/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758" w:type="dxa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12" w:type="dxa"/>
            <w:gridSpan w:val="3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6СТ-90</w:t>
            </w:r>
          </w:p>
        </w:tc>
        <w:tc>
          <w:tcPr>
            <w:tcW w:w="715" w:type="dxa"/>
            <w:gridSpan w:val="3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3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F5C47" w:rsidRPr="00946B9E" w:rsidRDefault="002F5C47" w:rsidP="00F24C96">
            <w:pPr>
              <w:jc w:val="center"/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758" w:type="dxa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12" w:type="dxa"/>
            <w:gridSpan w:val="3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6 СТ-66</w:t>
            </w:r>
          </w:p>
        </w:tc>
        <w:tc>
          <w:tcPr>
            <w:tcW w:w="715" w:type="dxa"/>
            <w:gridSpan w:val="3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2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F5C47" w:rsidRPr="00946B9E" w:rsidRDefault="002F5C47" w:rsidP="00F24C96">
            <w:pPr>
              <w:jc w:val="center"/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58" w:type="dxa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12" w:type="dxa"/>
            <w:gridSpan w:val="3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6 </w:t>
            </w:r>
            <w:proofErr w:type="gramStart"/>
            <w:r w:rsidRPr="00946B9E">
              <w:rPr>
                <w:rFonts w:eastAsia="Symbol"/>
                <w:sz w:val="22"/>
                <w:szCs w:val="22"/>
              </w:rPr>
              <w:t>СТ</w:t>
            </w:r>
            <w:proofErr w:type="gramEnd"/>
            <w:r w:rsidRPr="00946B9E">
              <w:rPr>
                <w:rFonts w:eastAsia="Symbol"/>
                <w:sz w:val="22"/>
                <w:szCs w:val="22"/>
              </w:rPr>
              <w:t xml:space="preserve"> 100.1 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TITAN</w:t>
            </w:r>
            <w:r w:rsidRPr="00946B9E">
              <w:rPr>
                <w:rFonts w:eastAsia="Symbol"/>
                <w:sz w:val="22"/>
                <w:szCs w:val="22"/>
              </w:rPr>
              <w:t xml:space="preserve"> 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Полярность "+": правая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Емкость – 100 </w:t>
            </w:r>
            <w:proofErr w:type="spellStart"/>
            <w:r w:rsidRPr="00946B9E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Габариты - </w:t>
            </w:r>
            <w:r>
              <w:rPr>
                <w:rFonts w:eastAsia="Symbol"/>
                <w:sz w:val="22"/>
                <w:szCs w:val="22"/>
              </w:rPr>
              <w:t xml:space="preserve">не более  </w:t>
            </w:r>
            <w:r w:rsidRPr="00946B9E">
              <w:rPr>
                <w:rFonts w:eastAsia="Symbol"/>
                <w:sz w:val="22"/>
                <w:szCs w:val="22"/>
              </w:rPr>
              <w:t>352x175x190 мм</w:t>
            </w:r>
          </w:p>
        </w:tc>
        <w:tc>
          <w:tcPr>
            <w:tcW w:w="715" w:type="dxa"/>
            <w:gridSpan w:val="3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>1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F5C47" w:rsidRPr="00946B9E" w:rsidRDefault="002F5C47" w:rsidP="00F24C96">
            <w:pPr>
              <w:jc w:val="center"/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758" w:type="dxa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12" w:type="dxa"/>
            <w:gridSpan w:val="3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SOLITE, CMF 105D 31 L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Напряжение: 12V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Полярность "+": левая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Емкость: 90Ач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Габариты:</w:t>
            </w:r>
            <w:r>
              <w:rPr>
                <w:rFonts w:eastAsia="Symbol"/>
                <w:sz w:val="22"/>
                <w:szCs w:val="22"/>
              </w:rPr>
              <w:t xml:space="preserve"> не более</w:t>
            </w:r>
            <w:r w:rsidRPr="00946B9E">
              <w:rPr>
                <w:rFonts w:eastAsia="Symbol"/>
                <w:sz w:val="22"/>
                <w:szCs w:val="22"/>
              </w:rPr>
              <w:t xml:space="preserve"> 310*170*200 мм</w:t>
            </w:r>
          </w:p>
        </w:tc>
        <w:tc>
          <w:tcPr>
            <w:tcW w:w="715" w:type="dxa"/>
            <w:gridSpan w:val="3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6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F5C47" w:rsidRPr="00946B9E" w:rsidRDefault="002F5C47" w:rsidP="00F24C96">
            <w:pPr>
              <w:jc w:val="center"/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758" w:type="dxa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12" w:type="dxa"/>
            <w:gridSpan w:val="3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SOLITE, CMF 105D31 R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Напряжение: 12V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Полярность "+": правая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Емкость: 90Ач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Габариты: </w:t>
            </w:r>
            <w:r>
              <w:rPr>
                <w:rFonts w:eastAsia="Symbol"/>
                <w:sz w:val="22"/>
                <w:szCs w:val="22"/>
              </w:rPr>
              <w:t xml:space="preserve">не более </w:t>
            </w:r>
            <w:r w:rsidRPr="00946B9E">
              <w:rPr>
                <w:rFonts w:eastAsia="Symbol"/>
                <w:sz w:val="22"/>
                <w:szCs w:val="22"/>
              </w:rPr>
              <w:t>310*170*200 мм</w:t>
            </w:r>
          </w:p>
        </w:tc>
        <w:tc>
          <w:tcPr>
            <w:tcW w:w="715" w:type="dxa"/>
            <w:gridSpan w:val="3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2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F5C47" w:rsidRPr="00946B9E" w:rsidRDefault="002F5C47" w:rsidP="00F24C96">
            <w:pPr>
              <w:jc w:val="center"/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1758" w:type="dxa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12" w:type="dxa"/>
            <w:gridSpan w:val="3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6СТ-132</w:t>
            </w:r>
          </w:p>
        </w:tc>
        <w:tc>
          <w:tcPr>
            <w:tcW w:w="715" w:type="dxa"/>
            <w:gridSpan w:val="3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2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F5C47" w:rsidRPr="00946B9E" w:rsidRDefault="002F5C47" w:rsidP="00F24C96">
            <w:pPr>
              <w:jc w:val="center"/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1758" w:type="dxa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12" w:type="dxa"/>
            <w:gridSpan w:val="3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6СТ-190</w:t>
            </w:r>
          </w:p>
        </w:tc>
        <w:tc>
          <w:tcPr>
            <w:tcW w:w="715" w:type="dxa"/>
            <w:gridSpan w:val="3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16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F5C47" w:rsidRPr="00946B9E" w:rsidRDefault="002F5C47" w:rsidP="00F24C96">
            <w:pPr>
              <w:jc w:val="center"/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1758" w:type="dxa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12" w:type="dxa"/>
            <w:gridSpan w:val="3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6СТ-190 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N</w:t>
            </w:r>
            <w:r w:rsidRPr="00946B9E">
              <w:rPr>
                <w:rFonts w:eastAsia="Symbol"/>
                <w:sz w:val="22"/>
                <w:szCs w:val="22"/>
              </w:rPr>
              <w:t xml:space="preserve"> ИСТОК 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MEGA</w:t>
            </w:r>
            <w:r w:rsidRPr="00946B9E">
              <w:rPr>
                <w:rFonts w:eastAsia="Symbol"/>
                <w:sz w:val="22"/>
                <w:szCs w:val="22"/>
              </w:rPr>
              <w:t xml:space="preserve"> 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BATT</w:t>
            </w:r>
            <w:r w:rsidRPr="00946B9E">
              <w:rPr>
                <w:rFonts w:eastAsia="Symbol"/>
                <w:sz w:val="22"/>
                <w:szCs w:val="22"/>
              </w:rPr>
              <w:t xml:space="preserve"> Напряжение: 12V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Полярность "+": правая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Емкость: 190Ач</w:t>
            </w:r>
          </w:p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Габариты: </w:t>
            </w:r>
            <w:r>
              <w:rPr>
                <w:rFonts w:eastAsia="Symbol"/>
                <w:sz w:val="22"/>
                <w:szCs w:val="22"/>
              </w:rPr>
              <w:t xml:space="preserve">не более  </w:t>
            </w:r>
            <w:r w:rsidRPr="00946B9E">
              <w:rPr>
                <w:rFonts w:eastAsia="Symbol"/>
                <w:sz w:val="22"/>
                <w:szCs w:val="22"/>
              </w:rPr>
              <w:t>513</w:t>
            </w:r>
            <w:r>
              <w:rPr>
                <w:rFonts w:eastAsia="Symbol"/>
                <w:sz w:val="22"/>
                <w:szCs w:val="22"/>
              </w:rPr>
              <w:t>х</w:t>
            </w:r>
            <w:r w:rsidRPr="00946B9E">
              <w:rPr>
                <w:rFonts w:eastAsia="Symbol"/>
                <w:sz w:val="22"/>
                <w:szCs w:val="22"/>
              </w:rPr>
              <w:t>223</w:t>
            </w:r>
            <w:r>
              <w:rPr>
                <w:rFonts w:eastAsia="Symbol"/>
                <w:sz w:val="22"/>
                <w:szCs w:val="22"/>
              </w:rPr>
              <w:t>х</w:t>
            </w:r>
            <w:r w:rsidRPr="00946B9E">
              <w:rPr>
                <w:rFonts w:eastAsia="Symbol"/>
                <w:sz w:val="22"/>
                <w:szCs w:val="22"/>
              </w:rPr>
              <w:t>217 мм</w:t>
            </w:r>
          </w:p>
        </w:tc>
        <w:tc>
          <w:tcPr>
            <w:tcW w:w="715" w:type="dxa"/>
            <w:gridSpan w:val="3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>2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F5C47" w:rsidRPr="00946B9E" w:rsidRDefault="002F5C47" w:rsidP="00F24C96">
            <w:pPr>
              <w:jc w:val="center"/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1758" w:type="dxa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612" w:type="dxa"/>
            <w:gridSpan w:val="3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  <w:lang w:val="en-US"/>
              </w:rPr>
              <w:t>SUPREME</w:t>
            </w:r>
            <w:r w:rsidRPr="00946B9E">
              <w:rPr>
                <w:rFonts w:eastAsia="Symbol"/>
                <w:sz w:val="22"/>
                <w:szCs w:val="22"/>
              </w:rPr>
              <w:t xml:space="preserve"> 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N</w:t>
            </w:r>
            <w:r w:rsidRPr="00946B9E">
              <w:rPr>
                <w:rFonts w:eastAsia="Symbol"/>
                <w:sz w:val="22"/>
                <w:szCs w:val="22"/>
              </w:rPr>
              <w:t>120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L</w:t>
            </w:r>
            <w:r w:rsidRPr="00946B9E">
              <w:rPr>
                <w:rFonts w:eastAsia="Symbol"/>
                <w:sz w:val="22"/>
                <w:szCs w:val="22"/>
              </w:rPr>
              <w:t>-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MF</w:t>
            </w:r>
            <w:r w:rsidRPr="00946B9E">
              <w:rPr>
                <w:rFonts w:eastAsia="Symbol"/>
                <w:sz w:val="22"/>
                <w:szCs w:val="22"/>
              </w:rPr>
              <w:t xml:space="preserve"> 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Напряжение: 12V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Емкость: 120Ач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Полярность "+": левая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Габариты: </w:t>
            </w:r>
            <w:r>
              <w:rPr>
                <w:rFonts w:eastAsia="Symbol"/>
                <w:sz w:val="22"/>
                <w:szCs w:val="22"/>
              </w:rPr>
              <w:t xml:space="preserve">не более </w:t>
            </w:r>
            <w:r w:rsidRPr="00946B9E">
              <w:rPr>
                <w:rFonts w:eastAsia="Symbol"/>
                <w:sz w:val="22"/>
                <w:szCs w:val="22"/>
              </w:rPr>
              <w:t>505*183*236 мм</w:t>
            </w:r>
          </w:p>
        </w:tc>
        <w:tc>
          <w:tcPr>
            <w:tcW w:w="715" w:type="dxa"/>
            <w:gridSpan w:val="3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23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10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2</w:t>
            </w:r>
          </w:p>
        </w:tc>
      </w:tr>
      <w:tr w:rsidR="004D583C" w:rsidRPr="00946B9E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D583C" w:rsidRPr="00946B9E" w:rsidRDefault="004D583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447" w:type="dxa"/>
            <w:gridSpan w:val="14"/>
            <w:vAlign w:val="center"/>
          </w:tcPr>
          <w:p w:rsidR="004D583C" w:rsidRPr="00946B9E" w:rsidRDefault="004D583C" w:rsidP="002862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46B9E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006" w:type="dxa"/>
            <w:gridSpan w:val="3"/>
            <w:vAlign w:val="center"/>
          </w:tcPr>
          <w:p w:rsidR="004D583C" w:rsidRPr="00946B9E" w:rsidRDefault="004D583C" w:rsidP="00E426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46B9E">
              <w:rPr>
                <w:b/>
                <w:bCs/>
                <w:color w:val="000000"/>
                <w:sz w:val="22"/>
                <w:szCs w:val="22"/>
              </w:rPr>
              <w:t>81</w:t>
            </w:r>
          </w:p>
        </w:tc>
      </w:tr>
      <w:tr w:rsidR="004D583C" w:rsidRPr="00946B9E" w:rsidTr="0042419E">
        <w:trPr>
          <w:trHeight w:val="227"/>
          <w:jc w:val="center"/>
        </w:trPr>
        <w:tc>
          <w:tcPr>
            <w:tcW w:w="562" w:type="dxa"/>
            <w:vAlign w:val="center"/>
          </w:tcPr>
          <w:p w:rsidR="004D583C" w:rsidRPr="00946B9E" w:rsidRDefault="004D583C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B43745">
            <w:pPr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946B9E">
              <w:rPr>
                <w:sz w:val="22"/>
                <w:szCs w:val="22"/>
              </w:rPr>
              <w:t xml:space="preserve"> </w:t>
            </w:r>
            <w:r w:rsidRPr="00946B9E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7453" w:type="dxa"/>
            <w:gridSpan w:val="17"/>
            <w:vAlign w:val="center"/>
          </w:tcPr>
          <w:p w:rsidR="004D583C" w:rsidRPr="00946B9E" w:rsidRDefault="004D583C" w:rsidP="00B71331">
            <w:pPr>
              <w:rPr>
                <w:bCs/>
                <w:color w:val="000000"/>
                <w:sz w:val="22"/>
                <w:szCs w:val="22"/>
              </w:rPr>
            </w:pPr>
            <w:r w:rsidRPr="00946B9E">
              <w:rPr>
                <w:bCs/>
                <w:color w:val="000000"/>
                <w:sz w:val="22"/>
                <w:szCs w:val="22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946B9E">
              <w:rPr>
                <w:bCs/>
                <w:color w:val="000000"/>
                <w:sz w:val="22"/>
                <w:szCs w:val="22"/>
              </w:rPr>
              <w:t>Промышленная</w:t>
            </w:r>
            <w:proofErr w:type="gramEnd"/>
            <w:r w:rsidRPr="00946B9E">
              <w:rPr>
                <w:bCs/>
                <w:color w:val="000000"/>
                <w:sz w:val="22"/>
                <w:szCs w:val="22"/>
              </w:rPr>
              <w:t>, 13</w:t>
            </w:r>
          </w:p>
        </w:tc>
      </w:tr>
      <w:tr w:rsidR="004D583C" w:rsidRPr="00946B9E" w:rsidTr="0042419E">
        <w:trPr>
          <w:trHeight w:val="227"/>
          <w:jc w:val="center"/>
        </w:trPr>
        <w:tc>
          <w:tcPr>
            <w:tcW w:w="562" w:type="dxa"/>
            <w:vAlign w:val="center"/>
          </w:tcPr>
          <w:p w:rsidR="004D583C" w:rsidRPr="00946B9E" w:rsidRDefault="004D583C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B43745">
            <w:pPr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7453" w:type="dxa"/>
            <w:gridSpan w:val="17"/>
            <w:vAlign w:val="center"/>
          </w:tcPr>
          <w:p w:rsidR="004D583C" w:rsidRPr="00946B9E" w:rsidRDefault="004D583C" w:rsidP="00A771A9">
            <w:pPr>
              <w:rPr>
                <w:bCs/>
                <w:color w:val="000000"/>
                <w:sz w:val="22"/>
                <w:szCs w:val="22"/>
              </w:rPr>
            </w:pPr>
            <w:r w:rsidRPr="00946B9E">
              <w:rPr>
                <w:bCs/>
                <w:color w:val="000000"/>
                <w:sz w:val="22"/>
                <w:szCs w:val="22"/>
              </w:rPr>
              <w:t>Ст. Хабаровск-2, ДВЖД, Код станции – 970001, Код предприятия – 9531, ОКПО 98097847, тел. 8 (4212) 59-91-07, 59-91-08, 59-91-09</w:t>
            </w:r>
          </w:p>
        </w:tc>
      </w:tr>
      <w:tr w:rsidR="004D583C" w:rsidRPr="00946B9E" w:rsidTr="0042419E">
        <w:trPr>
          <w:trHeight w:val="227"/>
          <w:jc w:val="center"/>
        </w:trPr>
        <w:tc>
          <w:tcPr>
            <w:tcW w:w="9830" w:type="dxa"/>
            <w:gridSpan w:val="19"/>
            <w:vAlign w:val="center"/>
          </w:tcPr>
          <w:p w:rsidR="004D583C" w:rsidRPr="00946B9E" w:rsidRDefault="004D583C" w:rsidP="00E4264A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946B9E">
              <w:rPr>
                <w:rFonts w:eastAsia="Arial Unicode MS"/>
                <w:b/>
                <w:sz w:val="22"/>
                <w:szCs w:val="22"/>
                <w:lang w:val="en-US"/>
              </w:rPr>
              <w:t xml:space="preserve">IV </w:t>
            </w:r>
            <w:r w:rsidRPr="00946B9E">
              <w:rPr>
                <w:rFonts w:eastAsia="Arial Unicode MS"/>
                <w:b/>
                <w:sz w:val="22"/>
                <w:szCs w:val="22"/>
              </w:rPr>
              <w:t>Партия № 4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 w:val="restart"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530" w:type="dxa"/>
            <w:vAlign w:val="center"/>
          </w:tcPr>
          <w:p w:rsidR="002F5C47" w:rsidRPr="00946B9E" w:rsidRDefault="002F5C47" w:rsidP="00AE057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867" w:type="dxa"/>
            <w:gridSpan w:val="4"/>
            <w:vAlign w:val="center"/>
          </w:tcPr>
          <w:p w:rsidR="002F5C47" w:rsidRPr="00946B9E" w:rsidRDefault="002F5C47" w:rsidP="00AE057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702" w:type="dxa"/>
            <w:gridSpan w:val="4"/>
            <w:vAlign w:val="center"/>
          </w:tcPr>
          <w:p w:rsidR="002F5C47" w:rsidRPr="00946B9E" w:rsidRDefault="002F5C47" w:rsidP="00AE057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Технические характеристики АКБ</w:t>
            </w:r>
          </w:p>
        </w:tc>
        <w:tc>
          <w:tcPr>
            <w:tcW w:w="703" w:type="dxa"/>
            <w:gridSpan w:val="4"/>
            <w:vAlign w:val="center"/>
          </w:tcPr>
          <w:p w:rsidR="002F5C47" w:rsidRPr="00946B9E" w:rsidRDefault="002F5C47" w:rsidP="00AE057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Об аналогах</w:t>
            </w:r>
          </w:p>
        </w:tc>
        <w:tc>
          <w:tcPr>
            <w:tcW w:w="706" w:type="dxa"/>
            <w:gridSpan w:val="3"/>
            <w:vAlign w:val="center"/>
          </w:tcPr>
          <w:p w:rsidR="002F5C47" w:rsidRPr="00946B9E" w:rsidRDefault="002F5C47" w:rsidP="00AE057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945" w:type="dxa"/>
            <w:vAlign w:val="center"/>
          </w:tcPr>
          <w:p w:rsidR="002F5C47" w:rsidRPr="00946B9E" w:rsidRDefault="002F5C47" w:rsidP="00AE057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  <w:vAlign w:val="center"/>
          </w:tcPr>
          <w:p w:rsidR="002F5C47" w:rsidRPr="00946B9E" w:rsidRDefault="002F5C47" w:rsidP="00F24C96">
            <w:pPr>
              <w:rPr>
                <w:bCs/>
                <w:sz w:val="22"/>
                <w:szCs w:val="22"/>
                <w:lang w:val="en-US"/>
              </w:rPr>
            </w:pPr>
            <w:r w:rsidRPr="00946B9E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867" w:type="dxa"/>
            <w:gridSpan w:val="4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702" w:type="dxa"/>
            <w:gridSpan w:val="4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  <w:lang w:val="en-US"/>
              </w:rPr>
              <w:t>SOLITE</w:t>
            </w:r>
            <w:r w:rsidRPr="00946B9E">
              <w:rPr>
                <w:rFonts w:eastAsia="Symbol"/>
                <w:sz w:val="22"/>
                <w:szCs w:val="22"/>
              </w:rPr>
              <w:t xml:space="preserve"> 120 130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F</w:t>
            </w:r>
            <w:r w:rsidRPr="00946B9E">
              <w:rPr>
                <w:rFonts w:eastAsia="Symbol"/>
                <w:sz w:val="22"/>
                <w:szCs w:val="22"/>
              </w:rPr>
              <w:t>51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Напряжение – 12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V</w:t>
            </w:r>
            <w:r w:rsidRPr="00946B9E">
              <w:rPr>
                <w:rFonts w:eastAsia="Symbol"/>
                <w:sz w:val="22"/>
                <w:szCs w:val="22"/>
              </w:rPr>
              <w:t>.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Плюс справа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lastRenderedPageBreak/>
              <w:t xml:space="preserve">Емкость – 120 </w:t>
            </w:r>
            <w:proofErr w:type="spellStart"/>
            <w:r w:rsidRPr="00946B9E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Габариты - </w:t>
            </w:r>
            <w:r>
              <w:rPr>
                <w:rFonts w:eastAsia="Symbol"/>
                <w:sz w:val="22"/>
                <w:szCs w:val="22"/>
              </w:rPr>
              <w:t xml:space="preserve">не более  </w:t>
            </w:r>
            <w:r w:rsidRPr="00946B9E">
              <w:rPr>
                <w:rFonts w:eastAsia="Symbol"/>
                <w:sz w:val="22"/>
                <w:szCs w:val="22"/>
              </w:rPr>
              <w:t>503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x</w:t>
            </w:r>
            <w:r w:rsidRPr="00946B9E">
              <w:rPr>
                <w:rFonts w:eastAsia="Symbol"/>
                <w:sz w:val="22"/>
                <w:szCs w:val="22"/>
              </w:rPr>
              <w:t>182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x</w:t>
            </w:r>
            <w:r w:rsidRPr="00946B9E">
              <w:rPr>
                <w:rFonts w:eastAsia="Symbol"/>
                <w:sz w:val="22"/>
                <w:szCs w:val="22"/>
              </w:rPr>
              <w:t>208 мм</w:t>
            </w:r>
          </w:p>
        </w:tc>
        <w:tc>
          <w:tcPr>
            <w:tcW w:w="703" w:type="dxa"/>
            <w:gridSpan w:val="4"/>
            <w:vMerge w:val="restart"/>
            <w:textDirection w:val="btLr"/>
          </w:tcPr>
          <w:p w:rsidR="002F5C47" w:rsidRPr="00946B9E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lastRenderedPageBreak/>
              <w:t>Либо аналог</w:t>
            </w:r>
          </w:p>
        </w:tc>
        <w:tc>
          <w:tcPr>
            <w:tcW w:w="7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>4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  <w:vAlign w:val="center"/>
          </w:tcPr>
          <w:p w:rsidR="002F5C47" w:rsidRPr="00946B9E" w:rsidRDefault="002F5C47" w:rsidP="00F24C96">
            <w:pPr>
              <w:rPr>
                <w:bCs/>
                <w:sz w:val="22"/>
                <w:szCs w:val="22"/>
                <w:lang w:val="en-US"/>
              </w:rPr>
            </w:pPr>
            <w:r w:rsidRPr="00946B9E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867" w:type="dxa"/>
            <w:gridSpan w:val="4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702" w:type="dxa"/>
            <w:gridSpan w:val="4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  <w:lang w:val="en-US"/>
              </w:rPr>
              <w:t>RACER</w:t>
            </w:r>
            <w:r w:rsidRPr="00946B9E">
              <w:rPr>
                <w:rFonts w:eastAsia="Symbol"/>
                <w:sz w:val="22"/>
                <w:szCs w:val="22"/>
              </w:rPr>
              <w:t xml:space="preserve"> 65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L</w:t>
            </w:r>
            <w:r w:rsidRPr="00946B9E">
              <w:rPr>
                <w:rFonts w:eastAsia="Symbol"/>
                <w:sz w:val="22"/>
                <w:szCs w:val="22"/>
              </w:rPr>
              <w:t xml:space="preserve"> 75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D</w:t>
            </w:r>
            <w:r w:rsidRPr="00946B9E">
              <w:rPr>
                <w:rFonts w:eastAsia="Symbol"/>
                <w:sz w:val="22"/>
                <w:szCs w:val="22"/>
              </w:rPr>
              <w:t>23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L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Напряжение – 12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V</w:t>
            </w:r>
            <w:r w:rsidRPr="00946B9E">
              <w:rPr>
                <w:rFonts w:eastAsia="Symbol"/>
                <w:sz w:val="22"/>
                <w:szCs w:val="22"/>
              </w:rPr>
              <w:t>.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Плюс слева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Емкость – 65 </w:t>
            </w:r>
            <w:proofErr w:type="spellStart"/>
            <w:r w:rsidRPr="00946B9E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Габариты – </w:t>
            </w:r>
            <w:r>
              <w:rPr>
                <w:rFonts w:eastAsia="Symbol"/>
                <w:sz w:val="22"/>
                <w:szCs w:val="22"/>
              </w:rPr>
              <w:t xml:space="preserve">не более  </w:t>
            </w:r>
            <w:r w:rsidRPr="00946B9E">
              <w:rPr>
                <w:rFonts w:eastAsia="Symbol"/>
                <w:sz w:val="22"/>
                <w:szCs w:val="22"/>
              </w:rPr>
              <w:t>200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x</w:t>
            </w:r>
            <w:r w:rsidRPr="00946B9E">
              <w:rPr>
                <w:rFonts w:eastAsia="Symbol"/>
                <w:sz w:val="22"/>
                <w:szCs w:val="22"/>
              </w:rPr>
              <w:t>173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x</w:t>
            </w:r>
            <w:r w:rsidRPr="00946B9E">
              <w:rPr>
                <w:rFonts w:eastAsia="Symbol"/>
                <w:sz w:val="22"/>
                <w:szCs w:val="22"/>
              </w:rPr>
              <w:t>222 мм</w:t>
            </w:r>
          </w:p>
        </w:tc>
        <w:tc>
          <w:tcPr>
            <w:tcW w:w="703" w:type="dxa"/>
            <w:gridSpan w:val="4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  <w:vAlign w:val="center"/>
          </w:tcPr>
          <w:p w:rsidR="002F5C47" w:rsidRPr="00946B9E" w:rsidRDefault="002F5C47" w:rsidP="00F24C96">
            <w:pPr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67" w:type="dxa"/>
            <w:gridSpan w:val="4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702" w:type="dxa"/>
            <w:gridSpan w:val="4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  <w:lang w:val="en-US"/>
              </w:rPr>
              <w:t>SOLITE</w:t>
            </w:r>
            <w:r w:rsidRPr="00946B9E">
              <w:rPr>
                <w:rFonts w:eastAsia="Symbol"/>
                <w:sz w:val="22"/>
                <w:szCs w:val="22"/>
              </w:rPr>
              <w:t xml:space="preserve"> 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CMF</w:t>
            </w:r>
            <w:r w:rsidRPr="00946B9E">
              <w:rPr>
                <w:rFonts w:eastAsia="Symbol"/>
                <w:sz w:val="22"/>
                <w:szCs w:val="22"/>
              </w:rPr>
              <w:t xml:space="preserve"> 75 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D</w:t>
            </w:r>
            <w:r w:rsidRPr="00946B9E">
              <w:rPr>
                <w:rFonts w:eastAsia="Symbol"/>
                <w:sz w:val="22"/>
                <w:szCs w:val="22"/>
              </w:rPr>
              <w:t>23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L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Обслуживаемая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Напряжение – 12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V</w:t>
            </w:r>
            <w:r w:rsidRPr="00946B9E">
              <w:rPr>
                <w:rFonts w:eastAsia="Symbol"/>
                <w:sz w:val="22"/>
                <w:szCs w:val="22"/>
              </w:rPr>
              <w:t>.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Плюс слева с прямой (российской полярностью) 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 w:rsidRPr="00946B9E">
              <w:rPr>
                <w:rFonts w:eastAsia="Symbol"/>
                <w:sz w:val="22"/>
                <w:szCs w:val="22"/>
              </w:rPr>
              <w:t>1</w:t>
            </w:r>
            <w:proofErr w:type="gramEnd"/>
            <w:r w:rsidRPr="00946B9E">
              <w:rPr>
                <w:rFonts w:eastAsia="Symbol"/>
                <w:sz w:val="22"/>
                <w:szCs w:val="22"/>
              </w:rPr>
              <w:t>) и переходники на боковые выводы клемм.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Емкость – 65 </w:t>
            </w:r>
            <w:proofErr w:type="spellStart"/>
            <w:r w:rsidRPr="00946B9E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Габариты – </w:t>
            </w:r>
            <w:r>
              <w:rPr>
                <w:rFonts w:eastAsia="Symbol"/>
                <w:sz w:val="22"/>
                <w:szCs w:val="22"/>
              </w:rPr>
              <w:t xml:space="preserve">не более </w:t>
            </w:r>
            <w:r w:rsidRPr="00946B9E">
              <w:rPr>
                <w:rFonts w:eastAsia="Symbol"/>
                <w:sz w:val="22"/>
                <w:szCs w:val="22"/>
              </w:rPr>
              <w:t>230</w:t>
            </w:r>
            <w:r>
              <w:rPr>
                <w:rFonts w:eastAsia="Symbol"/>
                <w:sz w:val="22"/>
                <w:szCs w:val="22"/>
              </w:rPr>
              <w:t>х</w:t>
            </w:r>
            <w:r w:rsidRPr="00946B9E">
              <w:rPr>
                <w:rFonts w:eastAsia="Symbol"/>
                <w:sz w:val="22"/>
                <w:szCs w:val="22"/>
              </w:rPr>
              <w:t>168</w:t>
            </w:r>
            <w:r>
              <w:rPr>
                <w:rFonts w:eastAsia="Symbol"/>
                <w:sz w:val="22"/>
                <w:szCs w:val="22"/>
              </w:rPr>
              <w:t>х</w:t>
            </w:r>
            <w:r w:rsidRPr="00946B9E">
              <w:rPr>
                <w:rFonts w:eastAsia="Symbol"/>
                <w:sz w:val="22"/>
                <w:szCs w:val="22"/>
              </w:rPr>
              <w:t>200 мм</w:t>
            </w:r>
          </w:p>
        </w:tc>
        <w:tc>
          <w:tcPr>
            <w:tcW w:w="703" w:type="dxa"/>
            <w:gridSpan w:val="4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>5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  <w:vAlign w:val="center"/>
          </w:tcPr>
          <w:p w:rsidR="002F5C47" w:rsidRPr="00946B9E" w:rsidRDefault="002F5C47" w:rsidP="00F24C96">
            <w:pPr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67" w:type="dxa"/>
            <w:gridSpan w:val="4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702" w:type="dxa"/>
            <w:gridSpan w:val="4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  <w:lang w:val="en-US"/>
              </w:rPr>
              <w:t>SMF</w:t>
            </w:r>
            <w:r w:rsidRPr="00946B9E">
              <w:rPr>
                <w:rFonts w:eastAsia="Symbol"/>
                <w:sz w:val="22"/>
                <w:szCs w:val="22"/>
              </w:rPr>
              <w:t xml:space="preserve"> 105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D</w:t>
            </w:r>
            <w:r w:rsidRPr="00946B9E">
              <w:rPr>
                <w:rFonts w:eastAsia="Symbol"/>
                <w:sz w:val="22"/>
                <w:szCs w:val="22"/>
              </w:rPr>
              <w:t>31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R</w:t>
            </w:r>
            <w:r w:rsidRPr="00946B9E">
              <w:rPr>
                <w:rFonts w:eastAsia="Symbol"/>
                <w:sz w:val="22"/>
                <w:szCs w:val="22"/>
              </w:rPr>
              <w:t xml:space="preserve"> Необслуживаемая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Напряжение – 12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V</w:t>
            </w:r>
            <w:r w:rsidRPr="00946B9E">
              <w:rPr>
                <w:rFonts w:eastAsia="Symbol"/>
                <w:sz w:val="22"/>
                <w:szCs w:val="22"/>
              </w:rPr>
              <w:t>.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Плюс справа с прямой (российской полярностью).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 w:rsidRPr="00946B9E">
              <w:rPr>
                <w:rFonts w:eastAsia="Symbol"/>
                <w:sz w:val="22"/>
                <w:szCs w:val="22"/>
              </w:rPr>
              <w:t>1</w:t>
            </w:r>
            <w:proofErr w:type="gramEnd"/>
            <w:r w:rsidRPr="00946B9E">
              <w:rPr>
                <w:rFonts w:eastAsia="Symbol"/>
                <w:sz w:val="22"/>
                <w:szCs w:val="22"/>
              </w:rPr>
              <w:t xml:space="preserve">) 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Емкость – 90 </w:t>
            </w:r>
            <w:proofErr w:type="spellStart"/>
            <w:r w:rsidRPr="00946B9E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Габариты – </w:t>
            </w:r>
            <w:r>
              <w:rPr>
                <w:rFonts w:eastAsia="Symbol"/>
                <w:sz w:val="22"/>
                <w:szCs w:val="22"/>
              </w:rPr>
              <w:t xml:space="preserve">не более  </w:t>
            </w:r>
            <w:r w:rsidRPr="00946B9E">
              <w:rPr>
                <w:rFonts w:eastAsia="Symbol"/>
                <w:sz w:val="22"/>
                <w:szCs w:val="22"/>
              </w:rPr>
              <w:t>301х172х200 мм</w:t>
            </w:r>
          </w:p>
        </w:tc>
        <w:tc>
          <w:tcPr>
            <w:tcW w:w="703" w:type="dxa"/>
            <w:gridSpan w:val="4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>5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  <w:vAlign w:val="center"/>
          </w:tcPr>
          <w:p w:rsidR="002F5C47" w:rsidRPr="00946B9E" w:rsidRDefault="002F5C47" w:rsidP="00F24C96">
            <w:pPr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67" w:type="dxa"/>
            <w:gridSpan w:val="4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702" w:type="dxa"/>
            <w:gridSpan w:val="4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  <w:lang w:val="en-US"/>
              </w:rPr>
              <w:t>Medalist</w:t>
            </w:r>
            <w:r w:rsidRPr="00946B9E">
              <w:rPr>
                <w:rFonts w:eastAsia="Symbol"/>
                <w:sz w:val="22"/>
                <w:szCs w:val="22"/>
              </w:rPr>
              <w:t xml:space="preserve"> 105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D</w:t>
            </w:r>
            <w:r w:rsidRPr="00946B9E">
              <w:rPr>
                <w:rFonts w:eastAsia="Symbol"/>
                <w:sz w:val="22"/>
                <w:szCs w:val="22"/>
              </w:rPr>
              <w:t>31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L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Напряжение – 12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V</w:t>
            </w:r>
            <w:r w:rsidRPr="00946B9E">
              <w:rPr>
                <w:rFonts w:eastAsia="Symbol"/>
                <w:sz w:val="22"/>
                <w:szCs w:val="22"/>
              </w:rPr>
              <w:t>.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Плюс слева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Емкость – 90 </w:t>
            </w:r>
            <w:proofErr w:type="spellStart"/>
            <w:r w:rsidRPr="00946B9E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2F5C47" w:rsidRPr="00946B9E" w:rsidRDefault="002F5C47" w:rsidP="00946B9E">
            <w:pPr>
              <w:tabs>
                <w:tab w:val="left" w:pos="3064"/>
              </w:tabs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Габариты – </w:t>
            </w:r>
            <w:r>
              <w:rPr>
                <w:rFonts w:eastAsia="Symbol"/>
                <w:sz w:val="22"/>
                <w:szCs w:val="22"/>
              </w:rPr>
              <w:t xml:space="preserve">не более  </w:t>
            </w:r>
            <w:r w:rsidRPr="00946B9E">
              <w:rPr>
                <w:rFonts w:eastAsia="Symbol"/>
                <w:sz w:val="22"/>
                <w:szCs w:val="22"/>
              </w:rPr>
              <w:t>306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x</w:t>
            </w:r>
            <w:r w:rsidRPr="00946B9E">
              <w:rPr>
                <w:rFonts w:eastAsia="Symbol"/>
                <w:sz w:val="22"/>
                <w:szCs w:val="22"/>
              </w:rPr>
              <w:t>173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x</w:t>
            </w:r>
            <w:r w:rsidRPr="00946B9E">
              <w:rPr>
                <w:rFonts w:eastAsia="Symbol"/>
                <w:sz w:val="22"/>
                <w:szCs w:val="22"/>
              </w:rPr>
              <w:t>225 мм</w:t>
            </w:r>
            <w:r w:rsidRPr="00946B9E">
              <w:rPr>
                <w:rFonts w:eastAsia="Symbol"/>
                <w:sz w:val="22"/>
                <w:szCs w:val="22"/>
              </w:rPr>
              <w:tab/>
            </w:r>
          </w:p>
        </w:tc>
        <w:tc>
          <w:tcPr>
            <w:tcW w:w="703" w:type="dxa"/>
            <w:gridSpan w:val="4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>5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  <w:vAlign w:val="center"/>
          </w:tcPr>
          <w:p w:rsidR="002F5C47" w:rsidRPr="00946B9E" w:rsidRDefault="002F5C47" w:rsidP="00F24C96">
            <w:pPr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867" w:type="dxa"/>
            <w:gridSpan w:val="4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702" w:type="dxa"/>
            <w:gridSpan w:val="4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  <w:lang w:val="en-US"/>
              </w:rPr>
              <w:t>SOLITE</w:t>
            </w:r>
            <w:r w:rsidRPr="00946B9E">
              <w:rPr>
                <w:rFonts w:eastAsia="Symbol"/>
                <w:sz w:val="22"/>
                <w:szCs w:val="22"/>
              </w:rPr>
              <w:t xml:space="preserve"> 115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D</w:t>
            </w:r>
            <w:r w:rsidRPr="00946B9E">
              <w:rPr>
                <w:rFonts w:eastAsia="Symbol"/>
                <w:sz w:val="22"/>
                <w:szCs w:val="22"/>
              </w:rPr>
              <w:t>31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L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Напряжение – 12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V</w:t>
            </w:r>
            <w:r w:rsidRPr="00946B9E">
              <w:rPr>
                <w:rFonts w:eastAsia="Symbol"/>
                <w:sz w:val="22"/>
                <w:szCs w:val="22"/>
              </w:rPr>
              <w:t>.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Плюс слева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Емкость – 95 </w:t>
            </w:r>
            <w:proofErr w:type="spellStart"/>
            <w:r w:rsidRPr="00946B9E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Габариты – </w:t>
            </w:r>
            <w:r>
              <w:rPr>
                <w:rFonts w:eastAsia="Symbol"/>
                <w:sz w:val="22"/>
                <w:szCs w:val="22"/>
              </w:rPr>
              <w:t xml:space="preserve">не более  </w:t>
            </w:r>
            <w:r w:rsidRPr="00946B9E">
              <w:rPr>
                <w:rFonts w:eastAsia="Symbol"/>
                <w:sz w:val="22"/>
                <w:szCs w:val="22"/>
              </w:rPr>
              <w:t>301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x</w:t>
            </w:r>
            <w:r w:rsidRPr="00946B9E">
              <w:rPr>
                <w:rFonts w:eastAsia="Symbol"/>
                <w:sz w:val="22"/>
                <w:szCs w:val="22"/>
              </w:rPr>
              <w:t>172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x</w:t>
            </w:r>
            <w:r w:rsidRPr="00946B9E">
              <w:rPr>
                <w:rFonts w:eastAsia="Symbol"/>
                <w:sz w:val="22"/>
                <w:szCs w:val="22"/>
              </w:rPr>
              <w:t>200 мм</w:t>
            </w:r>
          </w:p>
        </w:tc>
        <w:tc>
          <w:tcPr>
            <w:tcW w:w="703" w:type="dxa"/>
            <w:gridSpan w:val="4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>3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  <w:vAlign w:val="center"/>
          </w:tcPr>
          <w:p w:rsidR="002F5C47" w:rsidRPr="00946B9E" w:rsidRDefault="002F5C47" w:rsidP="00F24C96">
            <w:pPr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867" w:type="dxa"/>
            <w:gridSpan w:val="4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702" w:type="dxa"/>
            <w:gridSpan w:val="4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  <w:lang w:val="en-US"/>
              </w:rPr>
            </w:pPr>
            <w:r w:rsidRPr="00946B9E">
              <w:rPr>
                <w:rFonts w:eastAsia="Symbol"/>
                <w:sz w:val="22"/>
                <w:szCs w:val="22"/>
              </w:rPr>
              <w:t>6СТ-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60</w:t>
            </w:r>
          </w:p>
        </w:tc>
        <w:tc>
          <w:tcPr>
            <w:tcW w:w="703" w:type="dxa"/>
            <w:gridSpan w:val="4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  <w:lang w:val="en-US"/>
              </w:rPr>
            </w:pPr>
          </w:p>
        </w:tc>
        <w:tc>
          <w:tcPr>
            <w:tcW w:w="7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>3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  <w:vAlign w:val="center"/>
          </w:tcPr>
          <w:p w:rsidR="002F5C47" w:rsidRPr="00946B9E" w:rsidRDefault="002F5C47" w:rsidP="00F24C96">
            <w:pPr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867" w:type="dxa"/>
            <w:gridSpan w:val="4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702" w:type="dxa"/>
            <w:gridSpan w:val="4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  <w:lang w:val="en-US"/>
              </w:rPr>
            </w:pPr>
            <w:r w:rsidRPr="00946B9E">
              <w:rPr>
                <w:rFonts w:eastAsia="Symbol"/>
                <w:sz w:val="22"/>
                <w:szCs w:val="22"/>
              </w:rPr>
              <w:t>6СТ-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75</w:t>
            </w:r>
          </w:p>
        </w:tc>
        <w:tc>
          <w:tcPr>
            <w:tcW w:w="703" w:type="dxa"/>
            <w:gridSpan w:val="4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  <w:lang w:val="en-US"/>
              </w:rPr>
            </w:pPr>
          </w:p>
        </w:tc>
        <w:tc>
          <w:tcPr>
            <w:tcW w:w="7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>4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  <w:vAlign w:val="center"/>
          </w:tcPr>
          <w:p w:rsidR="002F5C47" w:rsidRPr="00946B9E" w:rsidRDefault="002F5C47" w:rsidP="00F24C96">
            <w:pPr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867" w:type="dxa"/>
            <w:gridSpan w:val="4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702" w:type="dxa"/>
            <w:gridSpan w:val="4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6СТ-90 </w:t>
            </w:r>
          </w:p>
        </w:tc>
        <w:tc>
          <w:tcPr>
            <w:tcW w:w="703" w:type="dxa"/>
            <w:gridSpan w:val="4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>3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  <w:vAlign w:val="center"/>
          </w:tcPr>
          <w:p w:rsidR="002F5C47" w:rsidRPr="00946B9E" w:rsidRDefault="002F5C47" w:rsidP="00F24C96">
            <w:pPr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867" w:type="dxa"/>
            <w:gridSpan w:val="4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702" w:type="dxa"/>
            <w:gridSpan w:val="4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  <w:lang w:val="en-US"/>
              </w:rPr>
            </w:pPr>
            <w:r w:rsidRPr="00946B9E">
              <w:rPr>
                <w:rFonts w:eastAsia="Symbol"/>
                <w:sz w:val="22"/>
                <w:szCs w:val="22"/>
              </w:rPr>
              <w:t>6 СТ-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190</w:t>
            </w:r>
          </w:p>
        </w:tc>
        <w:tc>
          <w:tcPr>
            <w:tcW w:w="703" w:type="dxa"/>
            <w:gridSpan w:val="4"/>
            <w:vMerge/>
          </w:tcPr>
          <w:p w:rsidR="002F5C47" w:rsidRPr="00946B9E" w:rsidRDefault="002F5C47" w:rsidP="002F5C47">
            <w:pPr>
              <w:rPr>
                <w:rFonts w:eastAsia="Symbol"/>
                <w:sz w:val="22"/>
                <w:szCs w:val="22"/>
                <w:lang w:val="en-US"/>
              </w:rPr>
            </w:pPr>
          </w:p>
        </w:tc>
        <w:tc>
          <w:tcPr>
            <w:tcW w:w="7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>10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  <w:vAlign w:val="center"/>
          </w:tcPr>
          <w:p w:rsidR="002F5C47" w:rsidRPr="00946B9E" w:rsidRDefault="002F5C47" w:rsidP="00F24C96">
            <w:pPr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867" w:type="dxa"/>
            <w:gridSpan w:val="4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702" w:type="dxa"/>
            <w:gridSpan w:val="4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proofErr w:type="spellStart"/>
            <w:r w:rsidRPr="00946B9E">
              <w:rPr>
                <w:rFonts w:eastAsia="Symbol"/>
                <w:sz w:val="22"/>
                <w:szCs w:val="22"/>
                <w:lang w:val="en-US"/>
              </w:rPr>
              <w:t>Solite</w:t>
            </w:r>
            <w:proofErr w:type="spellEnd"/>
            <w:r w:rsidRPr="00946B9E">
              <w:rPr>
                <w:rFonts w:eastAsia="Symbol"/>
                <w:sz w:val="22"/>
                <w:szCs w:val="22"/>
              </w:rPr>
              <w:t xml:space="preserve"> 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PT</w:t>
            </w:r>
            <w:r w:rsidRPr="00946B9E">
              <w:rPr>
                <w:rFonts w:eastAsia="Symbol"/>
                <w:sz w:val="22"/>
                <w:szCs w:val="22"/>
              </w:rPr>
              <w:t>-200 12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v</w:t>
            </w:r>
            <w:r w:rsidRPr="00946B9E">
              <w:rPr>
                <w:rFonts w:eastAsia="Symbol"/>
                <w:sz w:val="22"/>
                <w:szCs w:val="22"/>
              </w:rPr>
              <w:t xml:space="preserve">-200 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AH</w:t>
            </w:r>
            <w:r w:rsidRPr="00946B9E">
              <w:rPr>
                <w:rFonts w:eastAsia="Symbol"/>
                <w:sz w:val="22"/>
                <w:szCs w:val="22"/>
              </w:rPr>
              <w:t xml:space="preserve"> 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Напряжение – 12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V</w:t>
            </w:r>
            <w:r w:rsidRPr="00946B9E">
              <w:rPr>
                <w:rFonts w:eastAsia="Symbol"/>
                <w:sz w:val="22"/>
                <w:szCs w:val="22"/>
              </w:rPr>
              <w:t>.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Плюс справа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lastRenderedPageBreak/>
              <w:t>Клеммы – конус (евро Т</w:t>
            </w:r>
            <w:proofErr w:type="gramStart"/>
            <w:r w:rsidRPr="00946B9E">
              <w:rPr>
                <w:rFonts w:eastAsia="Symbol"/>
                <w:sz w:val="22"/>
                <w:szCs w:val="22"/>
              </w:rPr>
              <w:t>1</w:t>
            </w:r>
            <w:proofErr w:type="gramEnd"/>
            <w:r w:rsidRPr="00946B9E">
              <w:rPr>
                <w:rFonts w:eastAsia="Symbol"/>
                <w:sz w:val="22"/>
                <w:szCs w:val="22"/>
              </w:rPr>
              <w:t xml:space="preserve">) 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Емкость – 200 </w:t>
            </w:r>
            <w:proofErr w:type="spellStart"/>
            <w:r w:rsidRPr="00946B9E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Габариты – </w:t>
            </w:r>
            <w:r>
              <w:rPr>
                <w:rFonts w:eastAsia="Symbol"/>
                <w:sz w:val="22"/>
                <w:szCs w:val="22"/>
              </w:rPr>
              <w:t xml:space="preserve">не более  </w:t>
            </w:r>
            <w:r w:rsidRPr="00946B9E">
              <w:rPr>
                <w:rFonts w:eastAsia="Symbol"/>
                <w:sz w:val="22"/>
                <w:szCs w:val="22"/>
              </w:rPr>
              <w:t>512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x</w:t>
            </w:r>
            <w:r w:rsidRPr="00946B9E">
              <w:rPr>
                <w:rFonts w:eastAsia="Symbol"/>
                <w:sz w:val="22"/>
                <w:szCs w:val="22"/>
              </w:rPr>
              <w:t>223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x</w:t>
            </w:r>
            <w:r w:rsidRPr="00946B9E">
              <w:rPr>
                <w:rFonts w:eastAsia="Symbol"/>
                <w:sz w:val="22"/>
                <w:szCs w:val="22"/>
              </w:rPr>
              <w:t>223 мм</w:t>
            </w:r>
          </w:p>
        </w:tc>
        <w:tc>
          <w:tcPr>
            <w:tcW w:w="703" w:type="dxa"/>
            <w:gridSpan w:val="4"/>
            <w:vMerge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2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  <w:vAlign w:val="center"/>
          </w:tcPr>
          <w:p w:rsidR="002F5C47" w:rsidRPr="00946B9E" w:rsidRDefault="002F5C47" w:rsidP="00F24C96">
            <w:pPr>
              <w:rPr>
                <w:bCs/>
                <w:sz w:val="22"/>
                <w:szCs w:val="22"/>
                <w:lang w:val="en-US"/>
              </w:rPr>
            </w:pPr>
            <w:r w:rsidRPr="00946B9E">
              <w:rPr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1867" w:type="dxa"/>
            <w:gridSpan w:val="4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  <w:lang w:val="en-US"/>
              </w:rPr>
            </w:pPr>
            <w:r w:rsidRPr="00946B9E">
              <w:rPr>
                <w:rFonts w:eastAsia="Symbol"/>
                <w:sz w:val="22"/>
                <w:szCs w:val="22"/>
              </w:rPr>
              <w:t>Аккумуляторная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46B9E">
              <w:rPr>
                <w:rFonts w:eastAsia="Symbol"/>
                <w:sz w:val="22"/>
                <w:szCs w:val="22"/>
                <w:lang w:val="en-US"/>
              </w:rPr>
              <w:t>батарея</w:t>
            </w:r>
            <w:proofErr w:type="spellEnd"/>
          </w:p>
        </w:tc>
        <w:tc>
          <w:tcPr>
            <w:tcW w:w="2702" w:type="dxa"/>
            <w:gridSpan w:val="4"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  <w:lang w:val="en-US"/>
              </w:rPr>
              <w:t>SOLITE</w:t>
            </w:r>
            <w:r w:rsidRPr="00946B9E">
              <w:rPr>
                <w:rFonts w:eastAsia="Symbol"/>
                <w:sz w:val="22"/>
                <w:szCs w:val="22"/>
              </w:rPr>
              <w:t xml:space="preserve"> 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CMF</w:t>
            </w:r>
            <w:r w:rsidRPr="00946B9E">
              <w:rPr>
                <w:rFonts w:eastAsia="Symbol"/>
                <w:sz w:val="22"/>
                <w:szCs w:val="22"/>
              </w:rPr>
              <w:t xml:space="preserve"> 120 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R</w:t>
            </w:r>
            <w:r w:rsidRPr="00946B9E">
              <w:rPr>
                <w:rFonts w:eastAsia="Symbol"/>
                <w:sz w:val="22"/>
                <w:szCs w:val="22"/>
              </w:rPr>
              <w:t xml:space="preserve"> 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Напряжение – 12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V</w:t>
            </w:r>
            <w:r w:rsidRPr="00946B9E">
              <w:rPr>
                <w:rFonts w:eastAsia="Symbol"/>
                <w:sz w:val="22"/>
                <w:szCs w:val="22"/>
              </w:rPr>
              <w:t>.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Плюс слева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 w:rsidRPr="00946B9E">
              <w:rPr>
                <w:rFonts w:eastAsia="Symbol"/>
                <w:sz w:val="22"/>
                <w:szCs w:val="22"/>
              </w:rPr>
              <w:t>1</w:t>
            </w:r>
            <w:proofErr w:type="gramEnd"/>
            <w:r w:rsidRPr="00946B9E">
              <w:rPr>
                <w:rFonts w:eastAsia="Symbol"/>
                <w:sz w:val="22"/>
                <w:szCs w:val="22"/>
              </w:rPr>
              <w:t xml:space="preserve">) </w:t>
            </w:r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Емкость – 120 </w:t>
            </w:r>
            <w:proofErr w:type="spellStart"/>
            <w:r w:rsidRPr="00946B9E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Габариты – </w:t>
            </w:r>
            <w:r>
              <w:rPr>
                <w:rFonts w:eastAsia="Symbol"/>
                <w:sz w:val="22"/>
                <w:szCs w:val="22"/>
              </w:rPr>
              <w:t xml:space="preserve">не более  </w:t>
            </w:r>
            <w:r w:rsidRPr="00946B9E">
              <w:rPr>
                <w:rFonts w:eastAsia="Symbol"/>
                <w:sz w:val="22"/>
                <w:szCs w:val="22"/>
              </w:rPr>
              <w:t>503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x</w:t>
            </w:r>
            <w:r w:rsidRPr="00946B9E">
              <w:rPr>
                <w:rFonts w:eastAsia="Symbol"/>
                <w:sz w:val="22"/>
                <w:szCs w:val="22"/>
              </w:rPr>
              <w:t>182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x</w:t>
            </w:r>
            <w:r w:rsidRPr="00946B9E">
              <w:rPr>
                <w:rFonts w:eastAsia="Symbol"/>
                <w:sz w:val="22"/>
                <w:szCs w:val="22"/>
              </w:rPr>
              <w:t>208 мм</w:t>
            </w:r>
          </w:p>
        </w:tc>
        <w:tc>
          <w:tcPr>
            <w:tcW w:w="703" w:type="dxa"/>
            <w:gridSpan w:val="4"/>
            <w:vMerge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>4</w:t>
            </w:r>
          </w:p>
        </w:tc>
      </w:tr>
      <w:tr w:rsidR="002F5C47" w:rsidRPr="00946B9E" w:rsidTr="009A2722">
        <w:trPr>
          <w:cantSplit/>
          <w:trHeight w:val="1134"/>
          <w:jc w:val="center"/>
        </w:trPr>
        <w:tc>
          <w:tcPr>
            <w:tcW w:w="562" w:type="dxa"/>
            <w:vMerge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  <w:vAlign w:val="center"/>
          </w:tcPr>
          <w:p w:rsidR="002F5C47" w:rsidRPr="00946B9E" w:rsidRDefault="002F5C47" w:rsidP="00F24C96">
            <w:pPr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867" w:type="dxa"/>
            <w:gridSpan w:val="4"/>
            <w:vAlign w:val="center"/>
          </w:tcPr>
          <w:p w:rsidR="002F5C47" w:rsidRPr="00946B9E" w:rsidRDefault="002F5C47" w:rsidP="00F24C96">
            <w:pPr>
              <w:rPr>
                <w:rFonts w:eastAsia="Symbol"/>
                <w:sz w:val="22"/>
                <w:szCs w:val="22"/>
                <w:lang w:val="en-US"/>
              </w:rPr>
            </w:pPr>
            <w:r w:rsidRPr="00BC548B">
              <w:rPr>
                <w:rFonts w:eastAsia="Symbol"/>
                <w:sz w:val="22"/>
                <w:szCs w:val="22"/>
              </w:rPr>
              <w:t>Аккумуляторная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 xml:space="preserve"> </w:t>
            </w:r>
            <w:r w:rsidRPr="00BC548B">
              <w:rPr>
                <w:rFonts w:eastAsia="Symbol"/>
                <w:sz w:val="22"/>
                <w:szCs w:val="22"/>
              </w:rPr>
              <w:t>батарея</w:t>
            </w:r>
          </w:p>
        </w:tc>
        <w:tc>
          <w:tcPr>
            <w:tcW w:w="2702" w:type="dxa"/>
            <w:gridSpan w:val="4"/>
            <w:textDirection w:val="btLr"/>
          </w:tcPr>
          <w:p w:rsidR="002F5C47" w:rsidRPr="00946B9E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  <w:proofErr w:type="spellStart"/>
            <w:r w:rsidRPr="00946B9E">
              <w:rPr>
                <w:rFonts w:eastAsia="Symbol"/>
                <w:sz w:val="22"/>
                <w:szCs w:val="22"/>
                <w:lang w:val="en-US"/>
              </w:rPr>
              <w:t>Vaiper</w:t>
            </w:r>
            <w:proofErr w:type="spellEnd"/>
            <w:r w:rsidRPr="00946B9E">
              <w:rPr>
                <w:rFonts w:eastAsia="Symbol"/>
                <w:sz w:val="22"/>
                <w:szCs w:val="22"/>
              </w:rPr>
              <w:t xml:space="preserve"> 190.0 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L</w:t>
            </w:r>
            <w:r w:rsidRPr="00946B9E">
              <w:rPr>
                <w:rFonts w:eastAsia="Symbol"/>
                <w:sz w:val="22"/>
                <w:szCs w:val="22"/>
              </w:rPr>
              <w:t xml:space="preserve"> (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ST</w:t>
            </w:r>
            <w:r w:rsidRPr="00946B9E">
              <w:rPr>
                <w:rFonts w:eastAsia="Symbol"/>
                <w:sz w:val="22"/>
                <w:szCs w:val="22"/>
              </w:rPr>
              <w:t xml:space="preserve">) </w:t>
            </w:r>
          </w:p>
          <w:p w:rsidR="002F5C47" w:rsidRPr="00946B9E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F5C47" w:rsidRPr="00946B9E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Напряжение – 12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V</w:t>
            </w:r>
            <w:r w:rsidRPr="00946B9E">
              <w:rPr>
                <w:rFonts w:eastAsia="Symbol"/>
                <w:sz w:val="22"/>
                <w:szCs w:val="22"/>
              </w:rPr>
              <w:t>.</w:t>
            </w:r>
          </w:p>
          <w:p w:rsidR="002F5C47" w:rsidRPr="00946B9E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Плюс слева</w:t>
            </w:r>
          </w:p>
          <w:p w:rsidR="002F5C47" w:rsidRPr="00946B9E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 w:rsidRPr="00946B9E">
              <w:rPr>
                <w:rFonts w:eastAsia="Symbol"/>
                <w:sz w:val="22"/>
                <w:szCs w:val="22"/>
              </w:rPr>
              <w:t>1</w:t>
            </w:r>
            <w:proofErr w:type="gramEnd"/>
            <w:r w:rsidRPr="00946B9E">
              <w:rPr>
                <w:rFonts w:eastAsia="Symbol"/>
                <w:sz w:val="22"/>
                <w:szCs w:val="22"/>
              </w:rPr>
              <w:t xml:space="preserve">) </w:t>
            </w:r>
          </w:p>
          <w:p w:rsidR="002F5C47" w:rsidRPr="00946B9E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Емкость – 190 </w:t>
            </w:r>
            <w:proofErr w:type="spellStart"/>
            <w:r w:rsidRPr="00946B9E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2F5C47" w:rsidRPr="00946B9E" w:rsidRDefault="002F5C47" w:rsidP="002F5C47">
            <w:pPr>
              <w:ind w:left="113" w:right="113"/>
              <w:rPr>
                <w:rFonts w:eastAsia="Symbol"/>
                <w:sz w:val="22"/>
                <w:szCs w:val="22"/>
              </w:rPr>
            </w:pPr>
            <w:r w:rsidRPr="00946B9E">
              <w:rPr>
                <w:rFonts w:eastAsia="Symbol"/>
                <w:sz w:val="22"/>
                <w:szCs w:val="22"/>
              </w:rPr>
              <w:t xml:space="preserve">Габариты – </w:t>
            </w:r>
            <w:r>
              <w:rPr>
                <w:rFonts w:eastAsia="Symbol"/>
                <w:sz w:val="22"/>
                <w:szCs w:val="22"/>
              </w:rPr>
              <w:t xml:space="preserve">не более </w:t>
            </w:r>
            <w:r w:rsidRPr="00946B9E">
              <w:rPr>
                <w:rFonts w:eastAsia="Symbol"/>
                <w:sz w:val="22"/>
                <w:szCs w:val="22"/>
              </w:rPr>
              <w:t>512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x</w:t>
            </w:r>
            <w:r w:rsidRPr="00946B9E">
              <w:rPr>
                <w:rFonts w:eastAsia="Symbol"/>
                <w:sz w:val="22"/>
                <w:szCs w:val="22"/>
              </w:rPr>
              <w:t>223</w:t>
            </w:r>
            <w:r w:rsidRPr="00946B9E">
              <w:rPr>
                <w:rFonts w:eastAsia="Symbol"/>
                <w:sz w:val="22"/>
                <w:szCs w:val="22"/>
                <w:lang w:val="en-US"/>
              </w:rPr>
              <w:t>x</w:t>
            </w:r>
            <w:r w:rsidRPr="00946B9E">
              <w:rPr>
                <w:rFonts w:eastAsia="Symbol"/>
                <w:sz w:val="22"/>
                <w:szCs w:val="22"/>
              </w:rPr>
              <w:t>223 мм</w:t>
            </w:r>
          </w:p>
        </w:tc>
        <w:tc>
          <w:tcPr>
            <w:tcW w:w="703" w:type="dxa"/>
            <w:gridSpan w:val="4"/>
            <w:vMerge/>
          </w:tcPr>
          <w:p w:rsidR="002F5C47" w:rsidRPr="00946B9E" w:rsidRDefault="002F5C47">
            <w:pPr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06" w:type="dxa"/>
            <w:gridSpan w:val="3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2F5C47" w:rsidRPr="00946B9E" w:rsidRDefault="002F5C47" w:rsidP="00F24C96">
            <w:pPr>
              <w:jc w:val="center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>6</w:t>
            </w:r>
          </w:p>
        </w:tc>
      </w:tr>
      <w:tr w:rsidR="004D583C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D583C" w:rsidRPr="00946B9E" w:rsidRDefault="004D583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0" w:type="dxa"/>
            <w:vAlign w:val="center"/>
          </w:tcPr>
          <w:p w:rsidR="004D583C" w:rsidRPr="00946B9E" w:rsidRDefault="004D583C" w:rsidP="00A771A9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67" w:type="dxa"/>
            <w:gridSpan w:val="4"/>
            <w:vAlign w:val="center"/>
          </w:tcPr>
          <w:p w:rsidR="004D583C" w:rsidRPr="00946B9E" w:rsidRDefault="004D583C" w:rsidP="00A771A9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4111" w:type="dxa"/>
            <w:gridSpan w:val="11"/>
            <w:vAlign w:val="center"/>
          </w:tcPr>
          <w:p w:rsidR="004D583C" w:rsidRPr="00946B9E" w:rsidRDefault="004D583C" w:rsidP="00D339F1">
            <w:pPr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946B9E">
              <w:rPr>
                <w:rFonts w:eastAsia="Arial Unicode MS"/>
                <w:b/>
                <w:sz w:val="22"/>
                <w:szCs w:val="22"/>
              </w:rPr>
              <w:t>итого</w:t>
            </w:r>
          </w:p>
        </w:tc>
        <w:tc>
          <w:tcPr>
            <w:tcW w:w="945" w:type="dxa"/>
            <w:vAlign w:val="center"/>
          </w:tcPr>
          <w:p w:rsidR="004D583C" w:rsidRPr="00946B9E" w:rsidRDefault="004D583C" w:rsidP="00D339F1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946B9E">
              <w:rPr>
                <w:rFonts w:eastAsia="Arial Unicode MS"/>
                <w:b/>
                <w:sz w:val="22"/>
                <w:szCs w:val="22"/>
              </w:rPr>
              <w:t>55</w:t>
            </w:r>
          </w:p>
        </w:tc>
      </w:tr>
      <w:tr w:rsidR="004D583C" w:rsidRPr="00946B9E" w:rsidTr="0042419E">
        <w:trPr>
          <w:trHeight w:val="227"/>
          <w:jc w:val="center"/>
        </w:trPr>
        <w:tc>
          <w:tcPr>
            <w:tcW w:w="562" w:type="dxa"/>
            <w:vAlign w:val="center"/>
          </w:tcPr>
          <w:p w:rsidR="004D583C" w:rsidRPr="00946B9E" w:rsidRDefault="004D583C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D339F1">
            <w:pPr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946B9E">
              <w:rPr>
                <w:sz w:val="22"/>
                <w:szCs w:val="22"/>
              </w:rPr>
              <w:t xml:space="preserve"> </w:t>
            </w:r>
            <w:r w:rsidRPr="00946B9E">
              <w:rPr>
                <w:b/>
                <w:i/>
                <w:color w:val="000000"/>
                <w:sz w:val="22"/>
                <w:szCs w:val="22"/>
              </w:rPr>
              <w:t>для партии № 4:</w:t>
            </w:r>
          </w:p>
        </w:tc>
        <w:tc>
          <w:tcPr>
            <w:tcW w:w="7453" w:type="dxa"/>
            <w:gridSpan w:val="17"/>
            <w:vAlign w:val="center"/>
          </w:tcPr>
          <w:p w:rsidR="004D583C" w:rsidRPr="00946B9E" w:rsidRDefault="004D583C" w:rsidP="00A771A9">
            <w:pPr>
              <w:rPr>
                <w:rFonts w:eastAsia="Arial Unicode MS"/>
                <w:sz w:val="22"/>
                <w:szCs w:val="22"/>
              </w:rPr>
            </w:pPr>
            <w:r w:rsidRPr="00946B9E">
              <w:rPr>
                <w:rFonts w:eastAsia="Arial Unicode MS"/>
                <w:sz w:val="22"/>
                <w:szCs w:val="22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946B9E">
              <w:rPr>
                <w:rFonts w:eastAsia="Arial Unicode MS"/>
                <w:sz w:val="22"/>
                <w:szCs w:val="22"/>
              </w:rPr>
              <w:t>Промышленная</w:t>
            </w:r>
            <w:proofErr w:type="gramEnd"/>
            <w:r w:rsidRPr="00946B9E">
              <w:rPr>
                <w:rFonts w:eastAsia="Arial Unicode MS"/>
                <w:sz w:val="22"/>
                <w:szCs w:val="22"/>
              </w:rPr>
              <w:t>, 13</w:t>
            </w:r>
          </w:p>
        </w:tc>
      </w:tr>
      <w:tr w:rsidR="004D583C" w:rsidRPr="00946B9E" w:rsidTr="0042419E">
        <w:trPr>
          <w:trHeight w:val="227"/>
          <w:jc w:val="center"/>
        </w:trPr>
        <w:tc>
          <w:tcPr>
            <w:tcW w:w="562" w:type="dxa"/>
            <w:vAlign w:val="center"/>
          </w:tcPr>
          <w:p w:rsidR="004D583C" w:rsidRPr="00946B9E" w:rsidRDefault="004D583C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42419E">
            <w:pPr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4:</w:t>
            </w:r>
          </w:p>
        </w:tc>
        <w:tc>
          <w:tcPr>
            <w:tcW w:w="7453" w:type="dxa"/>
            <w:gridSpan w:val="17"/>
            <w:vAlign w:val="center"/>
          </w:tcPr>
          <w:p w:rsidR="004D583C" w:rsidRPr="00946B9E" w:rsidRDefault="004D583C" w:rsidP="00A771A9">
            <w:pPr>
              <w:rPr>
                <w:rFonts w:eastAsia="Arial Unicode MS"/>
                <w:sz w:val="22"/>
                <w:szCs w:val="22"/>
              </w:rPr>
            </w:pPr>
            <w:r w:rsidRPr="00946B9E">
              <w:rPr>
                <w:rFonts w:eastAsia="Arial Unicode MS"/>
                <w:sz w:val="22"/>
                <w:szCs w:val="22"/>
              </w:rPr>
              <w:t>Ст. Комсомольск – на – Амуре, ДВЖД, Код станции – 960103, Код предприятия – 9531, ОКПО 98097847, тел. 8 (4217) 54-13-59</w:t>
            </w:r>
          </w:p>
        </w:tc>
      </w:tr>
      <w:tr w:rsidR="004D583C" w:rsidRPr="00946B9E" w:rsidTr="0042419E">
        <w:trPr>
          <w:trHeight w:val="227"/>
          <w:jc w:val="center"/>
        </w:trPr>
        <w:tc>
          <w:tcPr>
            <w:tcW w:w="9830" w:type="dxa"/>
            <w:gridSpan w:val="19"/>
            <w:vAlign w:val="center"/>
          </w:tcPr>
          <w:p w:rsidR="004D583C" w:rsidRPr="00946B9E" w:rsidRDefault="004D583C" w:rsidP="00E4264A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946B9E">
              <w:rPr>
                <w:rFonts w:eastAsia="Arial Unicode MS"/>
                <w:b/>
                <w:sz w:val="22"/>
                <w:szCs w:val="22"/>
                <w:lang w:val="en-US"/>
              </w:rPr>
              <w:t xml:space="preserve">V </w:t>
            </w:r>
            <w:r w:rsidRPr="00946B9E">
              <w:rPr>
                <w:rFonts w:eastAsia="Arial Unicode MS"/>
                <w:b/>
                <w:sz w:val="22"/>
                <w:szCs w:val="22"/>
              </w:rPr>
              <w:t>Партия № 5</w:t>
            </w:r>
          </w:p>
        </w:tc>
      </w:tr>
      <w:tr w:rsidR="002F5C47" w:rsidRPr="00946B9E" w:rsidTr="009A2722">
        <w:trPr>
          <w:trHeight w:val="227"/>
          <w:jc w:val="center"/>
        </w:trPr>
        <w:tc>
          <w:tcPr>
            <w:tcW w:w="562" w:type="dxa"/>
            <w:vMerge w:val="restart"/>
            <w:vAlign w:val="center"/>
          </w:tcPr>
          <w:p w:rsidR="002F5C47" w:rsidRPr="00946B9E" w:rsidRDefault="002F5C47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C47" w:rsidRPr="00946B9E" w:rsidRDefault="002F5C47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560" w:type="dxa"/>
            <w:gridSpan w:val="3"/>
            <w:vAlign w:val="center"/>
          </w:tcPr>
          <w:p w:rsidR="002F5C47" w:rsidRPr="00946B9E" w:rsidRDefault="002F5C47" w:rsidP="00AE057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837" w:type="dxa"/>
            <w:gridSpan w:val="2"/>
            <w:vAlign w:val="center"/>
          </w:tcPr>
          <w:p w:rsidR="002F5C47" w:rsidRPr="00946B9E" w:rsidRDefault="002F5C47" w:rsidP="00AE057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712" w:type="dxa"/>
            <w:gridSpan w:val="5"/>
            <w:vAlign w:val="center"/>
          </w:tcPr>
          <w:p w:rsidR="002F5C47" w:rsidRPr="00946B9E" w:rsidRDefault="002F5C47" w:rsidP="00AE057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Технические характеристики АКБ</w:t>
            </w:r>
          </w:p>
        </w:tc>
        <w:tc>
          <w:tcPr>
            <w:tcW w:w="663" w:type="dxa"/>
            <w:gridSpan w:val="2"/>
            <w:vAlign w:val="center"/>
          </w:tcPr>
          <w:p w:rsidR="002F5C47" w:rsidRPr="00946B9E" w:rsidRDefault="009A2722" w:rsidP="00AE057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Об аналогах </w:t>
            </w:r>
          </w:p>
        </w:tc>
        <w:tc>
          <w:tcPr>
            <w:tcW w:w="736" w:type="dxa"/>
            <w:gridSpan w:val="4"/>
            <w:vAlign w:val="center"/>
          </w:tcPr>
          <w:p w:rsidR="002F5C47" w:rsidRPr="00946B9E" w:rsidRDefault="002F5C47" w:rsidP="00AE057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945" w:type="dxa"/>
            <w:vAlign w:val="center"/>
          </w:tcPr>
          <w:p w:rsidR="002F5C47" w:rsidRPr="00946B9E" w:rsidRDefault="002F5C47" w:rsidP="00AE057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9A2722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9A2722" w:rsidRPr="00946B9E" w:rsidRDefault="009A272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2722" w:rsidRPr="00946B9E" w:rsidRDefault="009A2722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0" w:type="dxa"/>
            <w:gridSpan w:val="3"/>
            <w:vAlign w:val="center"/>
          </w:tcPr>
          <w:p w:rsidR="009A2722" w:rsidRPr="00946B9E" w:rsidRDefault="009A2722" w:rsidP="00F24C9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946B9E">
              <w:rPr>
                <w:rFonts w:eastAsia="Arial Unicode MS"/>
                <w:sz w:val="22"/>
                <w:szCs w:val="22"/>
              </w:rPr>
              <w:t>1</w:t>
            </w:r>
          </w:p>
        </w:tc>
        <w:tc>
          <w:tcPr>
            <w:tcW w:w="1837" w:type="dxa"/>
            <w:gridSpan w:val="2"/>
          </w:tcPr>
          <w:p w:rsidR="009A2722" w:rsidRPr="00946B9E" w:rsidRDefault="009A2722" w:rsidP="0042419E">
            <w:pPr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712" w:type="dxa"/>
            <w:gridSpan w:val="5"/>
          </w:tcPr>
          <w:p w:rsidR="009A2722" w:rsidRPr="00946B9E" w:rsidRDefault="009A2722">
            <w:pPr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6СТ-190</w:t>
            </w:r>
          </w:p>
        </w:tc>
        <w:tc>
          <w:tcPr>
            <w:tcW w:w="663" w:type="dxa"/>
            <w:gridSpan w:val="2"/>
            <w:vMerge w:val="restart"/>
            <w:textDirection w:val="btLr"/>
          </w:tcPr>
          <w:p w:rsidR="009A2722" w:rsidRPr="00946B9E" w:rsidRDefault="009A2722" w:rsidP="009A2722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Либо аналог</w:t>
            </w:r>
          </w:p>
        </w:tc>
        <w:tc>
          <w:tcPr>
            <w:tcW w:w="736" w:type="dxa"/>
            <w:gridSpan w:val="4"/>
            <w:vAlign w:val="center"/>
          </w:tcPr>
          <w:p w:rsidR="009A2722" w:rsidRPr="00946B9E" w:rsidRDefault="009A2722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9A2722" w:rsidRPr="00946B9E" w:rsidRDefault="009A2722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8</w:t>
            </w:r>
          </w:p>
        </w:tc>
      </w:tr>
      <w:tr w:rsidR="009A2722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9A2722" w:rsidRPr="00946B9E" w:rsidRDefault="009A272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2722" w:rsidRPr="00946B9E" w:rsidRDefault="009A2722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0" w:type="dxa"/>
            <w:gridSpan w:val="3"/>
            <w:vAlign w:val="center"/>
          </w:tcPr>
          <w:p w:rsidR="009A2722" w:rsidRPr="00946B9E" w:rsidRDefault="009A2722" w:rsidP="00F24C9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946B9E">
              <w:rPr>
                <w:rFonts w:eastAsia="Arial Unicode MS"/>
                <w:sz w:val="22"/>
                <w:szCs w:val="22"/>
              </w:rPr>
              <w:t>2</w:t>
            </w:r>
          </w:p>
        </w:tc>
        <w:tc>
          <w:tcPr>
            <w:tcW w:w="1837" w:type="dxa"/>
            <w:gridSpan w:val="2"/>
          </w:tcPr>
          <w:p w:rsidR="009A2722" w:rsidRPr="00946B9E" w:rsidRDefault="009A2722" w:rsidP="0042419E">
            <w:pPr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712" w:type="dxa"/>
            <w:gridSpan w:val="5"/>
          </w:tcPr>
          <w:p w:rsidR="009A2722" w:rsidRPr="00946B9E" w:rsidRDefault="009A2722" w:rsidP="00BC548B">
            <w:pPr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 xml:space="preserve">115D31 95 R, Super President </w:t>
            </w:r>
          </w:p>
        </w:tc>
        <w:tc>
          <w:tcPr>
            <w:tcW w:w="663" w:type="dxa"/>
            <w:gridSpan w:val="2"/>
            <w:vMerge/>
          </w:tcPr>
          <w:p w:rsidR="009A2722" w:rsidRPr="00946B9E" w:rsidRDefault="009A2722" w:rsidP="00BC548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36" w:type="dxa"/>
            <w:gridSpan w:val="4"/>
            <w:vAlign w:val="center"/>
          </w:tcPr>
          <w:p w:rsidR="009A2722" w:rsidRPr="00946B9E" w:rsidRDefault="009A2722" w:rsidP="00F24C96">
            <w:pPr>
              <w:jc w:val="center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9A2722" w:rsidRPr="00946B9E" w:rsidRDefault="009A2722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</w:t>
            </w:r>
          </w:p>
        </w:tc>
      </w:tr>
      <w:tr w:rsidR="009A2722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9A2722" w:rsidRPr="00946B9E" w:rsidRDefault="009A2722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2722" w:rsidRPr="00946B9E" w:rsidRDefault="009A2722" w:rsidP="00B43745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</w:p>
        </w:tc>
        <w:tc>
          <w:tcPr>
            <w:tcW w:w="560" w:type="dxa"/>
            <w:gridSpan w:val="3"/>
            <w:vAlign w:val="center"/>
          </w:tcPr>
          <w:p w:rsidR="009A2722" w:rsidRPr="00946B9E" w:rsidRDefault="009A2722" w:rsidP="00F24C9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946B9E">
              <w:rPr>
                <w:rFonts w:eastAsia="Arial Unicode MS"/>
                <w:sz w:val="22"/>
                <w:szCs w:val="22"/>
              </w:rPr>
              <w:t>3</w:t>
            </w:r>
          </w:p>
        </w:tc>
        <w:tc>
          <w:tcPr>
            <w:tcW w:w="1837" w:type="dxa"/>
            <w:gridSpan w:val="2"/>
          </w:tcPr>
          <w:p w:rsidR="009A2722" w:rsidRPr="00946B9E" w:rsidRDefault="009A2722" w:rsidP="0042419E">
            <w:pPr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712" w:type="dxa"/>
            <w:gridSpan w:val="5"/>
          </w:tcPr>
          <w:p w:rsidR="009A2722" w:rsidRPr="00946B9E" w:rsidRDefault="009A2722">
            <w:pPr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 xml:space="preserve">ECO President 105D31 R 90 </w:t>
            </w:r>
            <w:r w:rsidRPr="00946B9E">
              <w:rPr>
                <w:sz w:val="22"/>
                <w:szCs w:val="22"/>
              </w:rPr>
              <w:t>А</w:t>
            </w:r>
            <w:r w:rsidRPr="00946B9E">
              <w:rPr>
                <w:sz w:val="22"/>
                <w:szCs w:val="22"/>
                <w:lang w:val="en-US"/>
              </w:rPr>
              <w:t>/</w:t>
            </w:r>
            <w:r w:rsidRPr="00946B9E">
              <w:rPr>
                <w:sz w:val="22"/>
                <w:szCs w:val="22"/>
              </w:rPr>
              <w:t>ч</w:t>
            </w:r>
          </w:p>
        </w:tc>
        <w:tc>
          <w:tcPr>
            <w:tcW w:w="663" w:type="dxa"/>
            <w:gridSpan w:val="2"/>
            <w:vMerge/>
          </w:tcPr>
          <w:p w:rsidR="009A2722" w:rsidRPr="00946B9E" w:rsidRDefault="009A272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36" w:type="dxa"/>
            <w:gridSpan w:val="4"/>
            <w:vAlign w:val="center"/>
          </w:tcPr>
          <w:p w:rsidR="009A2722" w:rsidRPr="00946B9E" w:rsidRDefault="009A2722" w:rsidP="00F24C96">
            <w:pPr>
              <w:jc w:val="center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9A2722" w:rsidRPr="00946B9E" w:rsidRDefault="009A2722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2</w:t>
            </w:r>
          </w:p>
        </w:tc>
      </w:tr>
      <w:tr w:rsidR="009A2722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9A2722" w:rsidRPr="00946B9E" w:rsidRDefault="009A2722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2722" w:rsidRPr="00946B9E" w:rsidRDefault="009A2722" w:rsidP="00B43745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</w:p>
        </w:tc>
        <w:tc>
          <w:tcPr>
            <w:tcW w:w="560" w:type="dxa"/>
            <w:gridSpan w:val="3"/>
            <w:vAlign w:val="center"/>
          </w:tcPr>
          <w:p w:rsidR="009A2722" w:rsidRPr="00946B9E" w:rsidRDefault="009A2722" w:rsidP="00F24C9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946B9E">
              <w:rPr>
                <w:rFonts w:eastAsia="Arial Unicode MS"/>
                <w:sz w:val="22"/>
                <w:szCs w:val="22"/>
              </w:rPr>
              <w:t>4</w:t>
            </w:r>
          </w:p>
        </w:tc>
        <w:tc>
          <w:tcPr>
            <w:tcW w:w="1837" w:type="dxa"/>
            <w:gridSpan w:val="2"/>
          </w:tcPr>
          <w:p w:rsidR="009A2722" w:rsidRPr="00946B9E" w:rsidRDefault="009A2722" w:rsidP="0042419E">
            <w:pPr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</w:rPr>
              <w:t>Аккумуляторная</w:t>
            </w:r>
            <w:r w:rsidRPr="00946B9E">
              <w:rPr>
                <w:sz w:val="22"/>
                <w:szCs w:val="22"/>
                <w:lang w:val="en-US"/>
              </w:rPr>
              <w:t xml:space="preserve"> </w:t>
            </w:r>
            <w:r w:rsidRPr="00946B9E">
              <w:rPr>
                <w:sz w:val="22"/>
                <w:szCs w:val="22"/>
              </w:rPr>
              <w:t>батарея</w:t>
            </w:r>
          </w:p>
        </w:tc>
        <w:tc>
          <w:tcPr>
            <w:tcW w:w="2712" w:type="dxa"/>
            <w:gridSpan w:val="5"/>
          </w:tcPr>
          <w:p w:rsidR="009A2722" w:rsidRPr="00946B9E" w:rsidRDefault="009A2722">
            <w:pPr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 xml:space="preserve">ECO President 105D31 L 90 </w:t>
            </w:r>
            <w:r w:rsidRPr="00946B9E">
              <w:rPr>
                <w:sz w:val="22"/>
                <w:szCs w:val="22"/>
              </w:rPr>
              <w:t>А</w:t>
            </w:r>
            <w:r w:rsidRPr="00946B9E">
              <w:rPr>
                <w:sz w:val="22"/>
                <w:szCs w:val="22"/>
                <w:lang w:val="en-US"/>
              </w:rPr>
              <w:t>/</w:t>
            </w:r>
            <w:r w:rsidRPr="00946B9E">
              <w:rPr>
                <w:sz w:val="22"/>
                <w:szCs w:val="22"/>
              </w:rPr>
              <w:t>ч</w:t>
            </w:r>
          </w:p>
        </w:tc>
        <w:tc>
          <w:tcPr>
            <w:tcW w:w="663" w:type="dxa"/>
            <w:gridSpan w:val="2"/>
            <w:vMerge/>
          </w:tcPr>
          <w:p w:rsidR="009A2722" w:rsidRPr="00946B9E" w:rsidRDefault="009A272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36" w:type="dxa"/>
            <w:gridSpan w:val="4"/>
            <w:vAlign w:val="center"/>
          </w:tcPr>
          <w:p w:rsidR="009A2722" w:rsidRPr="00946B9E" w:rsidRDefault="009A2722" w:rsidP="00F24C96">
            <w:pPr>
              <w:jc w:val="center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9A2722" w:rsidRPr="00946B9E" w:rsidRDefault="009A2722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2</w:t>
            </w:r>
          </w:p>
        </w:tc>
      </w:tr>
      <w:tr w:rsidR="009A2722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9A2722" w:rsidRPr="00946B9E" w:rsidRDefault="009A2722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2722" w:rsidRPr="00946B9E" w:rsidRDefault="009A2722" w:rsidP="00B43745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</w:p>
        </w:tc>
        <w:tc>
          <w:tcPr>
            <w:tcW w:w="560" w:type="dxa"/>
            <w:gridSpan w:val="3"/>
            <w:vAlign w:val="center"/>
          </w:tcPr>
          <w:p w:rsidR="009A2722" w:rsidRPr="00946B9E" w:rsidRDefault="009A2722" w:rsidP="00F24C9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946B9E">
              <w:rPr>
                <w:rFonts w:eastAsia="Arial Unicode MS"/>
                <w:sz w:val="22"/>
                <w:szCs w:val="22"/>
              </w:rPr>
              <w:t>5</w:t>
            </w:r>
          </w:p>
        </w:tc>
        <w:tc>
          <w:tcPr>
            <w:tcW w:w="1837" w:type="dxa"/>
            <w:gridSpan w:val="2"/>
          </w:tcPr>
          <w:p w:rsidR="009A2722" w:rsidRPr="00946B9E" w:rsidRDefault="009A2722" w:rsidP="0042419E">
            <w:pPr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712" w:type="dxa"/>
            <w:gridSpan w:val="5"/>
          </w:tcPr>
          <w:p w:rsidR="009A2722" w:rsidRPr="00946B9E" w:rsidRDefault="009A2722">
            <w:pPr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 xml:space="preserve">ATLANT  6CT- 90N R 90 </w:t>
            </w:r>
            <w:r w:rsidRPr="00946B9E">
              <w:rPr>
                <w:sz w:val="22"/>
                <w:szCs w:val="22"/>
              </w:rPr>
              <w:t>А</w:t>
            </w:r>
            <w:r w:rsidRPr="00946B9E">
              <w:rPr>
                <w:sz w:val="22"/>
                <w:szCs w:val="22"/>
                <w:lang w:val="en-US"/>
              </w:rPr>
              <w:t>/</w:t>
            </w:r>
            <w:r w:rsidRPr="00946B9E">
              <w:rPr>
                <w:sz w:val="22"/>
                <w:szCs w:val="22"/>
              </w:rPr>
              <w:t>ч</w:t>
            </w:r>
          </w:p>
        </w:tc>
        <w:tc>
          <w:tcPr>
            <w:tcW w:w="663" w:type="dxa"/>
            <w:gridSpan w:val="2"/>
            <w:vMerge/>
          </w:tcPr>
          <w:p w:rsidR="009A2722" w:rsidRPr="00946B9E" w:rsidRDefault="009A272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36" w:type="dxa"/>
            <w:gridSpan w:val="4"/>
            <w:vAlign w:val="center"/>
          </w:tcPr>
          <w:p w:rsidR="009A2722" w:rsidRPr="00946B9E" w:rsidRDefault="009A2722" w:rsidP="00F24C96">
            <w:pPr>
              <w:jc w:val="center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9A2722" w:rsidRPr="00946B9E" w:rsidRDefault="009A2722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3</w:t>
            </w:r>
          </w:p>
        </w:tc>
      </w:tr>
      <w:tr w:rsidR="009A2722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9A2722" w:rsidRPr="00946B9E" w:rsidRDefault="009A2722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2722" w:rsidRPr="00946B9E" w:rsidRDefault="009A2722" w:rsidP="00B43745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</w:p>
        </w:tc>
        <w:tc>
          <w:tcPr>
            <w:tcW w:w="560" w:type="dxa"/>
            <w:gridSpan w:val="3"/>
            <w:vAlign w:val="center"/>
          </w:tcPr>
          <w:p w:rsidR="009A2722" w:rsidRPr="00946B9E" w:rsidRDefault="009A2722" w:rsidP="00F24C9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946B9E">
              <w:rPr>
                <w:rFonts w:eastAsia="Arial Unicode MS"/>
                <w:sz w:val="22"/>
                <w:szCs w:val="22"/>
              </w:rPr>
              <w:t>6</w:t>
            </w:r>
          </w:p>
        </w:tc>
        <w:tc>
          <w:tcPr>
            <w:tcW w:w="1837" w:type="dxa"/>
            <w:gridSpan w:val="2"/>
          </w:tcPr>
          <w:p w:rsidR="009A2722" w:rsidRPr="00946B9E" w:rsidRDefault="009A2722" w:rsidP="00AE0575">
            <w:pPr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2712" w:type="dxa"/>
            <w:gridSpan w:val="5"/>
          </w:tcPr>
          <w:p w:rsidR="009A2722" w:rsidRPr="00946B9E" w:rsidRDefault="009A2722">
            <w:pPr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 xml:space="preserve">ATLANT  6CT- 75N R 75 </w:t>
            </w:r>
            <w:r w:rsidRPr="00946B9E">
              <w:rPr>
                <w:sz w:val="22"/>
                <w:szCs w:val="22"/>
              </w:rPr>
              <w:t>А</w:t>
            </w:r>
            <w:r w:rsidRPr="00946B9E">
              <w:rPr>
                <w:sz w:val="22"/>
                <w:szCs w:val="22"/>
                <w:lang w:val="en-US"/>
              </w:rPr>
              <w:t>/</w:t>
            </w:r>
            <w:r w:rsidRPr="00946B9E">
              <w:rPr>
                <w:sz w:val="22"/>
                <w:szCs w:val="22"/>
              </w:rPr>
              <w:t>ч</w:t>
            </w:r>
          </w:p>
        </w:tc>
        <w:tc>
          <w:tcPr>
            <w:tcW w:w="663" w:type="dxa"/>
            <w:gridSpan w:val="2"/>
            <w:vMerge/>
          </w:tcPr>
          <w:p w:rsidR="009A2722" w:rsidRPr="00946B9E" w:rsidRDefault="009A272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36" w:type="dxa"/>
            <w:gridSpan w:val="4"/>
            <w:vAlign w:val="center"/>
          </w:tcPr>
          <w:p w:rsidR="009A2722" w:rsidRPr="00946B9E" w:rsidRDefault="009A2722" w:rsidP="00F24C96">
            <w:pPr>
              <w:jc w:val="center"/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9A2722" w:rsidRPr="00946B9E" w:rsidRDefault="009A2722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12</w:t>
            </w:r>
          </w:p>
        </w:tc>
      </w:tr>
      <w:tr w:rsidR="004D583C" w:rsidRPr="00946B9E" w:rsidTr="0042419E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D583C" w:rsidRPr="00946B9E" w:rsidRDefault="004D583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0" w:type="dxa"/>
            <w:gridSpan w:val="3"/>
            <w:vAlign w:val="center"/>
          </w:tcPr>
          <w:p w:rsidR="004D583C" w:rsidRPr="00946B9E" w:rsidRDefault="004D583C" w:rsidP="00A771A9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48" w:type="dxa"/>
            <w:gridSpan w:val="13"/>
          </w:tcPr>
          <w:p w:rsidR="004D583C" w:rsidRPr="00946B9E" w:rsidRDefault="004D583C" w:rsidP="0042419E">
            <w:pPr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946B9E">
              <w:rPr>
                <w:rFonts w:eastAsia="Arial Unicode MS"/>
                <w:b/>
                <w:sz w:val="22"/>
                <w:szCs w:val="22"/>
              </w:rPr>
              <w:t>Итого</w:t>
            </w:r>
          </w:p>
        </w:tc>
        <w:tc>
          <w:tcPr>
            <w:tcW w:w="945" w:type="dxa"/>
            <w:vAlign w:val="center"/>
          </w:tcPr>
          <w:p w:rsidR="004D583C" w:rsidRPr="00946B9E" w:rsidRDefault="004D583C" w:rsidP="0042419E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946B9E">
              <w:rPr>
                <w:rFonts w:eastAsia="Arial Unicode MS"/>
                <w:b/>
                <w:sz w:val="22"/>
                <w:szCs w:val="22"/>
              </w:rPr>
              <w:t>28</w:t>
            </w:r>
          </w:p>
        </w:tc>
      </w:tr>
      <w:tr w:rsidR="004D583C" w:rsidRPr="00946B9E" w:rsidTr="00FA5D33">
        <w:trPr>
          <w:trHeight w:val="227"/>
          <w:jc w:val="center"/>
        </w:trPr>
        <w:tc>
          <w:tcPr>
            <w:tcW w:w="562" w:type="dxa"/>
            <w:vAlign w:val="center"/>
          </w:tcPr>
          <w:p w:rsidR="004D583C" w:rsidRPr="00946B9E" w:rsidRDefault="004D583C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FA5D33">
            <w:pPr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946B9E">
              <w:rPr>
                <w:sz w:val="22"/>
                <w:szCs w:val="22"/>
              </w:rPr>
              <w:t xml:space="preserve"> </w:t>
            </w:r>
            <w:r w:rsidRPr="00946B9E">
              <w:rPr>
                <w:b/>
                <w:i/>
                <w:color w:val="000000"/>
                <w:sz w:val="22"/>
                <w:szCs w:val="22"/>
              </w:rPr>
              <w:t>для партии № 5:</w:t>
            </w:r>
          </w:p>
        </w:tc>
        <w:tc>
          <w:tcPr>
            <w:tcW w:w="7453" w:type="dxa"/>
            <w:gridSpan w:val="17"/>
            <w:vAlign w:val="center"/>
          </w:tcPr>
          <w:p w:rsidR="004D583C" w:rsidRPr="00946B9E" w:rsidRDefault="004D583C" w:rsidP="00AE0575">
            <w:pPr>
              <w:rPr>
                <w:bCs/>
                <w:color w:val="000000"/>
                <w:sz w:val="22"/>
                <w:szCs w:val="22"/>
              </w:rPr>
            </w:pPr>
            <w:r w:rsidRPr="00946B9E">
              <w:rPr>
                <w:color w:val="000000"/>
                <w:sz w:val="22"/>
                <w:szCs w:val="22"/>
              </w:rPr>
              <w:t xml:space="preserve">Филиал АО «ДРСК» «Электрические сети ЕАО» 679016,г. Биробиджан, ул. </w:t>
            </w:r>
            <w:proofErr w:type="gramStart"/>
            <w:r w:rsidRPr="00946B9E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946B9E">
              <w:rPr>
                <w:color w:val="000000"/>
                <w:sz w:val="22"/>
                <w:szCs w:val="22"/>
              </w:rPr>
              <w:t xml:space="preserve">, 6.  Почтовый адрес: 679000, г. Биробиджан, ул. </w:t>
            </w:r>
            <w:proofErr w:type="gramStart"/>
            <w:r w:rsidRPr="00946B9E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946B9E">
              <w:rPr>
                <w:color w:val="000000"/>
                <w:sz w:val="22"/>
                <w:szCs w:val="22"/>
              </w:rPr>
              <w:t xml:space="preserve"> 6</w:t>
            </w:r>
          </w:p>
        </w:tc>
      </w:tr>
      <w:tr w:rsidR="004D583C" w:rsidRPr="00946B9E" w:rsidTr="00FA5D33">
        <w:trPr>
          <w:trHeight w:val="227"/>
          <w:jc w:val="center"/>
        </w:trPr>
        <w:tc>
          <w:tcPr>
            <w:tcW w:w="562" w:type="dxa"/>
            <w:vAlign w:val="center"/>
          </w:tcPr>
          <w:p w:rsidR="004D583C" w:rsidRPr="00946B9E" w:rsidRDefault="004D583C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FA5D33">
            <w:pPr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5:</w:t>
            </w:r>
          </w:p>
        </w:tc>
        <w:tc>
          <w:tcPr>
            <w:tcW w:w="7453" w:type="dxa"/>
            <w:gridSpan w:val="17"/>
            <w:vAlign w:val="center"/>
          </w:tcPr>
          <w:p w:rsidR="004D583C" w:rsidRPr="00946B9E" w:rsidRDefault="004D583C" w:rsidP="00AE0575">
            <w:pPr>
              <w:rPr>
                <w:bCs/>
                <w:color w:val="000000"/>
                <w:sz w:val="22"/>
                <w:szCs w:val="22"/>
              </w:rPr>
            </w:pPr>
            <w:r w:rsidRPr="00946B9E">
              <w:rPr>
                <w:rFonts w:eastAsia="Arial Unicode MS"/>
                <w:sz w:val="22"/>
                <w:szCs w:val="22"/>
              </w:rPr>
              <w:t xml:space="preserve">Ст. Биробиджан-1, ДВЖД, код станции: 962804 код получателя: 9532, г. Биробиджан, ул. </w:t>
            </w:r>
            <w:proofErr w:type="gramStart"/>
            <w:r w:rsidRPr="00946B9E">
              <w:rPr>
                <w:rFonts w:eastAsia="Arial Unicode MS"/>
                <w:sz w:val="22"/>
                <w:szCs w:val="22"/>
              </w:rPr>
              <w:t>Черноморская</w:t>
            </w:r>
            <w:proofErr w:type="gramEnd"/>
            <w:r w:rsidRPr="00946B9E">
              <w:rPr>
                <w:rFonts w:eastAsia="Arial Unicode MS"/>
                <w:sz w:val="22"/>
                <w:szCs w:val="22"/>
              </w:rPr>
              <w:t xml:space="preserve"> д.6</w:t>
            </w:r>
            <w:r w:rsidRPr="00946B9E">
              <w:rPr>
                <w:bCs/>
                <w:color w:val="000000"/>
                <w:sz w:val="22"/>
                <w:szCs w:val="22"/>
              </w:rPr>
              <w:t xml:space="preserve">, ОКПО 00106477. </w:t>
            </w:r>
            <w:r w:rsidRPr="00946B9E">
              <w:rPr>
                <w:sz w:val="22"/>
                <w:szCs w:val="22"/>
              </w:rPr>
              <w:t>тел. 8 (42622) 6-79-21</w:t>
            </w:r>
          </w:p>
        </w:tc>
      </w:tr>
      <w:tr w:rsidR="004D583C" w:rsidRPr="00946B9E" w:rsidTr="00FA5D33">
        <w:trPr>
          <w:trHeight w:val="227"/>
          <w:jc w:val="center"/>
        </w:trPr>
        <w:tc>
          <w:tcPr>
            <w:tcW w:w="9830" w:type="dxa"/>
            <w:gridSpan w:val="19"/>
            <w:vAlign w:val="center"/>
          </w:tcPr>
          <w:p w:rsidR="004D583C" w:rsidRPr="00946B9E" w:rsidRDefault="004D583C" w:rsidP="00FA5D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46B9E">
              <w:rPr>
                <w:b/>
                <w:sz w:val="22"/>
                <w:szCs w:val="22"/>
                <w:lang w:val="en-US"/>
              </w:rPr>
              <w:t xml:space="preserve">VI </w:t>
            </w:r>
            <w:r w:rsidRPr="00946B9E">
              <w:rPr>
                <w:b/>
                <w:bCs/>
                <w:color w:val="000000"/>
                <w:sz w:val="22"/>
                <w:szCs w:val="22"/>
              </w:rPr>
              <w:t>Партия № 6</w:t>
            </w:r>
          </w:p>
        </w:tc>
      </w:tr>
      <w:tr w:rsidR="009A2722" w:rsidRPr="00946B9E" w:rsidTr="009A2722">
        <w:trPr>
          <w:trHeight w:val="227"/>
          <w:jc w:val="center"/>
        </w:trPr>
        <w:tc>
          <w:tcPr>
            <w:tcW w:w="562" w:type="dxa"/>
            <w:vMerge w:val="restart"/>
            <w:vAlign w:val="center"/>
          </w:tcPr>
          <w:p w:rsidR="009A2722" w:rsidRPr="00946B9E" w:rsidRDefault="009A2722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16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2722" w:rsidRPr="00946B9E" w:rsidRDefault="009A2722" w:rsidP="00FA5D33">
            <w:pPr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553" w:type="dxa"/>
            <w:gridSpan w:val="2"/>
            <w:vAlign w:val="center"/>
          </w:tcPr>
          <w:p w:rsidR="009A2722" w:rsidRPr="00946B9E" w:rsidRDefault="009A2722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844" w:type="dxa"/>
            <w:gridSpan w:val="3"/>
            <w:vAlign w:val="center"/>
          </w:tcPr>
          <w:p w:rsidR="009A2722" w:rsidRPr="00946B9E" w:rsidRDefault="009A2722" w:rsidP="00AE057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552" w:type="dxa"/>
            <w:vAlign w:val="center"/>
          </w:tcPr>
          <w:p w:rsidR="009A2722" w:rsidRPr="00946B9E" w:rsidRDefault="009A2722" w:rsidP="00AE057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Технические характеристики АКБ</w:t>
            </w:r>
          </w:p>
        </w:tc>
        <w:tc>
          <w:tcPr>
            <w:tcW w:w="775" w:type="dxa"/>
            <w:gridSpan w:val="5"/>
            <w:vAlign w:val="center"/>
          </w:tcPr>
          <w:p w:rsidR="009A2722" w:rsidRPr="00946B9E" w:rsidRDefault="009A2722" w:rsidP="00AE057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Об аналогах</w:t>
            </w:r>
          </w:p>
        </w:tc>
        <w:tc>
          <w:tcPr>
            <w:tcW w:w="784" w:type="dxa"/>
            <w:gridSpan w:val="5"/>
            <w:vAlign w:val="center"/>
          </w:tcPr>
          <w:p w:rsidR="009A2722" w:rsidRPr="00946B9E" w:rsidRDefault="009A2722" w:rsidP="00AE057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945" w:type="dxa"/>
            <w:vAlign w:val="center"/>
          </w:tcPr>
          <w:p w:rsidR="009A2722" w:rsidRPr="00946B9E" w:rsidRDefault="009A2722" w:rsidP="00AE057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9A2722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9A2722" w:rsidRPr="00946B9E" w:rsidRDefault="009A272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2722" w:rsidRPr="00946B9E" w:rsidRDefault="009A2722" w:rsidP="00FA5D33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9A2722" w:rsidRPr="00946B9E" w:rsidRDefault="009A2722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  <w:gridSpan w:val="3"/>
          </w:tcPr>
          <w:p w:rsidR="009A2722" w:rsidRPr="00946B9E" w:rsidRDefault="009A2722">
            <w:pPr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Аккумуляторная  батарея </w:t>
            </w:r>
          </w:p>
        </w:tc>
        <w:tc>
          <w:tcPr>
            <w:tcW w:w="2552" w:type="dxa"/>
          </w:tcPr>
          <w:p w:rsidR="009A2722" w:rsidRPr="00946B9E" w:rsidRDefault="009A2722">
            <w:pPr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6СТ-190</w:t>
            </w:r>
          </w:p>
        </w:tc>
        <w:tc>
          <w:tcPr>
            <w:tcW w:w="775" w:type="dxa"/>
            <w:gridSpan w:val="5"/>
            <w:vMerge w:val="restart"/>
            <w:textDirection w:val="btLr"/>
          </w:tcPr>
          <w:p w:rsidR="009A2722" w:rsidRPr="00946B9E" w:rsidRDefault="009A2722" w:rsidP="009A2722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Либо аналог</w:t>
            </w:r>
          </w:p>
        </w:tc>
        <w:tc>
          <w:tcPr>
            <w:tcW w:w="784" w:type="dxa"/>
            <w:gridSpan w:val="5"/>
            <w:vAlign w:val="center"/>
          </w:tcPr>
          <w:p w:rsidR="009A2722" w:rsidRPr="00946B9E" w:rsidRDefault="009A2722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9A2722" w:rsidRPr="00946B9E" w:rsidRDefault="009A2722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53</w:t>
            </w:r>
          </w:p>
        </w:tc>
      </w:tr>
      <w:tr w:rsidR="009A2722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9A2722" w:rsidRPr="00946B9E" w:rsidRDefault="009A272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2722" w:rsidRPr="00946B9E" w:rsidRDefault="009A2722" w:rsidP="00FA5D33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9A2722" w:rsidRPr="00946B9E" w:rsidRDefault="009A2722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gridSpan w:val="3"/>
          </w:tcPr>
          <w:p w:rsidR="009A2722" w:rsidRPr="00946B9E" w:rsidRDefault="009A2722">
            <w:pPr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Аккумуляторная  батарея </w:t>
            </w:r>
          </w:p>
        </w:tc>
        <w:tc>
          <w:tcPr>
            <w:tcW w:w="2552" w:type="dxa"/>
          </w:tcPr>
          <w:p w:rsidR="009A2722" w:rsidRPr="00946B9E" w:rsidRDefault="009A2722">
            <w:pPr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6СТ-132</w:t>
            </w:r>
          </w:p>
        </w:tc>
        <w:tc>
          <w:tcPr>
            <w:tcW w:w="775" w:type="dxa"/>
            <w:gridSpan w:val="5"/>
            <w:vMerge/>
          </w:tcPr>
          <w:p w:rsidR="009A2722" w:rsidRPr="00946B9E" w:rsidRDefault="009A2722" w:rsidP="002F5C47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  <w:gridSpan w:val="5"/>
            <w:vAlign w:val="center"/>
          </w:tcPr>
          <w:p w:rsidR="009A2722" w:rsidRPr="00946B9E" w:rsidRDefault="009A2722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9A2722" w:rsidRPr="00946B9E" w:rsidRDefault="009A2722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3</w:t>
            </w:r>
          </w:p>
        </w:tc>
      </w:tr>
      <w:tr w:rsidR="009A2722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9A2722" w:rsidRPr="00946B9E" w:rsidRDefault="009A272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2722" w:rsidRPr="00946B9E" w:rsidRDefault="009A2722" w:rsidP="00FA5D33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9A2722" w:rsidRPr="00946B9E" w:rsidRDefault="009A2722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gridSpan w:val="3"/>
          </w:tcPr>
          <w:p w:rsidR="009A2722" w:rsidRPr="00946B9E" w:rsidRDefault="009A2722">
            <w:pPr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Аккумуляторная  батарея </w:t>
            </w:r>
          </w:p>
        </w:tc>
        <w:tc>
          <w:tcPr>
            <w:tcW w:w="2552" w:type="dxa"/>
          </w:tcPr>
          <w:p w:rsidR="009A2722" w:rsidRPr="00946B9E" w:rsidRDefault="009A2722">
            <w:pPr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6СТ-60</w:t>
            </w:r>
          </w:p>
        </w:tc>
        <w:tc>
          <w:tcPr>
            <w:tcW w:w="775" w:type="dxa"/>
            <w:gridSpan w:val="5"/>
            <w:vMerge/>
          </w:tcPr>
          <w:p w:rsidR="009A2722" w:rsidRPr="00946B9E" w:rsidRDefault="009A2722" w:rsidP="002F5C47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  <w:gridSpan w:val="5"/>
            <w:vAlign w:val="center"/>
          </w:tcPr>
          <w:p w:rsidR="009A2722" w:rsidRPr="00946B9E" w:rsidRDefault="009A2722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9A2722" w:rsidRPr="00946B9E" w:rsidRDefault="009A2722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10</w:t>
            </w:r>
          </w:p>
        </w:tc>
      </w:tr>
      <w:tr w:rsidR="009A2722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9A2722" w:rsidRPr="00946B9E" w:rsidRDefault="009A272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2722" w:rsidRPr="00946B9E" w:rsidRDefault="009A2722" w:rsidP="00FA5D33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9A2722" w:rsidRPr="00946B9E" w:rsidRDefault="009A2722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4</w:t>
            </w:r>
          </w:p>
        </w:tc>
        <w:tc>
          <w:tcPr>
            <w:tcW w:w="1844" w:type="dxa"/>
            <w:gridSpan w:val="3"/>
          </w:tcPr>
          <w:p w:rsidR="009A2722" w:rsidRPr="00946B9E" w:rsidRDefault="009A2722">
            <w:pPr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Аккумуляторная  </w:t>
            </w:r>
            <w:r w:rsidRPr="00946B9E">
              <w:rPr>
                <w:sz w:val="22"/>
                <w:szCs w:val="22"/>
              </w:rPr>
              <w:lastRenderedPageBreak/>
              <w:t xml:space="preserve">батарея </w:t>
            </w:r>
          </w:p>
        </w:tc>
        <w:tc>
          <w:tcPr>
            <w:tcW w:w="2552" w:type="dxa"/>
          </w:tcPr>
          <w:p w:rsidR="009A2722" w:rsidRPr="00946B9E" w:rsidRDefault="009A2722">
            <w:pPr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lastRenderedPageBreak/>
              <w:t>6СТ-75</w:t>
            </w:r>
          </w:p>
        </w:tc>
        <w:tc>
          <w:tcPr>
            <w:tcW w:w="775" w:type="dxa"/>
            <w:gridSpan w:val="5"/>
            <w:vMerge/>
          </w:tcPr>
          <w:p w:rsidR="009A2722" w:rsidRPr="00946B9E" w:rsidRDefault="009A2722" w:rsidP="002F5C47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  <w:gridSpan w:val="5"/>
            <w:vAlign w:val="center"/>
          </w:tcPr>
          <w:p w:rsidR="009A2722" w:rsidRPr="00946B9E" w:rsidRDefault="009A2722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9A2722" w:rsidRPr="00946B9E" w:rsidRDefault="009A2722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6</w:t>
            </w:r>
          </w:p>
        </w:tc>
      </w:tr>
      <w:tr w:rsidR="009A2722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9A2722" w:rsidRPr="00946B9E" w:rsidRDefault="009A272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2722" w:rsidRPr="00946B9E" w:rsidRDefault="009A2722" w:rsidP="00FA5D33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9A2722" w:rsidRPr="00946B9E" w:rsidRDefault="009A2722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5</w:t>
            </w:r>
          </w:p>
        </w:tc>
        <w:tc>
          <w:tcPr>
            <w:tcW w:w="1844" w:type="dxa"/>
            <w:gridSpan w:val="3"/>
          </w:tcPr>
          <w:p w:rsidR="009A2722" w:rsidRPr="00946B9E" w:rsidRDefault="009A2722">
            <w:pPr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Аккумуляторная  батарея </w:t>
            </w:r>
          </w:p>
        </w:tc>
        <w:tc>
          <w:tcPr>
            <w:tcW w:w="2552" w:type="dxa"/>
          </w:tcPr>
          <w:p w:rsidR="009A2722" w:rsidRPr="00946B9E" w:rsidRDefault="009A2722">
            <w:pPr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 xml:space="preserve">PRESIDENT 105D31 90R 90 </w:t>
            </w:r>
            <w:r w:rsidRPr="00946B9E">
              <w:rPr>
                <w:sz w:val="22"/>
                <w:szCs w:val="22"/>
              </w:rPr>
              <w:t>А</w:t>
            </w:r>
            <w:r w:rsidRPr="00946B9E">
              <w:rPr>
                <w:sz w:val="22"/>
                <w:szCs w:val="22"/>
                <w:lang w:val="en-US"/>
              </w:rPr>
              <w:t>/</w:t>
            </w:r>
            <w:r w:rsidRPr="00946B9E">
              <w:rPr>
                <w:sz w:val="22"/>
                <w:szCs w:val="22"/>
              </w:rPr>
              <w:t>ч</w:t>
            </w:r>
          </w:p>
        </w:tc>
        <w:tc>
          <w:tcPr>
            <w:tcW w:w="775" w:type="dxa"/>
            <w:gridSpan w:val="5"/>
            <w:vMerge/>
          </w:tcPr>
          <w:p w:rsidR="009A2722" w:rsidRPr="00946B9E" w:rsidRDefault="009A272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84" w:type="dxa"/>
            <w:gridSpan w:val="5"/>
            <w:vAlign w:val="center"/>
          </w:tcPr>
          <w:p w:rsidR="009A2722" w:rsidRPr="00946B9E" w:rsidRDefault="009A2722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9A2722" w:rsidRPr="00946B9E" w:rsidRDefault="009A2722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</w:t>
            </w:r>
          </w:p>
        </w:tc>
      </w:tr>
      <w:tr w:rsidR="009A2722" w:rsidRPr="00946B9E" w:rsidTr="009A2722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9A2722" w:rsidRPr="00946B9E" w:rsidRDefault="009A272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2722" w:rsidRPr="00946B9E" w:rsidRDefault="009A2722" w:rsidP="00FA5D33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9A2722" w:rsidRPr="00946B9E" w:rsidRDefault="009A2722" w:rsidP="00F24C96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6</w:t>
            </w:r>
          </w:p>
        </w:tc>
        <w:tc>
          <w:tcPr>
            <w:tcW w:w="1844" w:type="dxa"/>
            <w:gridSpan w:val="3"/>
          </w:tcPr>
          <w:p w:rsidR="009A2722" w:rsidRPr="00946B9E" w:rsidRDefault="009A2722">
            <w:pPr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Аккумуляторная  батарея </w:t>
            </w:r>
          </w:p>
        </w:tc>
        <w:tc>
          <w:tcPr>
            <w:tcW w:w="2552" w:type="dxa"/>
          </w:tcPr>
          <w:p w:rsidR="009A2722" w:rsidRPr="00946B9E" w:rsidRDefault="009A2722">
            <w:pPr>
              <w:rPr>
                <w:sz w:val="22"/>
                <w:szCs w:val="22"/>
                <w:lang w:val="en-US"/>
              </w:rPr>
            </w:pPr>
            <w:r w:rsidRPr="00946B9E">
              <w:rPr>
                <w:sz w:val="22"/>
                <w:szCs w:val="22"/>
                <w:lang w:val="en-US"/>
              </w:rPr>
              <w:t xml:space="preserve">PRESIDENT 105D31 90L 90 </w:t>
            </w:r>
            <w:r w:rsidRPr="00946B9E">
              <w:rPr>
                <w:sz w:val="22"/>
                <w:szCs w:val="22"/>
              </w:rPr>
              <w:t>А</w:t>
            </w:r>
            <w:r w:rsidRPr="00946B9E">
              <w:rPr>
                <w:sz w:val="22"/>
                <w:szCs w:val="22"/>
                <w:lang w:val="en-US"/>
              </w:rPr>
              <w:t>/</w:t>
            </w:r>
            <w:r w:rsidRPr="00946B9E">
              <w:rPr>
                <w:sz w:val="22"/>
                <w:szCs w:val="22"/>
              </w:rPr>
              <w:t>ч</w:t>
            </w:r>
          </w:p>
        </w:tc>
        <w:tc>
          <w:tcPr>
            <w:tcW w:w="775" w:type="dxa"/>
            <w:gridSpan w:val="5"/>
            <w:vMerge/>
          </w:tcPr>
          <w:p w:rsidR="009A2722" w:rsidRPr="00946B9E" w:rsidRDefault="009A272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84" w:type="dxa"/>
            <w:gridSpan w:val="5"/>
            <w:vAlign w:val="center"/>
          </w:tcPr>
          <w:p w:rsidR="009A2722" w:rsidRPr="00946B9E" w:rsidRDefault="009A2722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шт.</w:t>
            </w:r>
          </w:p>
        </w:tc>
        <w:tc>
          <w:tcPr>
            <w:tcW w:w="945" w:type="dxa"/>
            <w:vAlign w:val="center"/>
          </w:tcPr>
          <w:p w:rsidR="009A2722" w:rsidRPr="00946B9E" w:rsidRDefault="009A2722">
            <w:pPr>
              <w:jc w:val="center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</w:t>
            </w:r>
          </w:p>
        </w:tc>
      </w:tr>
      <w:tr w:rsidR="004D583C" w:rsidRPr="00946B9E" w:rsidTr="00FA5D33">
        <w:trPr>
          <w:trHeight w:val="227"/>
          <w:jc w:val="center"/>
        </w:trPr>
        <w:tc>
          <w:tcPr>
            <w:tcW w:w="562" w:type="dxa"/>
            <w:vMerge/>
            <w:vAlign w:val="center"/>
          </w:tcPr>
          <w:p w:rsidR="004D583C" w:rsidRPr="00946B9E" w:rsidRDefault="004D583C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FA5D33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508" w:type="dxa"/>
            <w:gridSpan w:val="16"/>
          </w:tcPr>
          <w:p w:rsidR="004D583C" w:rsidRPr="00946B9E" w:rsidRDefault="004D583C" w:rsidP="00873AE1">
            <w:pPr>
              <w:jc w:val="right"/>
              <w:rPr>
                <w:b/>
                <w:bCs/>
                <w:sz w:val="22"/>
                <w:szCs w:val="22"/>
              </w:rPr>
            </w:pPr>
            <w:r w:rsidRPr="00946B9E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945" w:type="dxa"/>
          </w:tcPr>
          <w:p w:rsidR="004D583C" w:rsidRPr="00946B9E" w:rsidRDefault="004D583C" w:rsidP="00873AE1">
            <w:pPr>
              <w:jc w:val="center"/>
              <w:rPr>
                <w:b/>
                <w:bCs/>
                <w:sz w:val="22"/>
                <w:szCs w:val="22"/>
              </w:rPr>
            </w:pPr>
            <w:r w:rsidRPr="00946B9E">
              <w:rPr>
                <w:b/>
                <w:bCs/>
                <w:sz w:val="22"/>
                <w:szCs w:val="22"/>
              </w:rPr>
              <w:t>74</w:t>
            </w:r>
          </w:p>
        </w:tc>
      </w:tr>
      <w:tr w:rsidR="004D583C" w:rsidRPr="00946B9E" w:rsidTr="00FA5D33">
        <w:trPr>
          <w:trHeight w:val="227"/>
          <w:jc w:val="center"/>
        </w:trPr>
        <w:tc>
          <w:tcPr>
            <w:tcW w:w="562" w:type="dxa"/>
            <w:vAlign w:val="center"/>
          </w:tcPr>
          <w:p w:rsidR="004D583C" w:rsidRPr="00946B9E" w:rsidRDefault="004D583C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17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FA5D33">
            <w:pPr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946B9E">
              <w:rPr>
                <w:b/>
                <w:i/>
                <w:sz w:val="22"/>
                <w:szCs w:val="22"/>
              </w:rPr>
              <w:t>для партии 6:</w:t>
            </w:r>
          </w:p>
        </w:tc>
        <w:tc>
          <w:tcPr>
            <w:tcW w:w="7453" w:type="dxa"/>
            <w:gridSpan w:val="17"/>
          </w:tcPr>
          <w:p w:rsidR="004D583C" w:rsidRPr="00946B9E" w:rsidRDefault="004D583C" w:rsidP="00234370">
            <w:pPr>
              <w:rPr>
                <w:rFonts w:eastAsia="Symbol"/>
                <w:b/>
                <w:sz w:val="22"/>
                <w:szCs w:val="22"/>
              </w:rPr>
            </w:pPr>
            <w:r w:rsidRPr="00946B9E">
              <w:rPr>
                <w:rFonts w:eastAsia="Symbol"/>
                <w:b/>
                <w:sz w:val="22"/>
                <w:szCs w:val="22"/>
              </w:rPr>
              <w:t xml:space="preserve">(для оформления </w:t>
            </w:r>
            <w:proofErr w:type="gramStart"/>
            <w:r w:rsidRPr="00946B9E">
              <w:rPr>
                <w:rFonts w:eastAsia="Symbol"/>
                <w:b/>
                <w:sz w:val="22"/>
                <w:szCs w:val="22"/>
              </w:rPr>
              <w:t>счет-фактуры</w:t>
            </w:r>
            <w:proofErr w:type="gramEnd"/>
            <w:r w:rsidRPr="00946B9E">
              <w:rPr>
                <w:rFonts w:eastAsia="Symbol"/>
                <w:b/>
                <w:sz w:val="22"/>
                <w:szCs w:val="22"/>
              </w:rPr>
              <w:t xml:space="preserve">): </w:t>
            </w:r>
          </w:p>
          <w:p w:rsidR="004D583C" w:rsidRPr="00946B9E" w:rsidRDefault="004D583C" w:rsidP="00234370">
            <w:pPr>
              <w:jc w:val="both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Филиал АО «ДРСК» «Южно-якутские электрические сети», </w:t>
            </w:r>
          </w:p>
          <w:p w:rsidR="004D583C" w:rsidRPr="00946B9E" w:rsidRDefault="004D583C" w:rsidP="002343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946B9E">
              <w:rPr>
                <w:sz w:val="22"/>
                <w:szCs w:val="22"/>
              </w:rPr>
              <w:t>678900 Республика Саха  (Якутия), г. Алдан, ул. Линейная, 4</w:t>
            </w:r>
          </w:p>
        </w:tc>
      </w:tr>
      <w:tr w:rsidR="004D583C" w:rsidRPr="00946B9E" w:rsidTr="00FA5D33">
        <w:trPr>
          <w:trHeight w:val="227"/>
          <w:jc w:val="center"/>
        </w:trPr>
        <w:tc>
          <w:tcPr>
            <w:tcW w:w="562" w:type="dxa"/>
            <w:vAlign w:val="center"/>
          </w:tcPr>
          <w:p w:rsidR="004D583C" w:rsidRPr="00946B9E" w:rsidRDefault="004D583C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18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FA5D33">
            <w:pPr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Отгрузочные реквизиты для партии 6:</w:t>
            </w:r>
          </w:p>
        </w:tc>
        <w:tc>
          <w:tcPr>
            <w:tcW w:w="7453" w:type="dxa"/>
            <w:gridSpan w:val="17"/>
          </w:tcPr>
          <w:p w:rsidR="004D583C" w:rsidRPr="00946B9E" w:rsidRDefault="004D583C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946B9E">
              <w:rPr>
                <w:b/>
                <w:i/>
                <w:sz w:val="22"/>
                <w:szCs w:val="22"/>
                <w:u w:val="single"/>
              </w:rPr>
              <w:t>Грузополучатель (для ЖД накладной):</w:t>
            </w:r>
            <w:r w:rsidRPr="00946B9E">
              <w:rPr>
                <w:sz w:val="22"/>
                <w:szCs w:val="22"/>
              </w:rPr>
              <w:t xml:space="preserve"> </w:t>
            </w:r>
            <w:r w:rsidRPr="00946B9E">
              <w:rPr>
                <w:color w:val="000000"/>
                <w:spacing w:val="-3"/>
                <w:sz w:val="22"/>
                <w:szCs w:val="22"/>
              </w:rPr>
              <w:t xml:space="preserve">ООО  «Ассоциация    строителей  </w:t>
            </w:r>
            <w:proofErr w:type="spellStart"/>
            <w:r w:rsidRPr="00946B9E">
              <w:rPr>
                <w:color w:val="000000"/>
                <w:spacing w:val="-3"/>
                <w:sz w:val="22"/>
                <w:szCs w:val="22"/>
              </w:rPr>
              <w:t>Амуро</w:t>
            </w:r>
            <w:proofErr w:type="spellEnd"/>
            <w:r w:rsidRPr="00946B9E">
              <w:rPr>
                <w:color w:val="000000"/>
                <w:spacing w:val="-3"/>
                <w:sz w:val="22"/>
                <w:szCs w:val="22"/>
              </w:rPr>
              <w:t xml:space="preserve">-Якутской магистрали» для филиала АО </w:t>
            </w:r>
            <w:r w:rsidRPr="00946B9E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946B9E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4D583C" w:rsidRPr="00946B9E" w:rsidTr="00FA5D33">
        <w:trPr>
          <w:trHeight w:val="227"/>
          <w:jc w:val="center"/>
        </w:trPr>
        <w:tc>
          <w:tcPr>
            <w:tcW w:w="562" w:type="dxa"/>
            <w:vAlign w:val="center"/>
          </w:tcPr>
          <w:p w:rsidR="004D583C" w:rsidRPr="00946B9E" w:rsidRDefault="004D583C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19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FA5D33">
            <w:pPr>
              <w:pStyle w:val="aa"/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453" w:type="dxa"/>
            <w:gridSpan w:val="17"/>
          </w:tcPr>
          <w:p w:rsidR="00444D01" w:rsidRDefault="004D583C" w:rsidP="00444D01">
            <w:pPr>
              <w:pStyle w:val="a5"/>
              <w:numPr>
                <w:ilvl w:val="0"/>
                <w:numId w:val="6"/>
              </w:numPr>
              <w:tabs>
                <w:tab w:val="left" w:pos="163"/>
                <w:tab w:val="left" w:pos="305"/>
              </w:tabs>
              <w:spacing w:before="0" w:line="240" w:lineRule="auto"/>
              <w:ind w:left="0" w:firstLine="0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Все аккумуляторные  должны быть новыми, ранее не использованными и изготовлены не ранее </w:t>
            </w:r>
            <w:r w:rsidR="00F24C96">
              <w:rPr>
                <w:sz w:val="22"/>
                <w:szCs w:val="22"/>
              </w:rPr>
              <w:t xml:space="preserve">4 квартала </w:t>
            </w:r>
            <w:r w:rsidRPr="00946B9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946B9E">
              <w:rPr>
                <w:sz w:val="22"/>
                <w:szCs w:val="22"/>
              </w:rPr>
              <w:t xml:space="preserve"> г. </w:t>
            </w:r>
          </w:p>
          <w:p w:rsidR="004D583C" w:rsidRPr="00946B9E" w:rsidRDefault="004D583C" w:rsidP="00444D01">
            <w:pPr>
              <w:pStyle w:val="a5"/>
              <w:numPr>
                <w:ilvl w:val="0"/>
                <w:numId w:val="6"/>
              </w:numPr>
              <w:tabs>
                <w:tab w:val="left" w:pos="163"/>
                <w:tab w:val="left" w:pos="305"/>
              </w:tabs>
              <w:spacing w:before="0" w:line="240" w:lineRule="auto"/>
              <w:ind w:left="0" w:firstLine="0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Маркировка оборудования должна выполняться на русском языке, должна иметь четкие обозначения. Также указывае</w:t>
            </w:r>
            <w:r w:rsidR="00444D01">
              <w:rPr>
                <w:sz w:val="22"/>
                <w:szCs w:val="22"/>
              </w:rPr>
              <w:t>тся изготовитель, номер партии,</w:t>
            </w:r>
            <w:r w:rsidRPr="00946B9E">
              <w:rPr>
                <w:sz w:val="22"/>
                <w:szCs w:val="22"/>
              </w:rPr>
              <w:t xml:space="preserve"> месяц и год изготовления. Маркировка должна сохраняться весь срок службы поставляемого оборудования.</w:t>
            </w:r>
          </w:p>
        </w:tc>
      </w:tr>
      <w:tr w:rsidR="004D583C" w:rsidRPr="00946B9E" w:rsidTr="00FA5D33">
        <w:trPr>
          <w:trHeight w:val="227"/>
          <w:jc w:val="center"/>
        </w:trPr>
        <w:tc>
          <w:tcPr>
            <w:tcW w:w="562" w:type="dxa"/>
            <w:vAlign w:val="center"/>
          </w:tcPr>
          <w:p w:rsidR="004D583C" w:rsidRPr="00946B9E" w:rsidRDefault="004D583C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20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FA5D33">
            <w:pPr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453" w:type="dxa"/>
            <w:gridSpan w:val="17"/>
          </w:tcPr>
          <w:p w:rsidR="004D583C" w:rsidRPr="00946B9E" w:rsidRDefault="004D583C" w:rsidP="00F74F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АКБ</w:t>
            </w:r>
            <w:r w:rsidRPr="00946B9E">
              <w:rPr>
                <w:sz w:val="22"/>
                <w:szCs w:val="22"/>
              </w:rPr>
              <w:t xml:space="preserve"> должны быть изготовлены в соответствии с требованиями технического регламента таможенного союза </w:t>
            </w:r>
            <w:proofErr w:type="gramStart"/>
            <w:r w:rsidRPr="00946B9E">
              <w:rPr>
                <w:sz w:val="22"/>
                <w:szCs w:val="22"/>
              </w:rPr>
              <w:t>ТР</w:t>
            </w:r>
            <w:proofErr w:type="gramEnd"/>
            <w:r w:rsidRPr="00946B9E">
              <w:rPr>
                <w:sz w:val="22"/>
                <w:szCs w:val="22"/>
              </w:rPr>
              <w:t xml:space="preserve"> ТС 018/2011 «О безопасности колесных транспортных средств» (для подтверждения предоставить копии сертификатов соответствия)</w:t>
            </w:r>
          </w:p>
        </w:tc>
      </w:tr>
      <w:tr w:rsidR="004D583C" w:rsidRPr="00946B9E" w:rsidTr="00FA5D33">
        <w:trPr>
          <w:trHeight w:val="227"/>
          <w:jc w:val="center"/>
        </w:trPr>
        <w:tc>
          <w:tcPr>
            <w:tcW w:w="562" w:type="dxa"/>
            <w:vAlign w:val="center"/>
          </w:tcPr>
          <w:p w:rsidR="004D583C" w:rsidRPr="00946B9E" w:rsidRDefault="004D583C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21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FA5D33">
            <w:pPr>
              <w:pStyle w:val="aa"/>
              <w:spacing w:line="240" w:lineRule="auto"/>
              <w:ind w:left="0" w:firstLine="0"/>
              <w:jc w:val="left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453" w:type="dxa"/>
            <w:gridSpan w:val="17"/>
          </w:tcPr>
          <w:p w:rsidR="004D583C" w:rsidRPr="00946B9E" w:rsidRDefault="004D583C" w:rsidP="00090126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  <w:u w:val="single"/>
              </w:rPr>
              <w:t xml:space="preserve">По каждому наименованию АКБ </w:t>
            </w:r>
            <w:r w:rsidRPr="00946B9E">
              <w:rPr>
                <w:sz w:val="22"/>
                <w:szCs w:val="22"/>
              </w:rPr>
              <w:t>технического предложения должен быть указан:</w:t>
            </w:r>
          </w:p>
          <w:p w:rsidR="004D583C" w:rsidRPr="00946B9E" w:rsidRDefault="004D583C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1) Меся</w:t>
            </w:r>
            <w:r>
              <w:rPr>
                <w:sz w:val="22"/>
                <w:szCs w:val="22"/>
              </w:rPr>
              <w:t>ц</w:t>
            </w:r>
            <w:r w:rsidRPr="00946B9E">
              <w:rPr>
                <w:sz w:val="22"/>
                <w:szCs w:val="22"/>
              </w:rPr>
              <w:t xml:space="preserve"> и год изготовления </w:t>
            </w:r>
          </w:p>
          <w:p w:rsidR="004D583C" w:rsidRPr="00946B9E" w:rsidRDefault="004D583C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2) Завод изготовитель </w:t>
            </w:r>
          </w:p>
          <w:p w:rsidR="004D583C" w:rsidRPr="00946B9E" w:rsidRDefault="004D583C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4D583C" w:rsidRPr="00946B9E" w:rsidRDefault="004D583C" w:rsidP="00FA5D33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946B9E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proofErr w:type="spellStart"/>
            <w:r w:rsidRPr="00946B9E">
              <w:rPr>
                <w:b/>
                <w:sz w:val="22"/>
                <w:szCs w:val="22"/>
                <w:u w:val="single"/>
              </w:rPr>
              <w:t>пп</w:t>
            </w:r>
            <w:proofErr w:type="spellEnd"/>
            <w:r w:rsidRPr="00946B9E">
              <w:rPr>
                <w:b/>
                <w:sz w:val="22"/>
                <w:szCs w:val="22"/>
                <w:u w:val="single"/>
              </w:rPr>
              <w:t xml:space="preserve">. 19-21 технического задания, Заказчик </w:t>
            </w:r>
            <w:proofErr w:type="gramStart"/>
            <w:r w:rsidRPr="00946B9E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946B9E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  <w:r w:rsidRPr="00946B9E"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4D583C" w:rsidRPr="00946B9E" w:rsidTr="00FA5D33">
        <w:trPr>
          <w:trHeight w:val="274"/>
          <w:jc w:val="center"/>
        </w:trPr>
        <w:tc>
          <w:tcPr>
            <w:tcW w:w="562" w:type="dxa"/>
            <w:vAlign w:val="center"/>
          </w:tcPr>
          <w:p w:rsidR="004D583C" w:rsidRPr="00946B9E" w:rsidRDefault="004D583C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22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FA5D33">
            <w:pPr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453" w:type="dxa"/>
            <w:gridSpan w:val="17"/>
          </w:tcPr>
          <w:p w:rsidR="004D583C" w:rsidRPr="00946B9E" w:rsidRDefault="004D583C" w:rsidP="00FA5D33">
            <w:pPr>
              <w:jc w:val="both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Срок гарантии на поставляемую продукцию должен быть не менее 24 месяцев. Время начала исчисления гарантийного срока – с момента ввода АКБ в эксплуатацию.</w:t>
            </w:r>
          </w:p>
          <w:p w:rsidR="004D583C" w:rsidRPr="00946B9E" w:rsidRDefault="004D583C" w:rsidP="00FA5D33">
            <w:pPr>
              <w:jc w:val="both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>Участник должен за свой счет и сроки, согласованные с заказчиком, устранять любые дефекты, в поставляемой продукции, выявленные в течение гарантийного срока.</w:t>
            </w:r>
          </w:p>
        </w:tc>
      </w:tr>
      <w:tr w:rsidR="004D583C" w:rsidRPr="00946B9E" w:rsidTr="00FA5D33">
        <w:trPr>
          <w:trHeight w:val="274"/>
          <w:jc w:val="center"/>
        </w:trPr>
        <w:tc>
          <w:tcPr>
            <w:tcW w:w="562" w:type="dxa"/>
            <w:vAlign w:val="center"/>
          </w:tcPr>
          <w:p w:rsidR="004D583C" w:rsidRPr="00946B9E" w:rsidRDefault="004D583C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23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FA5D33">
            <w:pPr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453" w:type="dxa"/>
            <w:gridSpan w:val="17"/>
          </w:tcPr>
          <w:p w:rsidR="004D583C" w:rsidRPr="00946B9E" w:rsidRDefault="004D583C" w:rsidP="00DD5A1A">
            <w:pPr>
              <w:jc w:val="both"/>
              <w:rPr>
                <w:bCs/>
                <w:sz w:val="22"/>
                <w:szCs w:val="22"/>
              </w:rPr>
            </w:pPr>
            <w:r w:rsidRPr="00946B9E">
              <w:rPr>
                <w:bCs/>
                <w:sz w:val="22"/>
                <w:szCs w:val="22"/>
              </w:rPr>
              <w:t xml:space="preserve">Отсрочка платежа в течение 30 календарных дней </w:t>
            </w:r>
            <w:proofErr w:type="gramStart"/>
            <w:r w:rsidRPr="00946B9E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946B9E">
              <w:rPr>
                <w:bCs/>
                <w:sz w:val="22"/>
                <w:szCs w:val="22"/>
              </w:rPr>
              <w:t xml:space="preserve"> акта сдачи-приемки товара и товарной накладной (ТОРГ-12)</w:t>
            </w:r>
          </w:p>
        </w:tc>
      </w:tr>
      <w:tr w:rsidR="004D583C" w:rsidRPr="00946B9E" w:rsidTr="00FA5D33">
        <w:trPr>
          <w:trHeight w:val="274"/>
          <w:jc w:val="center"/>
        </w:trPr>
        <w:tc>
          <w:tcPr>
            <w:tcW w:w="562" w:type="dxa"/>
            <w:vAlign w:val="center"/>
          </w:tcPr>
          <w:p w:rsidR="004D583C" w:rsidRPr="00946B9E" w:rsidRDefault="004D583C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24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583C" w:rsidRPr="00946B9E" w:rsidRDefault="004D583C" w:rsidP="00FA5D33">
            <w:pPr>
              <w:rPr>
                <w:b/>
                <w:i/>
                <w:sz w:val="22"/>
                <w:szCs w:val="22"/>
              </w:rPr>
            </w:pPr>
            <w:r w:rsidRPr="00946B9E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453" w:type="dxa"/>
            <w:gridSpan w:val="17"/>
          </w:tcPr>
          <w:p w:rsidR="004D583C" w:rsidRPr="00946B9E" w:rsidRDefault="004D583C" w:rsidP="00C12AC7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946B9E">
              <w:rPr>
                <w:b/>
                <w:bCs/>
                <w:i/>
                <w:sz w:val="22"/>
                <w:szCs w:val="22"/>
              </w:rPr>
              <w:t>до 30.0</w:t>
            </w:r>
            <w:r w:rsidR="00C12AC7">
              <w:rPr>
                <w:b/>
                <w:bCs/>
                <w:i/>
                <w:sz w:val="22"/>
                <w:szCs w:val="22"/>
              </w:rPr>
              <w:t>3</w:t>
            </w:r>
            <w:r w:rsidRPr="00946B9E">
              <w:rPr>
                <w:b/>
                <w:bCs/>
                <w:i/>
                <w:sz w:val="22"/>
                <w:szCs w:val="22"/>
              </w:rPr>
              <w:t>.201</w:t>
            </w:r>
            <w:r w:rsidR="00C12AC7">
              <w:rPr>
                <w:b/>
                <w:bCs/>
                <w:i/>
                <w:sz w:val="22"/>
                <w:szCs w:val="22"/>
              </w:rPr>
              <w:t>8</w:t>
            </w:r>
            <w:r w:rsidRPr="00946B9E">
              <w:rPr>
                <w:b/>
                <w:bCs/>
                <w:i/>
                <w:sz w:val="22"/>
                <w:szCs w:val="22"/>
              </w:rPr>
              <w:t>, с правом досрочной поставки</w:t>
            </w:r>
          </w:p>
        </w:tc>
      </w:tr>
    </w:tbl>
    <w:p w:rsidR="00444D01" w:rsidRDefault="00444D01" w:rsidP="005E39C2">
      <w:pPr>
        <w:pStyle w:val="a7"/>
        <w:jc w:val="left"/>
        <w:rPr>
          <w:b/>
          <w:bCs/>
          <w:sz w:val="26"/>
        </w:rPr>
      </w:pPr>
    </w:p>
    <w:p w:rsidR="00A771A9" w:rsidRPr="00850270" w:rsidRDefault="00A771A9" w:rsidP="00A771A9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A771A9" w:rsidRDefault="00A771A9" w:rsidP="00A771A9">
      <w:pPr>
        <w:tabs>
          <w:tab w:val="left" w:pos="993"/>
        </w:tabs>
        <w:ind w:firstLine="567"/>
        <w:jc w:val="both"/>
      </w:pPr>
    </w:p>
    <w:p w:rsidR="00A771A9" w:rsidRPr="00403603" w:rsidRDefault="00A771A9" w:rsidP="00444D01">
      <w:pPr>
        <w:tabs>
          <w:tab w:val="left" w:pos="993"/>
        </w:tabs>
        <w:ind w:firstLine="567"/>
        <w:jc w:val="both"/>
      </w:pPr>
      <w:r w:rsidRPr="00403603"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373283" w:rsidRPr="00403603" w:rsidRDefault="00403603" w:rsidP="00444D01">
      <w:pPr>
        <w:pStyle w:val="a7"/>
        <w:ind w:firstLine="567"/>
        <w:rPr>
          <w:bCs/>
          <w:sz w:val="26"/>
        </w:rPr>
      </w:pPr>
      <w:r w:rsidRPr="00403603">
        <w:rPr>
          <w:bCs/>
          <w:sz w:val="26"/>
        </w:rPr>
        <w:t>Аналогом считается аккумуляторная батарея</w:t>
      </w:r>
      <w:r>
        <w:rPr>
          <w:bCs/>
          <w:sz w:val="26"/>
        </w:rPr>
        <w:t xml:space="preserve">, которая имеет емкость не ниже АКБ, заявленной в ТЗ, ту </w:t>
      </w:r>
      <w:r w:rsidR="001353A5">
        <w:rPr>
          <w:bCs/>
          <w:sz w:val="26"/>
        </w:rPr>
        <w:t>же полярность и крепления клемм, габариты АКБ не должны превышать заявленные по каждому из ТЗ.</w:t>
      </w:r>
    </w:p>
    <w:p w:rsidR="00444D01" w:rsidRDefault="00444D01" w:rsidP="005E39C2">
      <w:pPr>
        <w:pStyle w:val="a7"/>
        <w:jc w:val="left"/>
        <w:rPr>
          <w:b/>
          <w:bCs/>
          <w:sz w:val="26"/>
        </w:rPr>
      </w:pPr>
      <w:bookmarkStart w:id="0" w:name="_GoBack"/>
      <w:bookmarkEnd w:id="0"/>
    </w:p>
    <w:sectPr w:rsidR="00444D01" w:rsidSect="00D962A2">
      <w:footerReference w:type="default" r:id="rId10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7B4" w:rsidRDefault="008047B4" w:rsidP="006C00DC">
      <w:r>
        <w:separator/>
      </w:r>
    </w:p>
  </w:endnote>
  <w:endnote w:type="continuationSeparator" w:id="0">
    <w:p w:rsidR="008047B4" w:rsidRDefault="008047B4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20B0603020202030204"/>
    <w:charset w:val="00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F5C47" w:rsidRPr="00D962A2" w:rsidRDefault="002F5C47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9A2CB4">
          <w:rPr>
            <w:noProof/>
            <w:sz w:val="20"/>
            <w:szCs w:val="20"/>
          </w:rPr>
          <w:t>7</w:t>
        </w:r>
        <w:r w:rsidRPr="00D962A2">
          <w:rPr>
            <w:sz w:val="20"/>
            <w:szCs w:val="20"/>
          </w:rPr>
          <w:fldChar w:fldCharType="end"/>
        </w:r>
      </w:p>
    </w:sdtContent>
  </w:sdt>
  <w:p w:rsidR="002F5C47" w:rsidRDefault="002F5C4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7B4" w:rsidRDefault="008047B4" w:rsidP="006C00DC">
      <w:r>
        <w:separator/>
      </w:r>
    </w:p>
  </w:footnote>
  <w:footnote w:type="continuationSeparator" w:id="0">
    <w:p w:rsidR="008047B4" w:rsidRDefault="008047B4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20A23"/>
    <w:multiLevelType w:val="hybridMultilevel"/>
    <w:tmpl w:val="1A14BB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635AA"/>
    <w:rsid w:val="00080785"/>
    <w:rsid w:val="00090126"/>
    <w:rsid w:val="00090848"/>
    <w:rsid w:val="00092EB9"/>
    <w:rsid w:val="000B224B"/>
    <w:rsid w:val="000C1D91"/>
    <w:rsid w:val="000C58D7"/>
    <w:rsid w:val="000F1FE2"/>
    <w:rsid w:val="000F746E"/>
    <w:rsid w:val="00111D94"/>
    <w:rsid w:val="00114150"/>
    <w:rsid w:val="00115003"/>
    <w:rsid w:val="00127196"/>
    <w:rsid w:val="00130110"/>
    <w:rsid w:val="00131388"/>
    <w:rsid w:val="001353A5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07753"/>
    <w:rsid w:val="00214C22"/>
    <w:rsid w:val="00234370"/>
    <w:rsid w:val="00257C96"/>
    <w:rsid w:val="00276CB8"/>
    <w:rsid w:val="00286286"/>
    <w:rsid w:val="002B14B7"/>
    <w:rsid w:val="002B2DF6"/>
    <w:rsid w:val="002C4074"/>
    <w:rsid w:val="002C72FB"/>
    <w:rsid w:val="002C7EED"/>
    <w:rsid w:val="002D1254"/>
    <w:rsid w:val="002E4D5F"/>
    <w:rsid w:val="002E6E7F"/>
    <w:rsid w:val="002F5C47"/>
    <w:rsid w:val="002F797F"/>
    <w:rsid w:val="00306797"/>
    <w:rsid w:val="00321F6E"/>
    <w:rsid w:val="00323640"/>
    <w:rsid w:val="00323FA9"/>
    <w:rsid w:val="00333C97"/>
    <w:rsid w:val="003511BE"/>
    <w:rsid w:val="00351EA7"/>
    <w:rsid w:val="00361E2C"/>
    <w:rsid w:val="00366125"/>
    <w:rsid w:val="003673DC"/>
    <w:rsid w:val="00373283"/>
    <w:rsid w:val="003760E3"/>
    <w:rsid w:val="00381C59"/>
    <w:rsid w:val="00387E05"/>
    <w:rsid w:val="003A0164"/>
    <w:rsid w:val="003B1E3C"/>
    <w:rsid w:val="003B3EC7"/>
    <w:rsid w:val="003B463E"/>
    <w:rsid w:val="003B65FF"/>
    <w:rsid w:val="003C1763"/>
    <w:rsid w:val="003C35CA"/>
    <w:rsid w:val="003E01DF"/>
    <w:rsid w:val="003F104A"/>
    <w:rsid w:val="003F7875"/>
    <w:rsid w:val="00403603"/>
    <w:rsid w:val="0040396B"/>
    <w:rsid w:val="00416C8C"/>
    <w:rsid w:val="0042227D"/>
    <w:rsid w:val="0042419E"/>
    <w:rsid w:val="00433165"/>
    <w:rsid w:val="00444D01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B5065"/>
    <w:rsid w:val="004D583C"/>
    <w:rsid w:val="004F0E6C"/>
    <w:rsid w:val="004F6453"/>
    <w:rsid w:val="00515B10"/>
    <w:rsid w:val="00517D4D"/>
    <w:rsid w:val="00520027"/>
    <w:rsid w:val="00520546"/>
    <w:rsid w:val="00527975"/>
    <w:rsid w:val="0054490A"/>
    <w:rsid w:val="005726ED"/>
    <w:rsid w:val="00577EA0"/>
    <w:rsid w:val="00583E6C"/>
    <w:rsid w:val="005A2B48"/>
    <w:rsid w:val="005A39DE"/>
    <w:rsid w:val="005A5857"/>
    <w:rsid w:val="005B15C1"/>
    <w:rsid w:val="005C7D74"/>
    <w:rsid w:val="005D040B"/>
    <w:rsid w:val="005D40E3"/>
    <w:rsid w:val="005E1DC3"/>
    <w:rsid w:val="005E39C2"/>
    <w:rsid w:val="005E5061"/>
    <w:rsid w:val="0060071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6EB3"/>
    <w:rsid w:val="006A5D65"/>
    <w:rsid w:val="006B0490"/>
    <w:rsid w:val="006C00DC"/>
    <w:rsid w:val="006D4E2C"/>
    <w:rsid w:val="006D5DFA"/>
    <w:rsid w:val="00700077"/>
    <w:rsid w:val="00703B19"/>
    <w:rsid w:val="007079C3"/>
    <w:rsid w:val="0072409A"/>
    <w:rsid w:val="00730A44"/>
    <w:rsid w:val="0073601D"/>
    <w:rsid w:val="00736994"/>
    <w:rsid w:val="0074136B"/>
    <w:rsid w:val="00775691"/>
    <w:rsid w:val="007835BB"/>
    <w:rsid w:val="007B00D4"/>
    <w:rsid w:val="007B3365"/>
    <w:rsid w:val="007B5860"/>
    <w:rsid w:val="007C51E6"/>
    <w:rsid w:val="007D2C4B"/>
    <w:rsid w:val="007D3038"/>
    <w:rsid w:val="007D5B90"/>
    <w:rsid w:val="007E55E8"/>
    <w:rsid w:val="007F2200"/>
    <w:rsid w:val="008047B4"/>
    <w:rsid w:val="00806ADD"/>
    <w:rsid w:val="00824B77"/>
    <w:rsid w:val="00841B69"/>
    <w:rsid w:val="0085043E"/>
    <w:rsid w:val="00852774"/>
    <w:rsid w:val="00864DBE"/>
    <w:rsid w:val="00873AE1"/>
    <w:rsid w:val="00875182"/>
    <w:rsid w:val="0088138B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46B9E"/>
    <w:rsid w:val="00953C21"/>
    <w:rsid w:val="00956B72"/>
    <w:rsid w:val="009743CD"/>
    <w:rsid w:val="00983C40"/>
    <w:rsid w:val="00985E21"/>
    <w:rsid w:val="00992C3D"/>
    <w:rsid w:val="009A0FA0"/>
    <w:rsid w:val="009A1BE9"/>
    <w:rsid w:val="009A2722"/>
    <w:rsid w:val="009A2CB4"/>
    <w:rsid w:val="009C0911"/>
    <w:rsid w:val="009C6764"/>
    <w:rsid w:val="009C7E0D"/>
    <w:rsid w:val="009E524E"/>
    <w:rsid w:val="009F10BE"/>
    <w:rsid w:val="009F1CBA"/>
    <w:rsid w:val="009F2D41"/>
    <w:rsid w:val="00A4601F"/>
    <w:rsid w:val="00A613F8"/>
    <w:rsid w:val="00A771A9"/>
    <w:rsid w:val="00AA2889"/>
    <w:rsid w:val="00AC3714"/>
    <w:rsid w:val="00AC494E"/>
    <w:rsid w:val="00AD1330"/>
    <w:rsid w:val="00AE0575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71331"/>
    <w:rsid w:val="00B71538"/>
    <w:rsid w:val="00B74A27"/>
    <w:rsid w:val="00B946F5"/>
    <w:rsid w:val="00BB2287"/>
    <w:rsid w:val="00BB2660"/>
    <w:rsid w:val="00BC2585"/>
    <w:rsid w:val="00BC444A"/>
    <w:rsid w:val="00BC548B"/>
    <w:rsid w:val="00C12AC7"/>
    <w:rsid w:val="00C14A44"/>
    <w:rsid w:val="00C44F54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339F1"/>
    <w:rsid w:val="00D4016D"/>
    <w:rsid w:val="00D546B6"/>
    <w:rsid w:val="00D6664C"/>
    <w:rsid w:val="00D87F56"/>
    <w:rsid w:val="00D962A2"/>
    <w:rsid w:val="00DA29ED"/>
    <w:rsid w:val="00DB114E"/>
    <w:rsid w:val="00DB6BB5"/>
    <w:rsid w:val="00DB77BA"/>
    <w:rsid w:val="00DC110D"/>
    <w:rsid w:val="00DD5A1A"/>
    <w:rsid w:val="00DE3C05"/>
    <w:rsid w:val="00E114B2"/>
    <w:rsid w:val="00E2065B"/>
    <w:rsid w:val="00E33A2F"/>
    <w:rsid w:val="00E4264A"/>
    <w:rsid w:val="00E6206C"/>
    <w:rsid w:val="00E77F00"/>
    <w:rsid w:val="00E85873"/>
    <w:rsid w:val="00EA6A92"/>
    <w:rsid w:val="00EB35E3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24C96"/>
    <w:rsid w:val="00F341D3"/>
    <w:rsid w:val="00F40F79"/>
    <w:rsid w:val="00F50FBC"/>
    <w:rsid w:val="00F542B4"/>
    <w:rsid w:val="00F74FD4"/>
    <w:rsid w:val="00FA3E0A"/>
    <w:rsid w:val="00FA4C18"/>
    <w:rsid w:val="00FA5070"/>
    <w:rsid w:val="00FA5D33"/>
    <w:rsid w:val="00FB10B4"/>
    <w:rsid w:val="00FC2BAB"/>
    <w:rsid w:val="00FC448B"/>
    <w:rsid w:val="00FC4EB8"/>
    <w:rsid w:val="00FD3420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C3222-8711-4C39-9252-A5D9A14FE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091107111103.dot</Template>
  <TotalTime>1465</TotalTime>
  <Pages>7</Pages>
  <Words>1829</Words>
  <Characters>10429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12234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Коротаева Татьяна Витальевна</cp:lastModifiedBy>
  <cp:revision>55</cp:revision>
  <cp:lastPrinted>2017-12-14T04:24:00Z</cp:lastPrinted>
  <dcterms:created xsi:type="dcterms:W3CDTF">2012-12-19T00:57:00Z</dcterms:created>
  <dcterms:modified xsi:type="dcterms:W3CDTF">2017-12-14T04:40:00Z</dcterms:modified>
</cp:coreProperties>
</file>