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9C3" w:rsidRDefault="007079C3" w:rsidP="007079C3">
      <w:pPr>
        <w:rPr>
          <w:rFonts w:ascii="Franklin Gothic Medium" w:hAnsi="Franklin Gothic Medium"/>
          <w:color w:val="000000"/>
          <w:sz w:val="16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color w:val="000000"/>
          <w:sz w:val="28"/>
          <w:szCs w:val="20"/>
        </w:rPr>
      </w:pPr>
      <w:r>
        <w:rPr>
          <w:noProof/>
          <w:sz w:val="28"/>
          <w:szCs w:val="20"/>
        </w:rPr>
        <w:drawing>
          <wp:inline distT="0" distB="0" distL="0" distR="0" wp14:anchorId="37EB7753" wp14:editId="5F4D8451">
            <wp:extent cx="967105" cy="793115"/>
            <wp:effectExtent l="0" t="0" r="4445" b="698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9C3" w:rsidRPr="00282706" w:rsidRDefault="007079C3" w:rsidP="007079C3">
      <w:pPr>
        <w:jc w:val="center"/>
        <w:rPr>
          <w:color w:val="000000"/>
          <w:sz w:val="10"/>
        </w:rPr>
      </w:pPr>
    </w:p>
    <w:p w:rsidR="007079C3" w:rsidRPr="00282706" w:rsidRDefault="007079C3" w:rsidP="007079C3">
      <w:pPr>
        <w:tabs>
          <w:tab w:val="left" w:pos="5790"/>
        </w:tabs>
        <w:rPr>
          <w:color w:val="000000"/>
          <w:sz w:val="10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sz w:val="28"/>
          <w:szCs w:val="20"/>
        </w:rPr>
      </w:pPr>
      <w:r w:rsidRPr="00282706">
        <w:rPr>
          <w:sz w:val="28"/>
          <w:szCs w:val="20"/>
        </w:rPr>
        <w:t>Акционерное общество</w:t>
      </w:r>
    </w:p>
    <w:p w:rsidR="007079C3" w:rsidRPr="00282706" w:rsidRDefault="007079C3" w:rsidP="007079C3">
      <w:pPr>
        <w:jc w:val="center"/>
        <w:rPr>
          <w:b/>
          <w:sz w:val="30"/>
          <w:szCs w:val="30"/>
        </w:rPr>
      </w:pPr>
      <w:r w:rsidRPr="00282706">
        <w:rPr>
          <w:b/>
          <w:sz w:val="30"/>
          <w:szCs w:val="30"/>
        </w:rPr>
        <w:t xml:space="preserve">«Дальневосточная распределительная сетевая </w:t>
      </w:r>
      <w:r w:rsidRPr="00282706">
        <w:rPr>
          <w:sz w:val="30"/>
          <w:szCs w:val="30"/>
        </w:rPr>
        <w:t xml:space="preserve"> </w:t>
      </w:r>
      <w:r w:rsidRPr="00282706">
        <w:rPr>
          <w:b/>
          <w:sz w:val="30"/>
          <w:szCs w:val="30"/>
        </w:rPr>
        <w:t>компания»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282706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EA1AE8" w:rsidRPr="00EA1AE8">
        <w:rPr>
          <w:rFonts w:ascii="Times New Roman" w:hAnsi="Times New Roman" w:cs="Times New Roman"/>
          <w:caps/>
          <w:sz w:val="26"/>
          <w:szCs w:val="26"/>
        </w:rPr>
        <w:t xml:space="preserve">Автошин </w:t>
      </w:r>
      <w:r w:rsidR="00664DD5">
        <w:rPr>
          <w:rFonts w:ascii="Times New Roman" w:hAnsi="Times New Roman" w:cs="Times New Roman"/>
          <w:caps/>
          <w:sz w:val="26"/>
          <w:szCs w:val="26"/>
        </w:rPr>
        <w:t>зарубежного</w:t>
      </w:r>
      <w:r w:rsidR="00EA1AE8" w:rsidRPr="00EA1AE8">
        <w:rPr>
          <w:rFonts w:ascii="Times New Roman" w:hAnsi="Times New Roman" w:cs="Times New Roman"/>
          <w:caps/>
          <w:sz w:val="26"/>
          <w:szCs w:val="26"/>
        </w:rPr>
        <w:t xml:space="preserve"> производства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EA6A92" w:rsidRPr="00145FD8" w:rsidRDefault="00496781" w:rsidP="00496781">
      <w:pPr>
        <w:tabs>
          <w:tab w:val="left" w:pos="3710"/>
        </w:tabs>
        <w:rPr>
          <w:sz w:val="12"/>
          <w:szCs w:val="12"/>
        </w:rPr>
      </w:pPr>
      <w:r w:rsidRPr="00145FD8">
        <w:rPr>
          <w:sz w:val="12"/>
          <w:szCs w:val="12"/>
        </w:rPr>
        <w:tab/>
      </w:r>
    </w:p>
    <w:p w:rsidR="00EA6A92" w:rsidRPr="00935230" w:rsidRDefault="00EA6A92" w:rsidP="00EA6A92">
      <w:pPr>
        <w:numPr>
          <w:ilvl w:val="0"/>
          <w:numId w:val="3"/>
        </w:numPr>
        <w:ind w:left="0" w:firstLine="426"/>
        <w:jc w:val="both"/>
        <w:rPr>
          <w:b/>
        </w:rPr>
      </w:pPr>
      <w:r w:rsidRPr="00935230">
        <w:t xml:space="preserve">Требования к </w:t>
      </w:r>
      <w:r w:rsidRPr="00935230">
        <w:rPr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 w:rsidRPr="00935230">
        <w:rPr>
          <w:b/>
        </w:rPr>
        <w:t xml:space="preserve"> приведены в таблице 1.</w:t>
      </w:r>
    </w:p>
    <w:p w:rsidR="00EA6A92" w:rsidRPr="00935230" w:rsidRDefault="00EA6A92" w:rsidP="00EA6A92">
      <w:pPr>
        <w:ind w:firstLine="426"/>
        <w:rPr>
          <w:b/>
        </w:rPr>
      </w:pPr>
    </w:p>
    <w:p w:rsidR="00EA6A92" w:rsidRPr="00935230" w:rsidRDefault="00EA6A92" w:rsidP="00EA6A92">
      <w:pPr>
        <w:ind w:firstLine="426"/>
        <w:jc w:val="both"/>
        <w:rPr>
          <w:b/>
        </w:rPr>
      </w:pPr>
      <w:r w:rsidRPr="00935230">
        <w:rPr>
          <w:b/>
        </w:rPr>
        <w:t xml:space="preserve">Таблица 1 </w:t>
      </w:r>
      <w:r w:rsidRPr="00935230">
        <w:t xml:space="preserve">- Требования к </w:t>
      </w:r>
      <w:r w:rsidRPr="00935230">
        <w:rPr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товара.</w:t>
      </w:r>
    </w:p>
    <w:tbl>
      <w:tblPr>
        <w:tblW w:w="10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815"/>
        <w:gridCol w:w="553"/>
        <w:gridCol w:w="86"/>
        <w:gridCol w:w="1820"/>
        <w:gridCol w:w="3128"/>
        <w:gridCol w:w="744"/>
        <w:gridCol w:w="744"/>
        <w:gridCol w:w="18"/>
        <w:gridCol w:w="833"/>
      </w:tblGrid>
      <w:tr w:rsidR="00935230" w:rsidRPr="005930F7" w:rsidTr="000A38D0">
        <w:trPr>
          <w:trHeight w:val="227"/>
          <w:jc w:val="center"/>
        </w:trPr>
        <w:tc>
          <w:tcPr>
            <w:tcW w:w="563" w:type="dxa"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 xml:space="preserve">№ </w:t>
            </w:r>
            <w:proofErr w:type="gramStart"/>
            <w:r w:rsidRPr="001A26AA">
              <w:rPr>
                <w:b/>
                <w:i/>
                <w:sz w:val="21"/>
                <w:szCs w:val="21"/>
              </w:rPr>
              <w:t>п</w:t>
            </w:r>
            <w:proofErr w:type="gramEnd"/>
            <w:r w:rsidRPr="001A26AA">
              <w:rPr>
                <w:b/>
                <w:i/>
                <w:sz w:val="21"/>
                <w:szCs w:val="21"/>
              </w:rPr>
              <w:t>/п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090126">
            <w:pPr>
              <w:pStyle w:val="ad"/>
              <w:ind w:left="12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1"/>
                <w:szCs w:val="21"/>
              </w:rPr>
            </w:pPr>
            <w:r w:rsidRPr="001A26AA">
              <w:rPr>
                <w:rFonts w:ascii="Times New Roman" w:hAnsi="Times New Roman" w:cs="Times New Roman"/>
                <w:b/>
                <w:i/>
                <w:color w:val="auto"/>
                <w:sz w:val="21"/>
                <w:szCs w:val="21"/>
              </w:rPr>
              <w:t>Критерий</w:t>
            </w:r>
          </w:p>
        </w:tc>
        <w:tc>
          <w:tcPr>
            <w:tcW w:w="7926" w:type="dxa"/>
            <w:gridSpan w:val="8"/>
          </w:tcPr>
          <w:p w:rsidR="00935230" w:rsidRPr="001A26AA" w:rsidRDefault="00935230" w:rsidP="00090126">
            <w:pPr>
              <w:pStyle w:val="ad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1"/>
                <w:szCs w:val="21"/>
              </w:rPr>
            </w:pPr>
            <w:r w:rsidRPr="001A26AA">
              <w:rPr>
                <w:rFonts w:ascii="Times New Roman" w:hAnsi="Times New Roman" w:cs="Times New Roman"/>
                <w:b/>
                <w:i/>
                <w:color w:val="auto"/>
                <w:sz w:val="21"/>
                <w:szCs w:val="21"/>
              </w:rPr>
              <w:t>Описание критерия</w:t>
            </w:r>
          </w:p>
        </w:tc>
      </w:tr>
      <w:tr w:rsidR="00935230" w:rsidRPr="005930F7" w:rsidTr="00AD113B">
        <w:trPr>
          <w:trHeight w:val="227"/>
          <w:jc w:val="center"/>
        </w:trPr>
        <w:tc>
          <w:tcPr>
            <w:tcW w:w="10304" w:type="dxa"/>
            <w:gridSpan w:val="10"/>
          </w:tcPr>
          <w:p w:rsidR="00935230" w:rsidRPr="001A26AA" w:rsidRDefault="00935230" w:rsidP="00056A9A">
            <w:pPr>
              <w:jc w:val="center"/>
              <w:rPr>
                <w:b/>
                <w:sz w:val="21"/>
                <w:szCs w:val="21"/>
              </w:rPr>
            </w:pPr>
            <w:r w:rsidRPr="001A26AA">
              <w:rPr>
                <w:b/>
                <w:sz w:val="21"/>
                <w:szCs w:val="21"/>
                <w:lang w:val="en-US"/>
              </w:rPr>
              <w:t>I</w:t>
            </w:r>
            <w:r w:rsidRPr="001A26AA">
              <w:rPr>
                <w:b/>
                <w:sz w:val="21"/>
                <w:szCs w:val="21"/>
              </w:rPr>
              <w:t xml:space="preserve">. Партия № </w:t>
            </w:r>
            <w:r w:rsidRPr="001A26AA">
              <w:rPr>
                <w:b/>
                <w:sz w:val="21"/>
                <w:szCs w:val="21"/>
                <w:lang w:val="en-US"/>
              </w:rPr>
              <w:t>I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>1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A771A9">
            <w:pPr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>Наименование продукции</w:t>
            </w: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B43745">
            <w:pPr>
              <w:ind w:right="-108"/>
              <w:jc w:val="center"/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>№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935230" w:rsidRPr="001A26AA" w:rsidRDefault="00935230" w:rsidP="00BB1462">
            <w:pPr>
              <w:jc w:val="center"/>
              <w:outlineLvl w:val="2"/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 xml:space="preserve">Наименование 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B43745">
            <w:pPr>
              <w:ind w:firstLine="114"/>
              <w:jc w:val="center"/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>Технические характеристики автошины</w:t>
            </w:r>
          </w:p>
        </w:tc>
        <w:tc>
          <w:tcPr>
            <w:tcW w:w="744" w:type="dxa"/>
          </w:tcPr>
          <w:p w:rsidR="00935230" w:rsidRPr="001A26AA" w:rsidRDefault="00935230" w:rsidP="00B43745">
            <w:pPr>
              <w:ind w:firstLine="114"/>
              <w:jc w:val="center"/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>Об аналогах</w:t>
            </w:r>
          </w:p>
        </w:tc>
        <w:tc>
          <w:tcPr>
            <w:tcW w:w="744" w:type="dxa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B43745">
            <w:pPr>
              <w:ind w:firstLine="114"/>
              <w:jc w:val="center"/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>Ед. изм.</w:t>
            </w:r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B43745">
            <w:pPr>
              <w:ind w:firstLine="114"/>
              <w:jc w:val="center"/>
              <w:outlineLvl w:val="2"/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>Кол-во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A771A9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EA1AE8">
            <w:pPr>
              <w:ind w:right="-108"/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1</w:t>
            </w:r>
          </w:p>
        </w:tc>
        <w:tc>
          <w:tcPr>
            <w:tcW w:w="1820" w:type="dxa"/>
            <w:shd w:val="clear" w:color="auto" w:fill="auto"/>
          </w:tcPr>
          <w:p w:rsidR="00935230" w:rsidRPr="001A26AA" w:rsidRDefault="00935230">
            <w:pPr>
              <w:outlineLvl w:val="2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 xml:space="preserve">Автошина 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</w:tcPr>
          <w:p w:rsidR="00935230" w:rsidRPr="001A26AA" w:rsidRDefault="00935230">
            <w:pPr>
              <w:outlineLvl w:val="2"/>
              <w:rPr>
                <w:sz w:val="21"/>
                <w:szCs w:val="21"/>
                <w:lang w:val="en-US"/>
              </w:rPr>
            </w:pPr>
            <w:r w:rsidRPr="001A26AA">
              <w:rPr>
                <w:sz w:val="21"/>
                <w:szCs w:val="21"/>
                <w:lang w:val="en-US"/>
              </w:rPr>
              <w:t xml:space="preserve">195/80R15 105/107L Good Year Ice </w:t>
            </w:r>
            <w:proofErr w:type="spellStart"/>
            <w:r w:rsidRPr="001A26AA">
              <w:rPr>
                <w:sz w:val="21"/>
                <w:szCs w:val="21"/>
                <w:lang w:val="en-US"/>
              </w:rPr>
              <w:t>Navi</w:t>
            </w:r>
            <w:proofErr w:type="spellEnd"/>
            <w:r w:rsidRPr="001A26AA">
              <w:rPr>
                <w:sz w:val="21"/>
                <w:szCs w:val="21"/>
                <w:lang w:val="en-US"/>
              </w:rPr>
              <w:t xml:space="preserve"> VAN</w:t>
            </w:r>
          </w:p>
        </w:tc>
        <w:tc>
          <w:tcPr>
            <w:tcW w:w="744" w:type="dxa"/>
            <w:vMerge w:val="restart"/>
            <w:textDirection w:val="btLr"/>
          </w:tcPr>
          <w:p w:rsidR="00935230" w:rsidRPr="001A26AA" w:rsidRDefault="00935230" w:rsidP="00935230">
            <w:pPr>
              <w:ind w:left="113" w:right="113"/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Либо аналог</w:t>
            </w:r>
          </w:p>
        </w:tc>
        <w:tc>
          <w:tcPr>
            <w:tcW w:w="744" w:type="dxa"/>
            <w:tcMar>
              <w:left w:w="28" w:type="dxa"/>
              <w:right w:w="28" w:type="dxa"/>
            </w:tcMar>
          </w:tcPr>
          <w:p w:rsidR="00935230" w:rsidRPr="001A26AA" w:rsidRDefault="00935230">
            <w:pPr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шт.</w:t>
            </w:r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35230" w:rsidRPr="001A26AA" w:rsidRDefault="00935230">
            <w:pPr>
              <w:jc w:val="center"/>
              <w:outlineLvl w:val="2"/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4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A771A9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EA1AE8">
            <w:pPr>
              <w:ind w:right="-108"/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2</w:t>
            </w:r>
          </w:p>
        </w:tc>
        <w:tc>
          <w:tcPr>
            <w:tcW w:w="1820" w:type="dxa"/>
            <w:shd w:val="clear" w:color="auto" w:fill="auto"/>
          </w:tcPr>
          <w:p w:rsidR="00935230" w:rsidRPr="001A26AA" w:rsidRDefault="00935230">
            <w:pPr>
              <w:outlineLvl w:val="2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 xml:space="preserve">Автошина 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</w:tcPr>
          <w:p w:rsidR="00935230" w:rsidRPr="001A26AA" w:rsidRDefault="00935230">
            <w:pPr>
              <w:outlineLvl w:val="2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195/80</w:t>
            </w:r>
            <w:r w:rsidRPr="001A26AA">
              <w:rPr>
                <w:sz w:val="21"/>
                <w:szCs w:val="21"/>
                <w:lang w:val="en-US"/>
              </w:rPr>
              <w:t>R</w:t>
            </w:r>
            <w:r w:rsidRPr="001A26AA">
              <w:rPr>
                <w:sz w:val="21"/>
                <w:szCs w:val="21"/>
              </w:rPr>
              <w:t xml:space="preserve">15 </w:t>
            </w:r>
            <w:r w:rsidRPr="001A26AA">
              <w:rPr>
                <w:sz w:val="21"/>
                <w:szCs w:val="21"/>
                <w:lang w:val="en-US"/>
              </w:rPr>
              <w:t xml:space="preserve">LT Bridgestone </w:t>
            </w:r>
            <w:proofErr w:type="spellStart"/>
            <w:r w:rsidRPr="001A26AA">
              <w:rPr>
                <w:sz w:val="21"/>
                <w:szCs w:val="21"/>
                <w:lang w:val="en-US"/>
              </w:rPr>
              <w:t>зима</w:t>
            </w:r>
            <w:proofErr w:type="spellEnd"/>
            <w:r w:rsidRPr="001A26AA">
              <w:rPr>
                <w:sz w:val="21"/>
                <w:szCs w:val="21"/>
              </w:rPr>
              <w:t>.</w:t>
            </w:r>
          </w:p>
        </w:tc>
        <w:tc>
          <w:tcPr>
            <w:tcW w:w="744" w:type="dxa"/>
            <w:vMerge/>
          </w:tcPr>
          <w:p w:rsidR="00935230" w:rsidRPr="001A26AA" w:rsidRDefault="0093523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4" w:type="dxa"/>
            <w:tcMar>
              <w:left w:w="28" w:type="dxa"/>
              <w:right w:w="28" w:type="dxa"/>
            </w:tcMar>
          </w:tcPr>
          <w:p w:rsidR="00935230" w:rsidRPr="001A26AA" w:rsidRDefault="00935230">
            <w:pPr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шт.</w:t>
            </w:r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35230" w:rsidRPr="001A26AA" w:rsidRDefault="00935230">
            <w:pPr>
              <w:jc w:val="center"/>
              <w:outlineLvl w:val="2"/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5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A771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935230" w:rsidRPr="001A26AA" w:rsidRDefault="00935230" w:rsidP="00EA1AE8">
            <w:pPr>
              <w:ind w:right="-108"/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3</w:t>
            </w:r>
          </w:p>
        </w:tc>
        <w:tc>
          <w:tcPr>
            <w:tcW w:w="1820" w:type="dxa"/>
            <w:shd w:val="clear" w:color="auto" w:fill="auto"/>
          </w:tcPr>
          <w:p w:rsidR="00935230" w:rsidRPr="001A26AA" w:rsidRDefault="00935230">
            <w:pPr>
              <w:outlineLvl w:val="2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Автошина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</w:tcPr>
          <w:p w:rsidR="00935230" w:rsidRPr="001A26AA" w:rsidRDefault="00935230">
            <w:pPr>
              <w:outlineLvl w:val="2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 xml:space="preserve">195/80R16 </w:t>
            </w:r>
            <w:r w:rsidRPr="001A26AA">
              <w:rPr>
                <w:sz w:val="21"/>
                <w:szCs w:val="21"/>
                <w:lang w:val="en-US"/>
              </w:rPr>
              <w:t>LT Dunlop SPLT0</w:t>
            </w:r>
            <w:r w:rsidRPr="001A26AA">
              <w:rPr>
                <w:sz w:val="21"/>
                <w:szCs w:val="21"/>
              </w:rPr>
              <w:t>2</w:t>
            </w:r>
          </w:p>
        </w:tc>
        <w:tc>
          <w:tcPr>
            <w:tcW w:w="744" w:type="dxa"/>
            <w:vMerge/>
          </w:tcPr>
          <w:p w:rsidR="00935230" w:rsidRPr="001A26AA" w:rsidRDefault="0093523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4" w:type="dxa"/>
            <w:tcMar>
              <w:left w:w="28" w:type="dxa"/>
              <w:right w:w="28" w:type="dxa"/>
            </w:tcMar>
          </w:tcPr>
          <w:p w:rsidR="00935230" w:rsidRPr="001A26AA" w:rsidRDefault="00935230">
            <w:pPr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шт.</w:t>
            </w:r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35230" w:rsidRPr="001A26AA" w:rsidRDefault="00935230">
            <w:pPr>
              <w:jc w:val="center"/>
              <w:outlineLvl w:val="2"/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6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A771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935230" w:rsidRPr="001A26AA" w:rsidRDefault="00935230" w:rsidP="00EA1AE8">
            <w:pPr>
              <w:ind w:right="-108"/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4</w:t>
            </w:r>
          </w:p>
        </w:tc>
        <w:tc>
          <w:tcPr>
            <w:tcW w:w="1820" w:type="dxa"/>
            <w:shd w:val="clear" w:color="auto" w:fill="auto"/>
          </w:tcPr>
          <w:p w:rsidR="00935230" w:rsidRPr="001A26AA" w:rsidRDefault="00935230">
            <w:pPr>
              <w:outlineLvl w:val="2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 xml:space="preserve">Автошина 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</w:tcPr>
          <w:p w:rsidR="00935230" w:rsidRPr="001A26AA" w:rsidRDefault="00935230">
            <w:pPr>
              <w:tabs>
                <w:tab w:val="left" w:pos="3630"/>
              </w:tabs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205/60</w:t>
            </w:r>
            <w:r w:rsidRPr="001A26AA">
              <w:rPr>
                <w:sz w:val="21"/>
                <w:szCs w:val="21"/>
                <w:lang w:val="en-US"/>
              </w:rPr>
              <w:t>R16 92H Hankook</w:t>
            </w:r>
            <w:r w:rsidRPr="001A26AA">
              <w:rPr>
                <w:sz w:val="21"/>
                <w:szCs w:val="21"/>
              </w:rPr>
              <w:t xml:space="preserve"> зима</w:t>
            </w:r>
          </w:p>
          <w:p w:rsidR="00935230" w:rsidRPr="001A26AA" w:rsidRDefault="00935230">
            <w:pPr>
              <w:outlineLvl w:val="2"/>
              <w:rPr>
                <w:sz w:val="21"/>
                <w:szCs w:val="21"/>
                <w:lang w:val="en-US"/>
              </w:rPr>
            </w:pPr>
          </w:p>
        </w:tc>
        <w:tc>
          <w:tcPr>
            <w:tcW w:w="744" w:type="dxa"/>
            <w:vMerge/>
          </w:tcPr>
          <w:p w:rsidR="00935230" w:rsidRPr="001A26AA" w:rsidRDefault="0093523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4" w:type="dxa"/>
            <w:tcMar>
              <w:left w:w="28" w:type="dxa"/>
              <w:right w:w="28" w:type="dxa"/>
            </w:tcMar>
          </w:tcPr>
          <w:p w:rsidR="00935230" w:rsidRPr="001A26AA" w:rsidRDefault="00935230">
            <w:pPr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шт.</w:t>
            </w:r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35230" w:rsidRPr="001A26AA" w:rsidRDefault="00935230">
            <w:pPr>
              <w:jc w:val="center"/>
              <w:outlineLvl w:val="2"/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4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A771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935230" w:rsidRPr="001A26AA" w:rsidRDefault="00935230" w:rsidP="00EA1AE8">
            <w:pPr>
              <w:ind w:right="-108"/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5</w:t>
            </w:r>
          </w:p>
        </w:tc>
        <w:tc>
          <w:tcPr>
            <w:tcW w:w="1820" w:type="dxa"/>
            <w:shd w:val="clear" w:color="auto" w:fill="auto"/>
          </w:tcPr>
          <w:p w:rsidR="00935230" w:rsidRPr="001A26AA" w:rsidRDefault="00935230">
            <w:pPr>
              <w:outlineLvl w:val="2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 xml:space="preserve">Автошина 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</w:tcPr>
          <w:p w:rsidR="00935230" w:rsidRPr="001A26AA" w:rsidRDefault="00935230">
            <w:pPr>
              <w:tabs>
                <w:tab w:val="left" w:pos="3630"/>
              </w:tabs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205/65</w:t>
            </w:r>
            <w:r w:rsidRPr="001A26AA">
              <w:rPr>
                <w:sz w:val="21"/>
                <w:szCs w:val="21"/>
                <w:lang w:val="en-US"/>
              </w:rPr>
              <w:t>R15 94H Hankook</w:t>
            </w:r>
            <w:r w:rsidRPr="001A26AA">
              <w:rPr>
                <w:sz w:val="21"/>
                <w:szCs w:val="21"/>
              </w:rPr>
              <w:t xml:space="preserve"> зима</w:t>
            </w:r>
          </w:p>
          <w:p w:rsidR="00935230" w:rsidRPr="001A26AA" w:rsidRDefault="00935230">
            <w:pPr>
              <w:outlineLvl w:val="2"/>
              <w:rPr>
                <w:sz w:val="21"/>
                <w:szCs w:val="21"/>
                <w:lang w:val="en-US"/>
              </w:rPr>
            </w:pPr>
          </w:p>
        </w:tc>
        <w:tc>
          <w:tcPr>
            <w:tcW w:w="744" w:type="dxa"/>
            <w:vMerge/>
          </w:tcPr>
          <w:p w:rsidR="00935230" w:rsidRPr="001A26AA" w:rsidRDefault="0093523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4" w:type="dxa"/>
            <w:tcMar>
              <w:left w:w="28" w:type="dxa"/>
              <w:right w:w="28" w:type="dxa"/>
            </w:tcMar>
          </w:tcPr>
          <w:p w:rsidR="00935230" w:rsidRPr="001A26AA" w:rsidRDefault="00935230">
            <w:pPr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шт.</w:t>
            </w:r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35230" w:rsidRPr="001A26AA" w:rsidRDefault="00935230">
            <w:pPr>
              <w:jc w:val="center"/>
              <w:outlineLvl w:val="2"/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4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A771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935230" w:rsidRPr="001A26AA" w:rsidRDefault="00935230" w:rsidP="00EA1AE8">
            <w:pPr>
              <w:ind w:right="-108"/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6</w:t>
            </w:r>
          </w:p>
        </w:tc>
        <w:tc>
          <w:tcPr>
            <w:tcW w:w="1820" w:type="dxa"/>
            <w:shd w:val="clear" w:color="auto" w:fill="auto"/>
          </w:tcPr>
          <w:p w:rsidR="00935230" w:rsidRPr="001A26AA" w:rsidRDefault="00935230">
            <w:pPr>
              <w:outlineLvl w:val="2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 xml:space="preserve">Автошина 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</w:tcPr>
          <w:p w:rsidR="00935230" w:rsidRPr="001A26AA" w:rsidRDefault="00935230">
            <w:pPr>
              <w:outlineLvl w:val="2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215/60R16</w:t>
            </w:r>
            <w:r w:rsidRPr="001A26AA">
              <w:rPr>
                <w:sz w:val="21"/>
                <w:szCs w:val="21"/>
                <w:lang w:val="en-US"/>
              </w:rPr>
              <w:t xml:space="preserve"> </w:t>
            </w:r>
            <w:r w:rsidRPr="001A26AA">
              <w:rPr>
                <w:sz w:val="21"/>
                <w:szCs w:val="21"/>
              </w:rPr>
              <w:t>Bridgestone зима</w:t>
            </w:r>
          </w:p>
        </w:tc>
        <w:tc>
          <w:tcPr>
            <w:tcW w:w="744" w:type="dxa"/>
            <w:vMerge/>
          </w:tcPr>
          <w:p w:rsidR="00935230" w:rsidRPr="001A26AA" w:rsidRDefault="0093523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4" w:type="dxa"/>
            <w:tcMar>
              <w:left w:w="28" w:type="dxa"/>
              <w:right w:w="28" w:type="dxa"/>
            </w:tcMar>
          </w:tcPr>
          <w:p w:rsidR="00935230" w:rsidRPr="001A26AA" w:rsidRDefault="00935230">
            <w:pPr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шт.</w:t>
            </w:r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35230" w:rsidRPr="001A26AA" w:rsidRDefault="00935230">
            <w:pPr>
              <w:jc w:val="center"/>
              <w:outlineLvl w:val="2"/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10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A771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935230" w:rsidRPr="001A26AA" w:rsidRDefault="00935230" w:rsidP="00EA1AE8">
            <w:pPr>
              <w:ind w:right="-108"/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7</w:t>
            </w:r>
          </w:p>
        </w:tc>
        <w:tc>
          <w:tcPr>
            <w:tcW w:w="1820" w:type="dxa"/>
            <w:shd w:val="clear" w:color="auto" w:fill="auto"/>
          </w:tcPr>
          <w:p w:rsidR="00935230" w:rsidRPr="001A26AA" w:rsidRDefault="00935230">
            <w:pPr>
              <w:outlineLvl w:val="2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 xml:space="preserve">Автошина 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</w:tcPr>
          <w:p w:rsidR="00935230" w:rsidRPr="001A26AA" w:rsidRDefault="00935230">
            <w:pPr>
              <w:outlineLvl w:val="2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215/60R16</w:t>
            </w:r>
            <w:r w:rsidRPr="001A26AA">
              <w:rPr>
                <w:sz w:val="21"/>
                <w:szCs w:val="21"/>
                <w:lang w:val="en-US"/>
              </w:rPr>
              <w:t xml:space="preserve"> </w:t>
            </w:r>
            <w:r w:rsidRPr="001A26AA">
              <w:rPr>
                <w:sz w:val="21"/>
                <w:szCs w:val="21"/>
              </w:rPr>
              <w:t>Bridgestone лето</w:t>
            </w:r>
          </w:p>
        </w:tc>
        <w:tc>
          <w:tcPr>
            <w:tcW w:w="744" w:type="dxa"/>
            <w:vMerge/>
          </w:tcPr>
          <w:p w:rsidR="00935230" w:rsidRPr="001A26AA" w:rsidRDefault="0093523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4" w:type="dxa"/>
            <w:tcMar>
              <w:left w:w="28" w:type="dxa"/>
              <w:right w:w="28" w:type="dxa"/>
            </w:tcMar>
          </w:tcPr>
          <w:p w:rsidR="00935230" w:rsidRPr="001A26AA" w:rsidRDefault="00935230">
            <w:pPr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шт.</w:t>
            </w:r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35230" w:rsidRPr="001A26AA" w:rsidRDefault="00935230">
            <w:pPr>
              <w:jc w:val="center"/>
              <w:outlineLvl w:val="2"/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10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A771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935230" w:rsidRPr="001A26AA" w:rsidRDefault="00935230" w:rsidP="00EA1AE8">
            <w:pPr>
              <w:ind w:right="-108"/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8</w:t>
            </w:r>
          </w:p>
        </w:tc>
        <w:tc>
          <w:tcPr>
            <w:tcW w:w="1820" w:type="dxa"/>
            <w:shd w:val="clear" w:color="auto" w:fill="auto"/>
          </w:tcPr>
          <w:p w:rsidR="00935230" w:rsidRPr="001A26AA" w:rsidRDefault="00935230">
            <w:pPr>
              <w:outlineLvl w:val="2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 xml:space="preserve">Автошина 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</w:tcPr>
          <w:p w:rsidR="00935230" w:rsidRPr="001A26AA" w:rsidRDefault="00935230">
            <w:pPr>
              <w:outlineLvl w:val="2"/>
              <w:rPr>
                <w:sz w:val="21"/>
                <w:szCs w:val="21"/>
                <w:lang w:val="en-US"/>
              </w:rPr>
            </w:pPr>
            <w:r w:rsidRPr="001A26AA">
              <w:rPr>
                <w:sz w:val="21"/>
                <w:szCs w:val="21"/>
                <w:lang w:val="en-US"/>
              </w:rPr>
              <w:t xml:space="preserve">275/65R17 Yokohama  </w:t>
            </w:r>
            <w:proofErr w:type="spellStart"/>
            <w:r w:rsidRPr="001A26AA">
              <w:rPr>
                <w:sz w:val="21"/>
                <w:szCs w:val="21"/>
                <w:lang w:val="en-US"/>
              </w:rPr>
              <w:t>Geolandar</w:t>
            </w:r>
            <w:proofErr w:type="spellEnd"/>
            <w:r w:rsidRPr="001A26AA">
              <w:rPr>
                <w:sz w:val="21"/>
                <w:szCs w:val="21"/>
                <w:lang w:val="en-US"/>
              </w:rPr>
              <w:t xml:space="preserve">  A/T -S </w:t>
            </w:r>
            <w:proofErr w:type="spellStart"/>
            <w:r w:rsidRPr="001A26AA">
              <w:rPr>
                <w:sz w:val="21"/>
                <w:szCs w:val="21"/>
                <w:lang w:val="en-US"/>
              </w:rPr>
              <w:t>лето</w:t>
            </w:r>
            <w:proofErr w:type="spellEnd"/>
          </w:p>
        </w:tc>
        <w:tc>
          <w:tcPr>
            <w:tcW w:w="744" w:type="dxa"/>
            <w:vMerge/>
          </w:tcPr>
          <w:p w:rsidR="00935230" w:rsidRPr="001A26AA" w:rsidRDefault="00935230">
            <w:pPr>
              <w:jc w:val="center"/>
              <w:rPr>
                <w:sz w:val="21"/>
                <w:szCs w:val="21"/>
                <w:lang w:val="en-US"/>
              </w:rPr>
            </w:pPr>
          </w:p>
        </w:tc>
        <w:tc>
          <w:tcPr>
            <w:tcW w:w="744" w:type="dxa"/>
            <w:tcMar>
              <w:left w:w="28" w:type="dxa"/>
              <w:right w:w="28" w:type="dxa"/>
            </w:tcMar>
          </w:tcPr>
          <w:p w:rsidR="00935230" w:rsidRPr="001A26AA" w:rsidRDefault="00935230">
            <w:pPr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шт.</w:t>
            </w:r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35230" w:rsidRPr="001A26AA" w:rsidRDefault="00935230">
            <w:pPr>
              <w:outlineLvl w:val="2"/>
              <w:rPr>
                <w:color w:val="000000"/>
                <w:sz w:val="21"/>
                <w:szCs w:val="21"/>
                <w:lang w:val="en-US"/>
              </w:rPr>
            </w:pPr>
            <w:r w:rsidRPr="001A26AA">
              <w:rPr>
                <w:color w:val="000000"/>
                <w:sz w:val="21"/>
                <w:szCs w:val="21"/>
                <w:lang w:val="en-US"/>
              </w:rPr>
              <w:t xml:space="preserve">      5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A771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935230" w:rsidRPr="001A26AA" w:rsidRDefault="00935230" w:rsidP="00EA1AE8">
            <w:pPr>
              <w:ind w:right="-108"/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9</w:t>
            </w:r>
          </w:p>
        </w:tc>
        <w:tc>
          <w:tcPr>
            <w:tcW w:w="1820" w:type="dxa"/>
            <w:shd w:val="clear" w:color="auto" w:fill="auto"/>
          </w:tcPr>
          <w:p w:rsidR="00935230" w:rsidRPr="001A26AA" w:rsidRDefault="00935230">
            <w:pPr>
              <w:outlineLvl w:val="2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 xml:space="preserve">Автошина 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</w:tcPr>
          <w:p w:rsidR="00935230" w:rsidRPr="001A26AA" w:rsidRDefault="00935230">
            <w:pPr>
              <w:outlineLvl w:val="2"/>
              <w:rPr>
                <w:sz w:val="21"/>
                <w:szCs w:val="21"/>
                <w:lang w:val="en-US"/>
              </w:rPr>
            </w:pPr>
            <w:r w:rsidRPr="001A26AA">
              <w:rPr>
                <w:sz w:val="21"/>
                <w:szCs w:val="21"/>
                <w:lang w:val="en-US"/>
              </w:rPr>
              <w:t xml:space="preserve">285/65R17  116H Yokohama G012 </w:t>
            </w:r>
          </w:p>
        </w:tc>
        <w:tc>
          <w:tcPr>
            <w:tcW w:w="744" w:type="dxa"/>
            <w:vMerge/>
          </w:tcPr>
          <w:p w:rsidR="00935230" w:rsidRPr="001A26AA" w:rsidRDefault="0093523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4" w:type="dxa"/>
            <w:tcMar>
              <w:left w:w="28" w:type="dxa"/>
              <w:right w:w="28" w:type="dxa"/>
            </w:tcMar>
          </w:tcPr>
          <w:p w:rsidR="00935230" w:rsidRPr="001A26AA" w:rsidRDefault="00935230">
            <w:pPr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шт.</w:t>
            </w:r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35230" w:rsidRPr="001A26AA" w:rsidRDefault="00935230">
            <w:pPr>
              <w:jc w:val="center"/>
              <w:outlineLvl w:val="2"/>
              <w:rPr>
                <w:color w:val="000000"/>
                <w:sz w:val="21"/>
                <w:szCs w:val="21"/>
                <w:lang w:val="en-US"/>
              </w:rPr>
            </w:pPr>
            <w:r w:rsidRPr="001A26AA">
              <w:rPr>
                <w:color w:val="000000"/>
                <w:sz w:val="21"/>
                <w:szCs w:val="21"/>
                <w:lang w:val="en-US"/>
              </w:rPr>
              <w:t>5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A771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935230" w:rsidRPr="001A26AA" w:rsidRDefault="00935230" w:rsidP="00EA1AE8">
            <w:pPr>
              <w:ind w:right="-108"/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10</w:t>
            </w:r>
          </w:p>
        </w:tc>
        <w:tc>
          <w:tcPr>
            <w:tcW w:w="1820" w:type="dxa"/>
            <w:shd w:val="clear" w:color="auto" w:fill="auto"/>
          </w:tcPr>
          <w:p w:rsidR="00935230" w:rsidRPr="001A26AA" w:rsidRDefault="00935230">
            <w:pPr>
              <w:outlineLvl w:val="2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 xml:space="preserve">Автошина 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</w:tcPr>
          <w:p w:rsidR="00935230" w:rsidRPr="001A26AA" w:rsidRDefault="00935230">
            <w:pPr>
              <w:outlineLvl w:val="2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7.00R16</w:t>
            </w:r>
            <w:r w:rsidRPr="001A26AA">
              <w:rPr>
                <w:sz w:val="21"/>
                <w:szCs w:val="21"/>
                <w:lang w:val="en-US"/>
              </w:rPr>
              <w:t xml:space="preserve"> </w:t>
            </w:r>
            <w:r w:rsidRPr="001A26AA">
              <w:rPr>
                <w:sz w:val="21"/>
                <w:szCs w:val="21"/>
              </w:rPr>
              <w:t>LT</w:t>
            </w:r>
            <w:r w:rsidRPr="001A26AA"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1A26AA">
              <w:rPr>
                <w:sz w:val="21"/>
                <w:szCs w:val="21"/>
              </w:rPr>
              <w:t>Bridgestone</w:t>
            </w:r>
            <w:proofErr w:type="spellEnd"/>
            <w:r w:rsidRPr="001A26AA">
              <w:rPr>
                <w:sz w:val="21"/>
                <w:szCs w:val="21"/>
              </w:rPr>
              <w:t xml:space="preserve"> </w:t>
            </w:r>
            <w:proofErr w:type="spellStart"/>
            <w:r w:rsidRPr="001A26AA">
              <w:rPr>
                <w:sz w:val="21"/>
                <w:szCs w:val="21"/>
              </w:rPr>
              <w:t>всесез</w:t>
            </w:r>
            <w:proofErr w:type="spellEnd"/>
          </w:p>
        </w:tc>
        <w:tc>
          <w:tcPr>
            <w:tcW w:w="744" w:type="dxa"/>
            <w:vMerge/>
          </w:tcPr>
          <w:p w:rsidR="00935230" w:rsidRPr="001A26AA" w:rsidRDefault="00935230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744" w:type="dxa"/>
            <w:tcMar>
              <w:left w:w="28" w:type="dxa"/>
              <w:right w:w="28" w:type="dxa"/>
            </w:tcMar>
          </w:tcPr>
          <w:p w:rsidR="00935230" w:rsidRPr="001A26AA" w:rsidRDefault="00935230">
            <w:pPr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  <w:lang w:val="en-US"/>
              </w:rPr>
              <w:t xml:space="preserve">   </w:t>
            </w:r>
            <w:r w:rsidRPr="001A26AA">
              <w:rPr>
                <w:sz w:val="21"/>
                <w:szCs w:val="21"/>
              </w:rPr>
              <w:t>шт.</w:t>
            </w:r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35230" w:rsidRPr="001A26AA" w:rsidRDefault="00935230">
            <w:pPr>
              <w:jc w:val="center"/>
              <w:outlineLvl w:val="2"/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8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A771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935230" w:rsidRPr="001A26AA" w:rsidRDefault="00935230" w:rsidP="00EA1AE8">
            <w:pPr>
              <w:ind w:right="-108"/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11</w:t>
            </w:r>
          </w:p>
        </w:tc>
        <w:tc>
          <w:tcPr>
            <w:tcW w:w="1820" w:type="dxa"/>
            <w:shd w:val="clear" w:color="auto" w:fill="auto"/>
          </w:tcPr>
          <w:p w:rsidR="00935230" w:rsidRPr="001A26AA" w:rsidRDefault="00935230">
            <w:pPr>
              <w:outlineLvl w:val="2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 xml:space="preserve">Автошина  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</w:tcPr>
          <w:p w:rsidR="00935230" w:rsidRPr="001A26AA" w:rsidRDefault="00935230">
            <w:pPr>
              <w:outlineLvl w:val="2"/>
              <w:rPr>
                <w:sz w:val="21"/>
                <w:szCs w:val="21"/>
                <w:lang w:val="en-US"/>
              </w:rPr>
            </w:pPr>
            <w:r w:rsidRPr="001A26AA">
              <w:rPr>
                <w:sz w:val="21"/>
                <w:szCs w:val="21"/>
                <w:lang w:val="en-US"/>
              </w:rPr>
              <w:t>225/90R17/5 W-990 Bridgestone</w:t>
            </w:r>
          </w:p>
        </w:tc>
        <w:tc>
          <w:tcPr>
            <w:tcW w:w="744" w:type="dxa"/>
            <w:vMerge/>
          </w:tcPr>
          <w:p w:rsidR="00935230" w:rsidRPr="001A26AA" w:rsidRDefault="0093523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4" w:type="dxa"/>
            <w:tcMar>
              <w:left w:w="28" w:type="dxa"/>
              <w:right w:w="28" w:type="dxa"/>
            </w:tcMar>
          </w:tcPr>
          <w:p w:rsidR="00935230" w:rsidRPr="001A26AA" w:rsidRDefault="00935230">
            <w:pPr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шт.</w:t>
            </w:r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35230" w:rsidRPr="001A26AA" w:rsidRDefault="00935230">
            <w:pPr>
              <w:jc w:val="center"/>
              <w:outlineLvl w:val="2"/>
              <w:rPr>
                <w:color w:val="000000"/>
                <w:sz w:val="21"/>
                <w:szCs w:val="21"/>
                <w:lang w:val="en-US"/>
              </w:rPr>
            </w:pPr>
            <w:r w:rsidRPr="001A26AA">
              <w:rPr>
                <w:color w:val="000000"/>
                <w:sz w:val="21"/>
                <w:szCs w:val="21"/>
                <w:lang w:val="en-US"/>
              </w:rPr>
              <w:t>6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A771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935230" w:rsidRPr="001A26AA" w:rsidRDefault="00935230" w:rsidP="00EA1AE8">
            <w:pPr>
              <w:ind w:right="-108"/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12</w:t>
            </w:r>
          </w:p>
        </w:tc>
        <w:tc>
          <w:tcPr>
            <w:tcW w:w="1820" w:type="dxa"/>
            <w:shd w:val="clear" w:color="auto" w:fill="auto"/>
          </w:tcPr>
          <w:p w:rsidR="00935230" w:rsidRPr="001A26AA" w:rsidRDefault="00935230">
            <w:pPr>
              <w:outlineLvl w:val="2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 xml:space="preserve">Автошина 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</w:tcPr>
          <w:p w:rsidR="00935230" w:rsidRPr="001A26AA" w:rsidRDefault="00935230">
            <w:pPr>
              <w:outlineLvl w:val="2"/>
              <w:rPr>
                <w:sz w:val="21"/>
                <w:szCs w:val="21"/>
                <w:lang w:val="en-US"/>
              </w:rPr>
            </w:pPr>
            <w:r w:rsidRPr="001A26AA">
              <w:rPr>
                <w:sz w:val="21"/>
                <w:szCs w:val="21"/>
              </w:rPr>
              <w:t xml:space="preserve"> 16.00R20</w:t>
            </w:r>
            <w:r w:rsidRPr="001A26AA"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1A26AA">
              <w:rPr>
                <w:sz w:val="21"/>
                <w:szCs w:val="21"/>
              </w:rPr>
              <w:t>Linglong</w:t>
            </w:r>
            <w:proofErr w:type="spellEnd"/>
            <w:r w:rsidRPr="001A26AA">
              <w:rPr>
                <w:sz w:val="21"/>
                <w:szCs w:val="21"/>
              </w:rPr>
              <w:t xml:space="preserve"> D990 PR22</w:t>
            </w:r>
          </w:p>
        </w:tc>
        <w:tc>
          <w:tcPr>
            <w:tcW w:w="744" w:type="dxa"/>
            <w:vMerge/>
          </w:tcPr>
          <w:p w:rsidR="00935230" w:rsidRPr="001A26AA" w:rsidRDefault="0093523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4" w:type="dxa"/>
            <w:tcMar>
              <w:left w:w="28" w:type="dxa"/>
              <w:right w:w="28" w:type="dxa"/>
            </w:tcMar>
          </w:tcPr>
          <w:p w:rsidR="00935230" w:rsidRPr="001A26AA" w:rsidRDefault="00935230">
            <w:pPr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шт.</w:t>
            </w:r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35230" w:rsidRPr="001A26AA" w:rsidRDefault="00935230">
            <w:pPr>
              <w:jc w:val="center"/>
              <w:outlineLvl w:val="2"/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6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A771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935230" w:rsidRPr="001A26AA" w:rsidRDefault="00935230" w:rsidP="00EA1AE8">
            <w:pPr>
              <w:ind w:right="-108"/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13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935230" w:rsidRPr="001A26AA" w:rsidRDefault="00935230">
            <w:pPr>
              <w:outlineLvl w:val="0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Автошина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>
            <w:pPr>
              <w:jc w:val="center"/>
              <w:outlineLvl w:val="0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 xml:space="preserve">195/80 R15 LT </w:t>
            </w:r>
            <w:proofErr w:type="spellStart"/>
            <w:r w:rsidRPr="001A26AA">
              <w:rPr>
                <w:sz w:val="21"/>
                <w:szCs w:val="21"/>
              </w:rPr>
              <w:t>Goform</w:t>
            </w:r>
            <w:proofErr w:type="spellEnd"/>
            <w:r w:rsidRPr="001A26AA">
              <w:rPr>
                <w:sz w:val="21"/>
                <w:szCs w:val="21"/>
              </w:rPr>
              <w:t xml:space="preserve"> W705</w:t>
            </w:r>
          </w:p>
        </w:tc>
        <w:tc>
          <w:tcPr>
            <w:tcW w:w="744" w:type="dxa"/>
            <w:vMerge/>
          </w:tcPr>
          <w:p w:rsidR="00935230" w:rsidRPr="001A26AA" w:rsidRDefault="00935230">
            <w:pPr>
              <w:jc w:val="center"/>
              <w:outlineLvl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744" w:type="dxa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>
            <w:pPr>
              <w:jc w:val="center"/>
              <w:outlineLvl w:val="0"/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шт.</w:t>
            </w:r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>
            <w:pPr>
              <w:jc w:val="center"/>
              <w:outlineLvl w:val="0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4</w:t>
            </w:r>
          </w:p>
        </w:tc>
      </w:tr>
      <w:tr w:rsidR="00935230" w:rsidRPr="005930F7" w:rsidTr="005A49B2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A771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7075" w:type="dxa"/>
            <w:gridSpan w:val="6"/>
          </w:tcPr>
          <w:p w:rsidR="00935230" w:rsidRPr="001A26AA" w:rsidRDefault="00935230" w:rsidP="00286286">
            <w:pPr>
              <w:jc w:val="right"/>
              <w:rPr>
                <w:b/>
                <w:sz w:val="21"/>
                <w:szCs w:val="21"/>
              </w:rPr>
            </w:pPr>
            <w:r w:rsidRPr="001A26AA">
              <w:rPr>
                <w:b/>
                <w:sz w:val="21"/>
                <w:szCs w:val="21"/>
              </w:rPr>
              <w:t>Итого:</w:t>
            </w:r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35230" w:rsidRPr="001A26AA" w:rsidRDefault="00935230" w:rsidP="00EA1AE8">
            <w:pPr>
              <w:jc w:val="center"/>
              <w:rPr>
                <w:b/>
                <w:sz w:val="21"/>
                <w:szCs w:val="21"/>
              </w:rPr>
            </w:pPr>
            <w:r w:rsidRPr="001A26AA">
              <w:rPr>
                <w:b/>
                <w:sz w:val="21"/>
                <w:szCs w:val="21"/>
              </w:rPr>
              <w:t>77</w:t>
            </w:r>
          </w:p>
        </w:tc>
      </w:tr>
      <w:tr w:rsidR="00935230" w:rsidRPr="005930F7" w:rsidTr="0036213F">
        <w:trPr>
          <w:trHeight w:val="227"/>
          <w:jc w:val="center"/>
        </w:trPr>
        <w:tc>
          <w:tcPr>
            <w:tcW w:w="563" w:type="dxa"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>2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A771A9">
            <w:pPr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>Грузополучатель</w:t>
            </w:r>
            <w:r w:rsidRPr="001A26AA">
              <w:rPr>
                <w:sz w:val="21"/>
                <w:szCs w:val="21"/>
              </w:rPr>
              <w:t xml:space="preserve"> </w:t>
            </w:r>
            <w:r w:rsidRPr="001A26AA">
              <w:rPr>
                <w:b/>
                <w:i/>
                <w:sz w:val="21"/>
                <w:szCs w:val="21"/>
              </w:rPr>
              <w:t>для партии № 1:</w:t>
            </w:r>
          </w:p>
        </w:tc>
        <w:tc>
          <w:tcPr>
            <w:tcW w:w="7926" w:type="dxa"/>
            <w:gridSpan w:val="8"/>
          </w:tcPr>
          <w:p w:rsidR="00935230" w:rsidRPr="001A26AA" w:rsidRDefault="00935230" w:rsidP="00056A9A">
            <w:pPr>
              <w:pStyle w:val="a5"/>
              <w:spacing w:before="0" w:line="240" w:lineRule="auto"/>
              <w:jc w:val="left"/>
              <w:rPr>
                <w:rFonts w:eastAsia="Symbol"/>
                <w:sz w:val="21"/>
                <w:szCs w:val="21"/>
              </w:rPr>
            </w:pPr>
            <w:r w:rsidRPr="001A26AA">
              <w:rPr>
                <w:rFonts w:eastAsia="Symbol"/>
                <w:sz w:val="21"/>
                <w:szCs w:val="21"/>
              </w:rPr>
              <w:t xml:space="preserve">Филиал АО «ДРСК» «Амурские  электрические сети», КПП 280102003, </w:t>
            </w:r>
          </w:p>
          <w:p w:rsidR="00935230" w:rsidRPr="001A26AA" w:rsidRDefault="00935230" w:rsidP="00056A9A">
            <w:pPr>
              <w:rPr>
                <w:rFonts w:eastAsia="Symbol"/>
                <w:sz w:val="21"/>
                <w:szCs w:val="21"/>
              </w:rPr>
            </w:pPr>
            <w:r w:rsidRPr="001A26AA">
              <w:rPr>
                <w:rFonts w:eastAsia="Symbol"/>
                <w:sz w:val="21"/>
                <w:szCs w:val="21"/>
              </w:rPr>
              <w:t>675003, Амурская область, г. Благовещенск, ул. Театральная, 179</w:t>
            </w:r>
          </w:p>
        </w:tc>
      </w:tr>
      <w:tr w:rsidR="00935230" w:rsidRPr="005930F7" w:rsidTr="0035640E">
        <w:trPr>
          <w:trHeight w:val="227"/>
          <w:jc w:val="center"/>
        </w:trPr>
        <w:tc>
          <w:tcPr>
            <w:tcW w:w="563" w:type="dxa"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>3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A771A9">
            <w:pPr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>Отгрузочные реквизиты для партии № 1:</w:t>
            </w:r>
          </w:p>
        </w:tc>
        <w:tc>
          <w:tcPr>
            <w:tcW w:w="7926" w:type="dxa"/>
            <w:gridSpan w:val="8"/>
          </w:tcPr>
          <w:p w:rsidR="00935230" w:rsidRPr="001A26AA" w:rsidRDefault="00935230" w:rsidP="00162C93">
            <w:pPr>
              <w:rPr>
                <w:b/>
                <w:i/>
                <w:sz w:val="21"/>
                <w:szCs w:val="21"/>
              </w:rPr>
            </w:pPr>
            <w:r w:rsidRPr="001A26AA">
              <w:rPr>
                <w:rFonts w:eastAsia="Symbol"/>
                <w:sz w:val="21"/>
                <w:szCs w:val="21"/>
              </w:rPr>
              <w:t xml:space="preserve">Ст. Благовещенск, Забайкальской ж/д, Код станции – 954704, Код предприятия – 9533, ОКПО 97987579. тел. 8 (4162) 399-206, 399-190 </w:t>
            </w:r>
          </w:p>
        </w:tc>
      </w:tr>
      <w:tr w:rsidR="00935230" w:rsidRPr="005930F7" w:rsidTr="00AB27D5">
        <w:trPr>
          <w:trHeight w:val="227"/>
          <w:jc w:val="center"/>
        </w:trPr>
        <w:tc>
          <w:tcPr>
            <w:tcW w:w="10304" w:type="dxa"/>
            <w:gridSpan w:val="10"/>
            <w:vAlign w:val="center"/>
          </w:tcPr>
          <w:p w:rsidR="00935230" w:rsidRPr="001A26AA" w:rsidRDefault="00935230" w:rsidP="00A771A9">
            <w:pPr>
              <w:jc w:val="center"/>
              <w:rPr>
                <w:rFonts w:eastAsia="Symbol"/>
                <w:b/>
                <w:sz w:val="21"/>
                <w:szCs w:val="21"/>
                <w:lang w:val="en-US"/>
              </w:rPr>
            </w:pPr>
            <w:r w:rsidRPr="001A26AA">
              <w:rPr>
                <w:b/>
                <w:sz w:val="21"/>
                <w:szCs w:val="21"/>
                <w:lang w:val="en-US"/>
              </w:rPr>
              <w:t>II</w:t>
            </w:r>
            <w:r w:rsidRPr="001A26AA">
              <w:rPr>
                <w:b/>
                <w:sz w:val="21"/>
                <w:szCs w:val="21"/>
              </w:rPr>
              <w:t>. Партия №</w:t>
            </w:r>
            <w:r w:rsidRPr="001A26AA">
              <w:rPr>
                <w:b/>
                <w:sz w:val="21"/>
                <w:szCs w:val="21"/>
                <w:lang w:val="en-US"/>
              </w:rPr>
              <w:t xml:space="preserve"> 2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color w:val="000000"/>
                <w:sz w:val="21"/>
                <w:szCs w:val="21"/>
              </w:rPr>
            </w:pPr>
            <w:r w:rsidRPr="001A26AA">
              <w:rPr>
                <w:b/>
                <w:i/>
                <w:color w:val="000000"/>
                <w:sz w:val="21"/>
                <w:szCs w:val="21"/>
              </w:rPr>
              <w:t>4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B43745">
            <w:pPr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>Наименование продукции</w:t>
            </w:r>
          </w:p>
        </w:tc>
        <w:tc>
          <w:tcPr>
            <w:tcW w:w="639" w:type="dxa"/>
            <w:gridSpan w:val="2"/>
            <w:vAlign w:val="center"/>
          </w:tcPr>
          <w:p w:rsidR="00935230" w:rsidRPr="001A26AA" w:rsidRDefault="00935230" w:rsidP="004B5065">
            <w:pPr>
              <w:ind w:right="-108"/>
              <w:jc w:val="center"/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>№</w:t>
            </w:r>
          </w:p>
        </w:tc>
        <w:tc>
          <w:tcPr>
            <w:tcW w:w="18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BB1462">
            <w:pPr>
              <w:jc w:val="center"/>
              <w:outlineLvl w:val="2"/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 xml:space="preserve">Наименование 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EA1AE8">
            <w:pPr>
              <w:ind w:firstLine="114"/>
              <w:jc w:val="center"/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>Технические характеристики автошины</w:t>
            </w:r>
          </w:p>
        </w:tc>
        <w:tc>
          <w:tcPr>
            <w:tcW w:w="744" w:type="dxa"/>
          </w:tcPr>
          <w:p w:rsidR="00935230" w:rsidRPr="001A26AA" w:rsidRDefault="00935230" w:rsidP="00EA1AE8">
            <w:pPr>
              <w:ind w:firstLine="114"/>
              <w:jc w:val="center"/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>Об аналогах</w:t>
            </w:r>
          </w:p>
        </w:tc>
        <w:tc>
          <w:tcPr>
            <w:tcW w:w="744" w:type="dxa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EA1AE8">
            <w:pPr>
              <w:ind w:firstLine="114"/>
              <w:jc w:val="center"/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>Ед. изм.</w:t>
            </w:r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EA1AE8">
            <w:pPr>
              <w:ind w:firstLine="114"/>
              <w:jc w:val="center"/>
              <w:outlineLvl w:val="2"/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>Кол-во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color w:val="000000"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A771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35230" w:rsidRPr="001A26AA" w:rsidRDefault="00935230" w:rsidP="000C1D91">
            <w:pPr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1</w:t>
            </w:r>
          </w:p>
        </w:tc>
        <w:tc>
          <w:tcPr>
            <w:tcW w:w="182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Автошина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  <w:lang w:val="en-US"/>
              </w:rPr>
            </w:pPr>
            <w:r w:rsidRPr="001A26AA">
              <w:rPr>
                <w:color w:val="000000"/>
                <w:sz w:val="21"/>
                <w:szCs w:val="21"/>
                <w:lang w:val="en-US"/>
              </w:rPr>
              <w:t xml:space="preserve">16,9-28 VOLTYRE HEAVY, DT-124 </w:t>
            </w:r>
            <w:r w:rsidRPr="001A26AA">
              <w:rPr>
                <w:color w:val="000000"/>
                <w:sz w:val="21"/>
                <w:szCs w:val="21"/>
              </w:rPr>
              <w:t>б</w:t>
            </w:r>
            <w:r w:rsidRPr="001A26AA">
              <w:rPr>
                <w:color w:val="000000"/>
                <w:sz w:val="21"/>
                <w:szCs w:val="21"/>
                <w:lang w:val="en-US"/>
              </w:rPr>
              <w:t>/</w:t>
            </w:r>
            <w:r w:rsidRPr="001A26AA">
              <w:rPr>
                <w:color w:val="000000"/>
                <w:sz w:val="21"/>
                <w:szCs w:val="21"/>
              </w:rPr>
              <w:t>к</w:t>
            </w:r>
            <w:r w:rsidRPr="001A26AA">
              <w:rPr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1A26AA">
              <w:rPr>
                <w:color w:val="000000"/>
                <w:sz w:val="21"/>
                <w:szCs w:val="21"/>
              </w:rPr>
              <w:t>нс</w:t>
            </w:r>
            <w:proofErr w:type="spellEnd"/>
            <w:r w:rsidRPr="001A26AA">
              <w:rPr>
                <w:color w:val="000000"/>
                <w:sz w:val="21"/>
                <w:szCs w:val="21"/>
                <w:lang w:val="en-US"/>
              </w:rPr>
              <w:t xml:space="preserve"> 12</w:t>
            </w:r>
          </w:p>
        </w:tc>
        <w:tc>
          <w:tcPr>
            <w:tcW w:w="744" w:type="dxa"/>
            <w:vMerge w:val="restart"/>
            <w:textDirection w:val="btLr"/>
            <w:vAlign w:val="center"/>
          </w:tcPr>
          <w:p w:rsidR="00935230" w:rsidRPr="001A26AA" w:rsidRDefault="00935230" w:rsidP="00935230">
            <w:pPr>
              <w:ind w:left="113" w:right="113"/>
              <w:jc w:val="center"/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Либо аналог</w:t>
            </w:r>
          </w:p>
        </w:tc>
        <w:tc>
          <w:tcPr>
            <w:tcW w:w="744" w:type="dxa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шт.</w:t>
            </w:r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147DFE">
            <w:pPr>
              <w:jc w:val="center"/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4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A771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35230" w:rsidRPr="001A26AA" w:rsidRDefault="00935230" w:rsidP="000C1D91">
            <w:pPr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2</w:t>
            </w:r>
          </w:p>
        </w:tc>
        <w:tc>
          <w:tcPr>
            <w:tcW w:w="182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Автошина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  <w:lang w:val="en-US"/>
              </w:rPr>
            </w:pPr>
            <w:r w:rsidRPr="001A26AA">
              <w:rPr>
                <w:color w:val="000000"/>
                <w:sz w:val="21"/>
                <w:szCs w:val="21"/>
                <w:lang w:val="en-US"/>
              </w:rPr>
              <w:t>16,9</w:t>
            </w:r>
            <w:r w:rsidRPr="001A26AA">
              <w:rPr>
                <w:color w:val="000000"/>
                <w:sz w:val="21"/>
                <w:szCs w:val="21"/>
              </w:rPr>
              <w:t>х</w:t>
            </w:r>
            <w:r w:rsidRPr="001A26AA">
              <w:rPr>
                <w:color w:val="000000"/>
                <w:sz w:val="21"/>
                <w:szCs w:val="21"/>
                <w:lang w:val="en-US"/>
              </w:rPr>
              <w:t xml:space="preserve">24 TS-73 R-4 TL 12PR </w:t>
            </w:r>
            <w:proofErr w:type="spellStart"/>
            <w:r w:rsidRPr="001A26AA">
              <w:rPr>
                <w:color w:val="000000"/>
                <w:sz w:val="21"/>
                <w:szCs w:val="21"/>
                <w:lang w:val="en-US"/>
              </w:rPr>
              <w:t>Taishsn</w:t>
            </w:r>
            <w:proofErr w:type="spellEnd"/>
            <w:r w:rsidRPr="001A26AA">
              <w:rPr>
                <w:color w:val="000000"/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744" w:type="dxa"/>
            <w:vMerge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744" w:type="dxa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шт.</w:t>
            </w:r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147DFE">
            <w:pPr>
              <w:jc w:val="center"/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4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A771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35230" w:rsidRPr="001A26AA" w:rsidRDefault="00935230" w:rsidP="000C1D91">
            <w:pPr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3</w:t>
            </w:r>
          </w:p>
        </w:tc>
        <w:tc>
          <w:tcPr>
            <w:tcW w:w="182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Автошина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  <w:lang w:val="en-US"/>
              </w:rPr>
            </w:pPr>
            <w:r w:rsidRPr="001A26AA">
              <w:rPr>
                <w:color w:val="000000"/>
                <w:sz w:val="21"/>
                <w:szCs w:val="21"/>
                <w:lang w:val="en-US"/>
              </w:rPr>
              <w:t xml:space="preserve">235/70R16  Matador MP50 </w:t>
            </w:r>
            <w:proofErr w:type="spellStart"/>
            <w:r w:rsidRPr="001A26AA">
              <w:rPr>
                <w:color w:val="000000"/>
                <w:sz w:val="21"/>
                <w:szCs w:val="21"/>
                <w:lang w:val="en-US"/>
              </w:rPr>
              <w:t>Sibir</w:t>
            </w:r>
            <w:proofErr w:type="spellEnd"/>
            <w:r w:rsidRPr="001A26AA">
              <w:rPr>
                <w:color w:val="000000"/>
                <w:sz w:val="21"/>
                <w:szCs w:val="21"/>
                <w:lang w:val="en-US"/>
              </w:rPr>
              <w:t xml:space="preserve"> ICE SUV FD </w:t>
            </w:r>
            <w:r w:rsidRPr="001A26AA">
              <w:rPr>
                <w:color w:val="000000"/>
                <w:sz w:val="21"/>
                <w:szCs w:val="21"/>
              </w:rPr>
              <w:t>зима</w:t>
            </w:r>
          </w:p>
        </w:tc>
        <w:tc>
          <w:tcPr>
            <w:tcW w:w="744" w:type="dxa"/>
            <w:vMerge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744" w:type="dxa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шт.</w:t>
            </w:r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147DFE">
            <w:pPr>
              <w:jc w:val="center"/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4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A771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35230" w:rsidRPr="001A26AA" w:rsidRDefault="00935230" w:rsidP="000C1D91">
            <w:pPr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4</w:t>
            </w:r>
          </w:p>
        </w:tc>
        <w:tc>
          <w:tcPr>
            <w:tcW w:w="182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Автошина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185R14 LT W-400</w:t>
            </w:r>
          </w:p>
        </w:tc>
        <w:tc>
          <w:tcPr>
            <w:tcW w:w="744" w:type="dxa"/>
            <w:vMerge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744" w:type="dxa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шт.</w:t>
            </w:r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147DFE">
            <w:pPr>
              <w:jc w:val="center"/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4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A771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35230" w:rsidRPr="001A26AA" w:rsidRDefault="00935230" w:rsidP="000C1D91">
            <w:pPr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5</w:t>
            </w:r>
          </w:p>
        </w:tc>
        <w:tc>
          <w:tcPr>
            <w:tcW w:w="182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Автошина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215/60R16 Bridgestone лето</w:t>
            </w:r>
          </w:p>
        </w:tc>
        <w:tc>
          <w:tcPr>
            <w:tcW w:w="744" w:type="dxa"/>
            <w:vMerge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744" w:type="dxa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шт.</w:t>
            </w:r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147DFE">
            <w:pPr>
              <w:jc w:val="center"/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8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A771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35230" w:rsidRPr="001A26AA" w:rsidRDefault="00935230" w:rsidP="000C1D91">
            <w:pPr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6</w:t>
            </w:r>
          </w:p>
        </w:tc>
        <w:tc>
          <w:tcPr>
            <w:tcW w:w="182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Автошина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  <w:lang w:val="en-US"/>
              </w:rPr>
            </w:pPr>
            <w:r w:rsidRPr="001A26AA">
              <w:rPr>
                <w:color w:val="000000"/>
                <w:sz w:val="21"/>
                <w:szCs w:val="21"/>
                <w:lang w:val="en-US"/>
              </w:rPr>
              <w:t>235/70</w:t>
            </w:r>
            <w:r w:rsidRPr="001A26AA">
              <w:rPr>
                <w:color w:val="000000"/>
                <w:sz w:val="21"/>
                <w:szCs w:val="21"/>
              </w:rPr>
              <w:t>Р</w:t>
            </w:r>
            <w:r w:rsidRPr="001A26AA">
              <w:rPr>
                <w:color w:val="000000"/>
                <w:sz w:val="21"/>
                <w:szCs w:val="21"/>
                <w:lang w:val="en-US"/>
              </w:rPr>
              <w:t>16 Bridgestone Dueler AT D-694</w:t>
            </w:r>
          </w:p>
        </w:tc>
        <w:tc>
          <w:tcPr>
            <w:tcW w:w="744" w:type="dxa"/>
            <w:vMerge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744" w:type="dxa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шт.</w:t>
            </w:r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147DFE">
            <w:pPr>
              <w:jc w:val="center"/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4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A771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35230" w:rsidRPr="001A26AA" w:rsidRDefault="00935230" w:rsidP="000C1D91">
            <w:pPr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7</w:t>
            </w:r>
          </w:p>
        </w:tc>
        <w:tc>
          <w:tcPr>
            <w:tcW w:w="182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Автошина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  <w:lang w:val="en-US"/>
              </w:rPr>
            </w:pPr>
            <w:r w:rsidRPr="001A26AA">
              <w:rPr>
                <w:color w:val="000000"/>
                <w:sz w:val="21"/>
                <w:szCs w:val="21"/>
                <w:lang w:val="en-US"/>
              </w:rPr>
              <w:t xml:space="preserve">255/70R16 111T </w:t>
            </w:r>
            <w:proofErr w:type="spellStart"/>
            <w:r w:rsidRPr="001A26AA">
              <w:rPr>
                <w:color w:val="000000"/>
                <w:sz w:val="21"/>
                <w:szCs w:val="21"/>
                <w:lang w:val="en-US"/>
              </w:rPr>
              <w:t>Nokian</w:t>
            </w:r>
            <w:proofErr w:type="spellEnd"/>
            <w:r w:rsidRPr="001A26AA">
              <w:rPr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1A26AA">
              <w:rPr>
                <w:color w:val="000000"/>
                <w:sz w:val="21"/>
                <w:szCs w:val="21"/>
                <w:lang w:val="en-US"/>
              </w:rPr>
              <w:t>Rotiiva</w:t>
            </w:r>
            <w:proofErr w:type="spellEnd"/>
            <w:r w:rsidRPr="001A26AA">
              <w:rPr>
                <w:color w:val="000000"/>
                <w:sz w:val="21"/>
                <w:szCs w:val="21"/>
                <w:lang w:val="en-US"/>
              </w:rPr>
              <w:t xml:space="preserve"> AT</w:t>
            </w:r>
          </w:p>
        </w:tc>
        <w:tc>
          <w:tcPr>
            <w:tcW w:w="744" w:type="dxa"/>
            <w:vMerge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744" w:type="dxa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шт.</w:t>
            </w:r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147DFE">
            <w:pPr>
              <w:jc w:val="center"/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4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A771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35230" w:rsidRPr="001A26AA" w:rsidRDefault="00935230" w:rsidP="000C1D91">
            <w:pPr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8</w:t>
            </w:r>
          </w:p>
        </w:tc>
        <w:tc>
          <w:tcPr>
            <w:tcW w:w="182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Автошина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  <w:lang w:val="en-US"/>
              </w:rPr>
            </w:pPr>
            <w:r w:rsidRPr="001A26AA">
              <w:rPr>
                <w:color w:val="000000"/>
                <w:sz w:val="21"/>
                <w:szCs w:val="21"/>
                <w:lang w:val="en-US"/>
              </w:rPr>
              <w:t xml:space="preserve">255/70R16 </w:t>
            </w:r>
            <w:proofErr w:type="spellStart"/>
            <w:r w:rsidRPr="001A26AA">
              <w:rPr>
                <w:color w:val="000000"/>
                <w:sz w:val="21"/>
                <w:szCs w:val="21"/>
                <w:lang w:val="en-US"/>
              </w:rPr>
              <w:t>Duniop</w:t>
            </w:r>
            <w:proofErr w:type="spellEnd"/>
            <w:r w:rsidRPr="001A26AA">
              <w:rPr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1A26AA">
              <w:rPr>
                <w:color w:val="000000"/>
                <w:sz w:val="21"/>
                <w:szCs w:val="21"/>
                <w:lang w:val="en-US"/>
              </w:rPr>
              <w:t>Grandtrek</w:t>
            </w:r>
            <w:proofErr w:type="spellEnd"/>
            <w:r w:rsidRPr="001A26AA">
              <w:rPr>
                <w:color w:val="000000"/>
                <w:sz w:val="21"/>
                <w:szCs w:val="21"/>
                <w:lang w:val="en-US"/>
              </w:rPr>
              <w:t xml:space="preserve"> SJ6 </w:t>
            </w:r>
            <w:r w:rsidRPr="001A26AA">
              <w:rPr>
                <w:color w:val="000000"/>
                <w:sz w:val="21"/>
                <w:szCs w:val="21"/>
              </w:rPr>
              <w:t>зима</w:t>
            </w:r>
          </w:p>
        </w:tc>
        <w:tc>
          <w:tcPr>
            <w:tcW w:w="744" w:type="dxa"/>
            <w:vMerge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744" w:type="dxa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шт.</w:t>
            </w:r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147DFE">
            <w:pPr>
              <w:jc w:val="center"/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12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A771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35230" w:rsidRPr="001A26AA" w:rsidRDefault="00935230" w:rsidP="000C1D91">
            <w:pPr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9</w:t>
            </w:r>
          </w:p>
        </w:tc>
        <w:tc>
          <w:tcPr>
            <w:tcW w:w="182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Автошина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  <w:lang w:val="en-US"/>
              </w:rPr>
            </w:pPr>
            <w:r w:rsidRPr="001A26AA">
              <w:rPr>
                <w:color w:val="000000"/>
                <w:sz w:val="21"/>
                <w:szCs w:val="21"/>
                <w:lang w:val="en-US"/>
              </w:rPr>
              <w:t>265/60R18 XL WINSPIKE SUV 114T NEXEN</w:t>
            </w:r>
          </w:p>
        </w:tc>
        <w:tc>
          <w:tcPr>
            <w:tcW w:w="744" w:type="dxa"/>
            <w:vMerge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744" w:type="dxa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шт.</w:t>
            </w:r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147DFE">
            <w:pPr>
              <w:jc w:val="center"/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4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A771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35230" w:rsidRPr="001A26AA" w:rsidRDefault="00935230" w:rsidP="000C1D91">
            <w:pPr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10</w:t>
            </w:r>
          </w:p>
        </w:tc>
        <w:tc>
          <w:tcPr>
            <w:tcW w:w="182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Автошина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  <w:lang w:val="en-US"/>
              </w:rPr>
            </w:pPr>
            <w:r w:rsidRPr="001A26AA">
              <w:rPr>
                <w:color w:val="000000"/>
                <w:sz w:val="21"/>
                <w:szCs w:val="21"/>
                <w:lang w:val="en-US"/>
              </w:rPr>
              <w:t xml:space="preserve">265/60R18 Yokohama </w:t>
            </w:r>
            <w:proofErr w:type="spellStart"/>
            <w:r w:rsidRPr="001A26AA">
              <w:rPr>
                <w:color w:val="000000"/>
                <w:sz w:val="21"/>
                <w:szCs w:val="21"/>
                <w:lang w:val="en-US"/>
              </w:rPr>
              <w:t>Geolandar</w:t>
            </w:r>
            <w:proofErr w:type="spellEnd"/>
            <w:r w:rsidRPr="001A26AA">
              <w:rPr>
                <w:color w:val="000000"/>
                <w:sz w:val="21"/>
                <w:szCs w:val="21"/>
                <w:lang w:val="en-US"/>
              </w:rPr>
              <w:t xml:space="preserve"> H/T G 038G</w:t>
            </w:r>
          </w:p>
        </w:tc>
        <w:tc>
          <w:tcPr>
            <w:tcW w:w="744" w:type="dxa"/>
            <w:vMerge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744" w:type="dxa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шт.</w:t>
            </w:r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147DFE">
            <w:pPr>
              <w:jc w:val="center"/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4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A771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35230" w:rsidRPr="001A26AA" w:rsidRDefault="00935230" w:rsidP="000C1D91">
            <w:pPr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11</w:t>
            </w:r>
          </w:p>
        </w:tc>
        <w:tc>
          <w:tcPr>
            <w:tcW w:w="182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Автошина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  <w:lang w:val="en-US"/>
              </w:rPr>
            </w:pPr>
            <w:r w:rsidRPr="001A26AA">
              <w:rPr>
                <w:color w:val="000000"/>
                <w:sz w:val="21"/>
                <w:szCs w:val="21"/>
                <w:lang w:val="en-US"/>
              </w:rPr>
              <w:t xml:space="preserve">265/70R17 Dunlop </w:t>
            </w:r>
            <w:proofErr w:type="spellStart"/>
            <w:r w:rsidRPr="001A26AA">
              <w:rPr>
                <w:color w:val="000000"/>
                <w:sz w:val="21"/>
                <w:szCs w:val="21"/>
                <w:lang w:val="en-US"/>
              </w:rPr>
              <w:t>Grandrek</w:t>
            </w:r>
            <w:proofErr w:type="spellEnd"/>
            <w:r w:rsidRPr="001A26AA">
              <w:rPr>
                <w:color w:val="000000"/>
                <w:sz w:val="21"/>
                <w:szCs w:val="21"/>
                <w:lang w:val="en-US"/>
              </w:rPr>
              <w:t xml:space="preserve"> SJ6, 109Q </w:t>
            </w:r>
            <w:r w:rsidRPr="001A26AA">
              <w:rPr>
                <w:color w:val="000000"/>
                <w:sz w:val="21"/>
                <w:szCs w:val="21"/>
              </w:rPr>
              <w:t>зима</w:t>
            </w:r>
          </w:p>
        </w:tc>
        <w:tc>
          <w:tcPr>
            <w:tcW w:w="744" w:type="dxa"/>
            <w:vMerge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744" w:type="dxa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шт.</w:t>
            </w:r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147DFE">
            <w:pPr>
              <w:jc w:val="center"/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4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A771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35230" w:rsidRPr="001A26AA" w:rsidRDefault="00935230" w:rsidP="000C1D91">
            <w:pPr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12</w:t>
            </w:r>
          </w:p>
        </w:tc>
        <w:tc>
          <w:tcPr>
            <w:tcW w:w="182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Автошина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 xml:space="preserve">275/70R16 </w:t>
            </w:r>
            <w:proofErr w:type="spellStart"/>
            <w:r w:rsidRPr="001A26AA">
              <w:rPr>
                <w:color w:val="000000"/>
                <w:sz w:val="21"/>
                <w:szCs w:val="21"/>
              </w:rPr>
              <w:t>Bridgstone</w:t>
            </w:r>
            <w:proofErr w:type="spellEnd"/>
            <w:r w:rsidRPr="001A26AA">
              <w:rPr>
                <w:color w:val="000000"/>
                <w:sz w:val="21"/>
                <w:szCs w:val="21"/>
              </w:rPr>
              <w:t xml:space="preserve"> DM-Z3</w:t>
            </w:r>
          </w:p>
        </w:tc>
        <w:tc>
          <w:tcPr>
            <w:tcW w:w="744" w:type="dxa"/>
            <w:vMerge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744" w:type="dxa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шт.</w:t>
            </w:r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147DFE">
            <w:pPr>
              <w:jc w:val="center"/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4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A771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35230" w:rsidRPr="001A26AA" w:rsidRDefault="00935230" w:rsidP="000C1D91">
            <w:pPr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13</w:t>
            </w:r>
          </w:p>
        </w:tc>
        <w:tc>
          <w:tcPr>
            <w:tcW w:w="182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Автошина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285/60R18 Bridgestone лето</w:t>
            </w:r>
          </w:p>
        </w:tc>
        <w:tc>
          <w:tcPr>
            <w:tcW w:w="744" w:type="dxa"/>
            <w:vMerge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744" w:type="dxa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шт.</w:t>
            </w:r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147DFE">
            <w:pPr>
              <w:jc w:val="center"/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4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A771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35230" w:rsidRPr="001A26AA" w:rsidRDefault="00935230" w:rsidP="000C1D91">
            <w:pPr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14</w:t>
            </w:r>
          </w:p>
        </w:tc>
        <w:tc>
          <w:tcPr>
            <w:tcW w:w="182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Автошина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285/65R17 Bridgestone зима</w:t>
            </w:r>
          </w:p>
        </w:tc>
        <w:tc>
          <w:tcPr>
            <w:tcW w:w="744" w:type="dxa"/>
            <w:vMerge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744" w:type="dxa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шт.</w:t>
            </w:r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147DFE">
            <w:pPr>
              <w:jc w:val="center"/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4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A771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35230" w:rsidRPr="001A26AA" w:rsidRDefault="00935230" w:rsidP="000C1D91">
            <w:pPr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15</w:t>
            </w:r>
          </w:p>
        </w:tc>
        <w:tc>
          <w:tcPr>
            <w:tcW w:w="182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Автошина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  <w:lang w:val="en-US"/>
              </w:rPr>
            </w:pPr>
            <w:r w:rsidRPr="001A26AA">
              <w:rPr>
                <w:color w:val="000000"/>
                <w:sz w:val="21"/>
                <w:szCs w:val="21"/>
                <w:lang w:val="en-US"/>
              </w:rPr>
              <w:t xml:space="preserve">265/65 R17 Bridgestone Ice Cruiser 7000 </w:t>
            </w:r>
            <w:r w:rsidRPr="001A26AA">
              <w:rPr>
                <w:color w:val="000000"/>
                <w:sz w:val="21"/>
                <w:szCs w:val="21"/>
              </w:rPr>
              <w:t>Ш</w:t>
            </w:r>
          </w:p>
        </w:tc>
        <w:tc>
          <w:tcPr>
            <w:tcW w:w="744" w:type="dxa"/>
            <w:vMerge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744" w:type="dxa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шт.</w:t>
            </w:r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147DFE">
            <w:pPr>
              <w:jc w:val="center"/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4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A771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35230" w:rsidRPr="001A26AA" w:rsidRDefault="00935230" w:rsidP="000C1D91">
            <w:pPr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16</w:t>
            </w:r>
          </w:p>
        </w:tc>
        <w:tc>
          <w:tcPr>
            <w:tcW w:w="182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Автошина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  <w:lang w:val="en-US"/>
              </w:rPr>
            </w:pPr>
            <w:r w:rsidRPr="001A26AA">
              <w:rPr>
                <w:color w:val="000000"/>
                <w:sz w:val="21"/>
                <w:szCs w:val="21"/>
                <w:lang w:val="en-US"/>
              </w:rPr>
              <w:t>205/65 R15 94 H EFFIPLUS EPLUTO I</w:t>
            </w:r>
          </w:p>
        </w:tc>
        <w:tc>
          <w:tcPr>
            <w:tcW w:w="744" w:type="dxa"/>
            <w:vMerge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744" w:type="dxa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шт.</w:t>
            </w:r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147DFE">
            <w:pPr>
              <w:jc w:val="center"/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4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A771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35230" w:rsidRPr="001A26AA" w:rsidRDefault="00935230" w:rsidP="000C1D91">
            <w:pPr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17</w:t>
            </w:r>
          </w:p>
        </w:tc>
        <w:tc>
          <w:tcPr>
            <w:tcW w:w="182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Автошина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215/75R15 100S TRIANGLE TR777</w:t>
            </w:r>
          </w:p>
        </w:tc>
        <w:tc>
          <w:tcPr>
            <w:tcW w:w="744" w:type="dxa"/>
            <w:vMerge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744" w:type="dxa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шт.</w:t>
            </w:r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147DFE">
            <w:pPr>
              <w:jc w:val="center"/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12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A771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35230" w:rsidRPr="001A26AA" w:rsidRDefault="00935230" w:rsidP="000C1D91">
            <w:pPr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18</w:t>
            </w:r>
          </w:p>
        </w:tc>
        <w:tc>
          <w:tcPr>
            <w:tcW w:w="182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Автошина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 xml:space="preserve">9.00R20 </w:t>
            </w:r>
            <w:proofErr w:type="spellStart"/>
            <w:r w:rsidRPr="001A26AA">
              <w:rPr>
                <w:color w:val="000000"/>
                <w:sz w:val="21"/>
                <w:szCs w:val="21"/>
              </w:rPr>
              <w:t>Long</w:t>
            </w:r>
            <w:proofErr w:type="spellEnd"/>
            <w:r w:rsidRPr="001A26AA">
              <w:rPr>
                <w:color w:val="000000"/>
                <w:sz w:val="21"/>
                <w:szCs w:val="21"/>
              </w:rPr>
              <w:t xml:space="preserve"> March-303 16PR</w:t>
            </w:r>
          </w:p>
        </w:tc>
        <w:tc>
          <w:tcPr>
            <w:tcW w:w="744" w:type="dxa"/>
            <w:vMerge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744" w:type="dxa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шт.</w:t>
            </w:r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147DFE">
            <w:pPr>
              <w:jc w:val="center"/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10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A771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35230" w:rsidRPr="001A26AA" w:rsidRDefault="00935230" w:rsidP="000C1D91">
            <w:pPr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19</w:t>
            </w:r>
          </w:p>
        </w:tc>
        <w:tc>
          <w:tcPr>
            <w:tcW w:w="182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Автошина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9.5 R17.5 - 16PR ROADSHINE RS615</w:t>
            </w:r>
          </w:p>
        </w:tc>
        <w:tc>
          <w:tcPr>
            <w:tcW w:w="744" w:type="dxa"/>
            <w:vMerge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744" w:type="dxa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3E0F2C">
            <w:pPr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шт.</w:t>
            </w:r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35230" w:rsidRPr="001A26AA" w:rsidRDefault="00935230" w:rsidP="00147DFE">
            <w:pPr>
              <w:jc w:val="center"/>
              <w:rPr>
                <w:color w:val="000000"/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>6</w:t>
            </w:r>
          </w:p>
        </w:tc>
      </w:tr>
      <w:tr w:rsidR="00935230" w:rsidRPr="005930F7" w:rsidTr="007C3CF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A771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7075" w:type="dxa"/>
            <w:gridSpan w:val="6"/>
          </w:tcPr>
          <w:p w:rsidR="00935230" w:rsidRPr="001A26AA" w:rsidRDefault="00935230" w:rsidP="00286286">
            <w:pPr>
              <w:jc w:val="right"/>
              <w:rPr>
                <w:b/>
                <w:sz w:val="21"/>
                <w:szCs w:val="21"/>
              </w:rPr>
            </w:pPr>
            <w:r w:rsidRPr="001A26AA">
              <w:rPr>
                <w:b/>
                <w:sz w:val="21"/>
                <w:szCs w:val="21"/>
              </w:rPr>
              <w:t xml:space="preserve">Итого: </w:t>
            </w:r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35230" w:rsidRPr="001A26AA" w:rsidRDefault="00935230" w:rsidP="00E114B2">
            <w:pPr>
              <w:jc w:val="center"/>
              <w:rPr>
                <w:b/>
                <w:sz w:val="21"/>
                <w:szCs w:val="21"/>
              </w:rPr>
            </w:pPr>
            <w:r w:rsidRPr="001A26AA">
              <w:rPr>
                <w:b/>
                <w:sz w:val="21"/>
                <w:szCs w:val="21"/>
              </w:rPr>
              <w:t>104</w:t>
            </w:r>
          </w:p>
        </w:tc>
      </w:tr>
      <w:tr w:rsidR="00935230" w:rsidRPr="005930F7" w:rsidTr="005F7B52">
        <w:trPr>
          <w:trHeight w:val="227"/>
          <w:jc w:val="center"/>
        </w:trPr>
        <w:tc>
          <w:tcPr>
            <w:tcW w:w="563" w:type="dxa"/>
            <w:vAlign w:val="center"/>
          </w:tcPr>
          <w:p w:rsidR="00935230" w:rsidRPr="001A26AA" w:rsidRDefault="00935230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1"/>
                <w:szCs w:val="21"/>
                <w:lang w:val="en-US"/>
              </w:rPr>
            </w:pPr>
            <w:r w:rsidRPr="001A26AA">
              <w:rPr>
                <w:b/>
                <w:bCs/>
                <w:i/>
                <w:iCs/>
                <w:sz w:val="21"/>
                <w:szCs w:val="21"/>
                <w:lang w:val="en-US"/>
              </w:rPr>
              <w:t>5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1"/>
                <w:szCs w:val="21"/>
              </w:rPr>
            </w:pPr>
            <w:r w:rsidRPr="001A26AA">
              <w:rPr>
                <w:b/>
                <w:i/>
                <w:color w:val="000000"/>
                <w:sz w:val="21"/>
                <w:szCs w:val="21"/>
              </w:rPr>
              <w:t>Грузополучатель</w:t>
            </w:r>
            <w:r w:rsidRPr="001A26AA">
              <w:rPr>
                <w:sz w:val="21"/>
                <w:szCs w:val="21"/>
              </w:rPr>
              <w:t xml:space="preserve"> </w:t>
            </w:r>
            <w:r w:rsidRPr="001A26AA">
              <w:rPr>
                <w:b/>
                <w:i/>
                <w:color w:val="000000"/>
                <w:sz w:val="21"/>
                <w:szCs w:val="21"/>
              </w:rPr>
              <w:t>для партии № 2:</w:t>
            </w:r>
          </w:p>
        </w:tc>
        <w:tc>
          <w:tcPr>
            <w:tcW w:w="7926" w:type="dxa"/>
            <w:gridSpan w:val="8"/>
          </w:tcPr>
          <w:p w:rsidR="00935230" w:rsidRPr="001A26AA" w:rsidRDefault="00935230" w:rsidP="00AE7922">
            <w:pPr>
              <w:rPr>
                <w:sz w:val="21"/>
                <w:szCs w:val="21"/>
              </w:rPr>
            </w:pPr>
            <w:r w:rsidRPr="001A26AA">
              <w:rPr>
                <w:color w:val="000000"/>
                <w:sz w:val="21"/>
                <w:szCs w:val="21"/>
              </w:rPr>
              <w:t xml:space="preserve">Филиал АО «ДРСК» «Приморские электрические Сети» </w:t>
            </w:r>
            <w:r w:rsidRPr="001A26AA">
              <w:rPr>
                <w:bCs/>
                <w:sz w:val="21"/>
                <w:szCs w:val="21"/>
              </w:rPr>
              <w:t>ИНН/КПП 2801108200/253</w:t>
            </w:r>
            <w:r w:rsidRPr="001A26AA">
              <w:rPr>
                <w:sz w:val="21"/>
                <w:szCs w:val="21"/>
              </w:rPr>
              <w:t>731001  РФ, Приморский край, г. Владивосток, ул. Командорская, 13а</w:t>
            </w:r>
          </w:p>
        </w:tc>
      </w:tr>
      <w:tr w:rsidR="00935230" w:rsidRPr="005930F7" w:rsidTr="003E5C6D">
        <w:trPr>
          <w:trHeight w:val="227"/>
          <w:jc w:val="center"/>
        </w:trPr>
        <w:tc>
          <w:tcPr>
            <w:tcW w:w="563" w:type="dxa"/>
            <w:vAlign w:val="center"/>
          </w:tcPr>
          <w:p w:rsidR="00935230" w:rsidRPr="001A26AA" w:rsidRDefault="00935230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1"/>
                <w:szCs w:val="21"/>
                <w:lang w:val="en-US"/>
              </w:rPr>
            </w:pPr>
            <w:r w:rsidRPr="001A26AA">
              <w:rPr>
                <w:b/>
                <w:bCs/>
                <w:i/>
                <w:iCs/>
                <w:sz w:val="21"/>
                <w:szCs w:val="21"/>
                <w:lang w:val="en-US"/>
              </w:rPr>
              <w:t>6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1"/>
                <w:szCs w:val="21"/>
              </w:rPr>
            </w:pPr>
            <w:r w:rsidRPr="001A26AA">
              <w:rPr>
                <w:b/>
                <w:bCs/>
                <w:i/>
                <w:iCs/>
                <w:sz w:val="21"/>
                <w:szCs w:val="21"/>
              </w:rPr>
              <w:t>Отгрузочные реквизиты для партии № 2:</w:t>
            </w:r>
          </w:p>
        </w:tc>
        <w:tc>
          <w:tcPr>
            <w:tcW w:w="7926" w:type="dxa"/>
            <w:gridSpan w:val="8"/>
          </w:tcPr>
          <w:p w:rsidR="00935230" w:rsidRPr="001A26AA" w:rsidRDefault="00935230" w:rsidP="00AE7922">
            <w:pPr>
              <w:rPr>
                <w:sz w:val="21"/>
                <w:szCs w:val="21"/>
              </w:rPr>
            </w:pPr>
            <w:proofErr w:type="gramStart"/>
            <w:r w:rsidRPr="001A26AA">
              <w:rPr>
                <w:sz w:val="21"/>
                <w:szCs w:val="21"/>
              </w:rPr>
              <w:t xml:space="preserve">Ст. Уссурийск, Дальневосточной </w:t>
            </w:r>
            <w:proofErr w:type="spellStart"/>
            <w:r w:rsidRPr="001A26AA">
              <w:rPr>
                <w:sz w:val="21"/>
                <w:szCs w:val="21"/>
              </w:rPr>
              <w:t>ж.д</w:t>
            </w:r>
            <w:proofErr w:type="spellEnd"/>
            <w:r w:rsidRPr="001A26AA">
              <w:rPr>
                <w:sz w:val="21"/>
                <w:szCs w:val="21"/>
              </w:rPr>
              <w:t xml:space="preserve">., Код станции – 988306, Код предприятия – 2452, г. Уссурийск, ул. Володарского, 86, ОКПО 97053894 </w:t>
            </w:r>
            <w:proofErr w:type="gramEnd"/>
          </w:p>
          <w:p w:rsidR="00935230" w:rsidRPr="001A26AA" w:rsidRDefault="00935230" w:rsidP="00AE7922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 xml:space="preserve">тел. (4234) 32-36-27, 32-13-57, 33-18-94 </w:t>
            </w:r>
          </w:p>
        </w:tc>
      </w:tr>
      <w:tr w:rsidR="00935230" w:rsidRPr="005930F7" w:rsidTr="009B56F6">
        <w:trPr>
          <w:trHeight w:val="227"/>
          <w:jc w:val="center"/>
        </w:trPr>
        <w:tc>
          <w:tcPr>
            <w:tcW w:w="10304" w:type="dxa"/>
            <w:gridSpan w:val="10"/>
          </w:tcPr>
          <w:p w:rsidR="00935230" w:rsidRPr="001A26AA" w:rsidRDefault="00935230" w:rsidP="00A771A9">
            <w:pPr>
              <w:jc w:val="center"/>
              <w:rPr>
                <w:b/>
                <w:bCs/>
                <w:i/>
                <w:color w:val="000000"/>
                <w:sz w:val="21"/>
                <w:szCs w:val="21"/>
              </w:rPr>
            </w:pPr>
            <w:r w:rsidRPr="001A26AA">
              <w:rPr>
                <w:b/>
                <w:bCs/>
                <w:i/>
                <w:color w:val="000000"/>
                <w:sz w:val="21"/>
                <w:szCs w:val="21"/>
              </w:rPr>
              <w:t>Партия № 3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>7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B43745">
            <w:pPr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>Наименование продукции</w:t>
            </w:r>
          </w:p>
        </w:tc>
        <w:tc>
          <w:tcPr>
            <w:tcW w:w="639" w:type="dxa"/>
            <w:gridSpan w:val="2"/>
            <w:vAlign w:val="center"/>
          </w:tcPr>
          <w:p w:rsidR="00935230" w:rsidRPr="001A26AA" w:rsidRDefault="00935230" w:rsidP="004B5065">
            <w:pPr>
              <w:ind w:right="-108"/>
              <w:jc w:val="center"/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>№</w:t>
            </w:r>
          </w:p>
        </w:tc>
        <w:tc>
          <w:tcPr>
            <w:tcW w:w="1820" w:type="dxa"/>
            <w:vAlign w:val="center"/>
          </w:tcPr>
          <w:p w:rsidR="00935230" w:rsidRPr="001A26AA" w:rsidRDefault="00935230" w:rsidP="00BB1462">
            <w:pPr>
              <w:jc w:val="center"/>
              <w:outlineLvl w:val="2"/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 xml:space="preserve">Наименование </w:t>
            </w:r>
          </w:p>
        </w:tc>
        <w:tc>
          <w:tcPr>
            <w:tcW w:w="3128" w:type="dxa"/>
            <w:vAlign w:val="center"/>
          </w:tcPr>
          <w:p w:rsidR="00935230" w:rsidRPr="001A26AA" w:rsidRDefault="00935230" w:rsidP="009E5E53">
            <w:pPr>
              <w:ind w:firstLine="114"/>
              <w:jc w:val="center"/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>Технические характеристики автошины</w:t>
            </w:r>
          </w:p>
        </w:tc>
        <w:tc>
          <w:tcPr>
            <w:tcW w:w="744" w:type="dxa"/>
          </w:tcPr>
          <w:p w:rsidR="00935230" w:rsidRPr="001A26AA" w:rsidRDefault="00935230" w:rsidP="009E5E53">
            <w:pPr>
              <w:ind w:firstLine="114"/>
              <w:jc w:val="center"/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>Об аналогах</w:t>
            </w:r>
          </w:p>
        </w:tc>
        <w:tc>
          <w:tcPr>
            <w:tcW w:w="744" w:type="dxa"/>
            <w:vAlign w:val="center"/>
          </w:tcPr>
          <w:p w:rsidR="00935230" w:rsidRPr="001A26AA" w:rsidRDefault="00935230" w:rsidP="009E5E53">
            <w:pPr>
              <w:ind w:firstLine="114"/>
              <w:jc w:val="center"/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>Ед. изм.</w:t>
            </w:r>
          </w:p>
        </w:tc>
        <w:tc>
          <w:tcPr>
            <w:tcW w:w="851" w:type="dxa"/>
            <w:gridSpan w:val="2"/>
            <w:vAlign w:val="center"/>
          </w:tcPr>
          <w:p w:rsidR="00935230" w:rsidRPr="001A26AA" w:rsidRDefault="00935230" w:rsidP="009E5E53">
            <w:pPr>
              <w:ind w:firstLine="114"/>
              <w:jc w:val="center"/>
              <w:outlineLvl w:val="2"/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>Кол-во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A771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935230" w:rsidRPr="001A26AA" w:rsidRDefault="00935230" w:rsidP="00B33ABE">
            <w:pPr>
              <w:rPr>
                <w:bCs/>
                <w:color w:val="000000"/>
                <w:sz w:val="21"/>
                <w:szCs w:val="21"/>
              </w:rPr>
            </w:pPr>
            <w:r w:rsidRPr="001A26AA">
              <w:rPr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1820" w:type="dxa"/>
          </w:tcPr>
          <w:p w:rsidR="00935230" w:rsidRPr="001A26AA" w:rsidRDefault="00935230" w:rsidP="003310B2">
            <w:pPr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 xml:space="preserve">Автошина </w:t>
            </w:r>
          </w:p>
        </w:tc>
        <w:tc>
          <w:tcPr>
            <w:tcW w:w="3128" w:type="dxa"/>
          </w:tcPr>
          <w:p w:rsidR="00935230" w:rsidRPr="001A26AA" w:rsidRDefault="00935230" w:rsidP="003310B2">
            <w:pPr>
              <w:rPr>
                <w:bCs/>
                <w:sz w:val="21"/>
                <w:szCs w:val="21"/>
                <w:lang w:val="en-US"/>
              </w:rPr>
            </w:pPr>
            <w:r w:rsidRPr="001A26AA">
              <w:rPr>
                <w:bCs/>
                <w:sz w:val="21"/>
                <w:szCs w:val="21"/>
                <w:lang w:val="en-US"/>
              </w:rPr>
              <w:t>195/85R16 LT Dunlop SPLT02 114/112L</w:t>
            </w:r>
          </w:p>
        </w:tc>
        <w:tc>
          <w:tcPr>
            <w:tcW w:w="744" w:type="dxa"/>
            <w:vMerge w:val="restart"/>
            <w:textDirection w:val="btLr"/>
            <w:vAlign w:val="center"/>
          </w:tcPr>
          <w:p w:rsidR="00935230" w:rsidRPr="001A26AA" w:rsidRDefault="00935230" w:rsidP="00935230">
            <w:pPr>
              <w:ind w:left="113" w:right="113"/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Либо аналог</w:t>
            </w:r>
          </w:p>
        </w:tc>
        <w:tc>
          <w:tcPr>
            <w:tcW w:w="744" w:type="dxa"/>
          </w:tcPr>
          <w:p w:rsidR="00935230" w:rsidRPr="001A26AA" w:rsidRDefault="00935230" w:rsidP="003310B2">
            <w:pPr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1A26AA">
              <w:rPr>
                <w:sz w:val="21"/>
                <w:szCs w:val="21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gridSpan w:val="2"/>
          </w:tcPr>
          <w:p w:rsidR="00935230" w:rsidRPr="001A26AA" w:rsidRDefault="00935230" w:rsidP="003310B2">
            <w:pPr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6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A771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935230" w:rsidRPr="001A26AA" w:rsidRDefault="00935230" w:rsidP="00B33ABE">
            <w:pPr>
              <w:rPr>
                <w:bCs/>
                <w:color w:val="000000"/>
                <w:sz w:val="21"/>
                <w:szCs w:val="21"/>
              </w:rPr>
            </w:pPr>
            <w:r w:rsidRPr="001A26AA">
              <w:rPr>
                <w:bCs/>
                <w:color w:val="000000"/>
                <w:sz w:val="21"/>
                <w:szCs w:val="21"/>
              </w:rPr>
              <w:t>2</w:t>
            </w:r>
          </w:p>
        </w:tc>
        <w:tc>
          <w:tcPr>
            <w:tcW w:w="1820" w:type="dxa"/>
          </w:tcPr>
          <w:p w:rsidR="00935230" w:rsidRPr="001A26AA" w:rsidRDefault="00935230" w:rsidP="003310B2">
            <w:pPr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 xml:space="preserve">Автошина </w:t>
            </w:r>
          </w:p>
        </w:tc>
        <w:tc>
          <w:tcPr>
            <w:tcW w:w="3128" w:type="dxa"/>
            <w:shd w:val="clear" w:color="auto" w:fill="auto"/>
          </w:tcPr>
          <w:p w:rsidR="00935230" w:rsidRPr="001A26AA" w:rsidRDefault="00935230" w:rsidP="003310B2">
            <w:pPr>
              <w:rPr>
                <w:bCs/>
                <w:sz w:val="21"/>
                <w:szCs w:val="21"/>
                <w:lang w:val="en-US"/>
              </w:rPr>
            </w:pPr>
            <w:r w:rsidRPr="001A26AA">
              <w:rPr>
                <w:bCs/>
                <w:sz w:val="21"/>
                <w:szCs w:val="21"/>
                <w:lang w:val="en-US"/>
              </w:rPr>
              <w:t xml:space="preserve">285/65R17 Bridgestone </w:t>
            </w:r>
            <w:r w:rsidRPr="001A26AA">
              <w:rPr>
                <w:bCs/>
                <w:sz w:val="21"/>
                <w:szCs w:val="21"/>
              </w:rPr>
              <w:t xml:space="preserve">лето </w:t>
            </w:r>
            <w:r w:rsidRPr="001A26AA">
              <w:rPr>
                <w:bCs/>
                <w:sz w:val="21"/>
                <w:szCs w:val="21"/>
                <w:lang w:val="en-US"/>
              </w:rPr>
              <w:t>116H</w:t>
            </w:r>
          </w:p>
        </w:tc>
        <w:tc>
          <w:tcPr>
            <w:tcW w:w="744" w:type="dxa"/>
            <w:vMerge/>
          </w:tcPr>
          <w:p w:rsidR="00935230" w:rsidRPr="001A26AA" w:rsidRDefault="00935230" w:rsidP="003310B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4" w:type="dxa"/>
          </w:tcPr>
          <w:p w:rsidR="00935230" w:rsidRPr="001A26AA" w:rsidRDefault="00935230" w:rsidP="003310B2">
            <w:pPr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1A26AA">
              <w:rPr>
                <w:sz w:val="21"/>
                <w:szCs w:val="21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gridSpan w:val="2"/>
          </w:tcPr>
          <w:p w:rsidR="00935230" w:rsidRPr="001A26AA" w:rsidRDefault="00935230" w:rsidP="003310B2">
            <w:pPr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4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A771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935230" w:rsidRPr="001A26AA" w:rsidRDefault="00935230" w:rsidP="00DD7121">
            <w:pPr>
              <w:rPr>
                <w:bCs/>
                <w:color w:val="000000"/>
                <w:sz w:val="21"/>
                <w:szCs w:val="21"/>
              </w:rPr>
            </w:pPr>
            <w:r w:rsidRPr="001A26AA">
              <w:rPr>
                <w:bCs/>
                <w:color w:val="000000"/>
                <w:sz w:val="21"/>
                <w:szCs w:val="21"/>
              </w:rPr>
              <w:t>3</w:t>
            </w:r>
          </w:p>
        </w:tc>
        <w:tc>
          <w:tcPr>
            <w:tcW w:w="1820" w:type="dxa"/>
          </w:tcPr>
          <w:p w:rsidR="00935230" w:rsidRPr="001A26AA" w:rsidRDefault="00935230" w:rsidP="003310B2">
            <w:pPr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 xml:space="preserve">Автошина </w:t>
            </w:r>
          </w:p>
        </w:tc>
        <w:tc>
          <w:tcPr>
            <w:tcW w:w="3128" w:type="dxa"/>
            <w:shd w:val="clear" w:color="auto" w:fill="auto"/>
          </w:tcPr>
          <w:p w:rsidR="00935230" w:rsidRPr="001A26AA" w:rsidRDefault="00935230" w:rsidP="003310B2">
            <w:pPr>
              <w:rPr>
                <w:bCs/>
                <w:sz w:val="21"/>
                <w:szCs w:val="21"/>
              </w:rPr>
            </w:pPr>
            <w:r w:rsidRPr="001A26AA">
              <w:rPr>
                <w:bCs/>
                <w:sz w:val="21"/>
                <w:szCs w:val="21"/>
                <w:lang w:val="en-US"/>
              </w:rPr>
              <w:t>275/65R17 Bridgestone</w:t>
            </w:r>
            <w:r w:rsidRPr="001A26AA">
              <w:rPr>
                <w:bCs/>
                <w:sz w:val="21"/>
                <w:szCs w:val="21"/>
              </w:rPr>
              <w:t xml:space="preserve"> лето </w:t>
            </w:r>
            <w:r w:rsidRPr="001A26AA">
              <w:rPr>
                <w:bCs/>
                <w:sz w:val="21"/>
                <w:szCs w:val="21"/>
                <w:lang w:val="en-US"/>
              </w:rPr>
              <w:t xml:space="preserve"> 112H</w:t>
            </w:r>
          </w:p>
        </w:tc>
        <w:tc>
          <w:tcPr>
            <w:tcW w:w="744" w:type="dxa"/>
            <w:vMerge/>
          </w:tcPr>
          <w:p w:rsidR="00935230" w:rsidRPr="001A26AA" w:rsidRDefault="00935230" w:rsidP="003310B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4" w:type="dxa"/>
          </w:tcPr>
          <w:p w:rsidR="00935230" w:rsidRPr="001A26AA" w:rsidRDefault="00935230" w:rsidP="003310B2">
            <w:pPr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шт.</w:t>
            </w:r>
          </w:p>
        </w:tc>
        <w:tc>
          <w:tcPr>
            <w:tcW w:w="851" w:type="dxa"/>
            <w:gridSpan w:val="2"/>
          </w:tcPr>
          <w:p w:rsidR="00935230" w:rsidRPr="001A26AA" w:rsidRDefault="00935230" w:rsidP="003310B2">
            <w:pPr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4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A771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935230" w:rsidRPr="001A26AA" w:rsidRDefault="00935230" w:rsidP="00DD7121">
            <w:pPr>
              <w:rPr>
                <w:bCs/>
                <w:color w:val="000000"/>
                <w:sz w:val="21"/>
                <w:szCs w:val="21"/>
              </w:rPr>
            </w:pPr>
            <w:r w:rsidRPr="001A26AA">
              <w:rPr>
                <w:bCs/>
                <w:color w:val="000000"/>
                <w:sz w:val="21"/>
                <w:szCs w:val="21"/>
              </w:rPr>
              <w:t>4</w:t>
            </w:r>
          </w:p>
        </w:tc>
        <w:tc>
          <w:tcPr>
            <w:tcW w:w="1820" w:type="dxa"/>
          </w:tcPr>
          <w:p w:rsidR="00935230" w:rsidRPr="001A26AA" w:rsidRDefault="00935230" w:rsidP="003310B2">
            <w:pPr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 xml:space="preserve">Автошина </w:t>
            </w:r>
          </w:p>
        </w:tc>
        <w:tc>
          <w:tcPr>
            <w:tcW w:w="3128" w:type="dxa"/>
            <w:shd w:val="clear" w:color="auto" w:fill="auto"/>
          </w:tcPr>
          <w:p w:rsidR="00935230" w:rsidRPr="001A26AA" w:rsidRDefault="00935230" w:rsidP="003310B2">
            <w:pPr>
              <w:rPr>
                <w:bCs/>
                <w:sz w:val="21"/>
                <w:szCs w:val="21"/>
                <w:lang w:val="en-US"/>
              </w:rPr>
            </w:pPr>
            <w:r w:rsidRPr="001A26AA">
              <w:rPr>
                <w:bCs/>
                <w:sz w:val="21"/>
                <w:szCs w:val="21"/>
                <w:lang w:val="en-US"/>
              </w:rPr>
              <w:t xml:space="preserve">265/70R16 Bridgestone </w:t>
            </w:r>
            <w:r w:rsidRPr="001A26AA">
              <w:rPr>
                <w:bCs/>
                <w:sz w:val="21"/>
                <w:szCs w:val="21"/>
              </w:rPr>
              <w:t xml:space="preserve">лето </w:t>
            </w:r>
            <w:r w:rsidRPr="001A26AA">
              <w:rPr>
                <w:bCs/>
                <w:sz w:val="21"/>
                <w:szCs w:val="21"/>
                <w:lang w:val="en-US"/>
              </w:rPr>
              <w:t>112H</w:t>
            </w:r>
          </w:p>
        </w:tc>
        <w:tc>
          <w:tcPr>
            <w:tcW w:w="744" w:type="dxa"/>
            <w:vMerge/>
          </w:tcPr>
          <w:p w:rsidR="00935230" w:rsidRPr="001A26AA" w:rsidRDefault="00935230" w:rsidP="003310B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4" w:type="dxa"/>
          </w:tcPr>
          <w:p w:rsidR="00935230" w:rsidRPr="001A26AA" w:rsidRDefault="00935230" w:rsidP="003310B2">
            <w:pPr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1A26AA">
              <w:rPr>
                <w:sz w:val="21"/>
                <w:szCs w:val="21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gridSpan w:val="2"/>
          </w:tcPr>
          <w:p w:rsidR="00935230" w:rsidRPr="001A26AA" w:rsidRDefault="00935230" w:rsidP="003310B2">
            <w:pPr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4</w:t>
            </w:r>
          </w:p>
        </w:tc>
      </w:tr>
      <w:tr w:rsidR="00935230" w:rsidRPr="005930F7" w:rsidTr="00EF23F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A771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7075" w:type="dxa"/>
            <w:gridSpan w:val="6"/>
          </w:tcPr>
          <w:p w:rsidR="00935230" w:rsidRPr="001A26AA" w:rsidRDefault="00935230" w:rsidP="00286286">
            <w:pPr>
              <w:jc w:val="right"/>
              <w:rPr>
                <w:b/>
                <w:bCs/>
                <w:color w:val="000000"/>
                <w:sz w:val="21"/>
                <w:szCs w:val="21"/>
              </w:rPr>
            </w:pPr>
            <w:r w:rsidRPr="001A26AA">
              <w:rPr>
                <w:b/>
                <w:bCs/>
                <w:color w:val="000000"/>
                <w:sz w:val="21"/>
                <w:szCs w:val="21"/>
              </w:rPr>
              <w:t>Итого:</w:t>
            </w:r>
          </w:p>
        </w:tc>
        <w:tc>
          <w:tcPr>
            <w:tcW w:w="851" w:type="dxa"/>
            <w:gridSpan w:val="2"/>
            <w:vAlign w:val="center"/>
          </w:tcPr>
          <w:p w:rsidR="00935230" w:rsidRPr="001A26AA" w:rsidRDefault="00935230" w:rsidP="00286286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1A26AA">
              <w:rPr>
                <w:b/>
                <w:bCs/>
                <w:color w:val="000000"/>
                <w:sz w:val="21"/>
                <w:szCs w:val="21"/>
              </w:rPr>
              <w:t>18</w:t>
            </w:r>
          </w:p>
        </w:tc>
      </w:tr>
      <w:tr w:rsidR="00935230" w:rsidRPr="005930F7" w:rsidTr="0025270E">
        <w:trPr>
          <w:trHeight w:val="227"/>
          <w:jc w:val="center"/>
        </w:trPr>
        <w:tc>
          <w:tcPr>
            <w:tcW w:w="563" w:type="dxa"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B43745">
            <w:pPr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color w:val="000000"/>
                <w:sz w:val="21"/>
                <w:szCs w:val="21"/>
              </w:rPr>
              <w:t>Грузополучатель</w:t>
            </w:r>
            <w:r w:rsidRPr="001A26AA">
              <w:rPr>
                <w:sz w:val="21"/>
                <w:szCs w:val="21"/>
              </w:rPr>
              <w:t xml:space="preserve"> </w:t>
            </w:r>
            <w:r w:rsidRPr="001A26AA">
              <w:rPr>
                <w:b/>
                <w:i/>
                <w:color w:val="000000"/>
                <w:sz w:val="21"/>
                <w:szCs w:val="21"/>
              </w:rPr>
              <w:t>для партии № 3:</w:t>
            </w:r>
          </w:p>
        </w:tc>
        <w:tc>
          <w:tcPr>
            <w:tcW w:w="7926" w:type="dxa"/>
            <w:gridSpan w:val="8"/>
          </w:tcPr>
          <w:p w:rsidR="00935230" w:rsidRPr="001A26AA" w:rsidRDefault="00935230" w:rsidP="00B71331">
            <w:pPr>
              <w:rPr>
                <w:bCs/>
                <w:color w:val="000000"/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 xml:space="preserve">Филиал АО «ДРСК» «Хабаровские электрические сети» КПП 272402001, 680009, Хабаровский край, г. Хабаровск, ул. </w:t>
            </w:r>
            <w:proofErr w:type="gramStart"/>
            <w:r w:rsidRPr="001A26AA">
              <w:rPr>
                <w:sz w:val="21"/>
                <w:szCs w:val="21"/>
              </w:rPr>
              <w:t>Промышленная</w:t>
            </w:r>
            <w:proofErr w:type="gramEnd"/>
            <w:r w:rsidRPr="001A26AA">
              <w:rPr>
                <w:sz w:val="21"/>
                <w:szCs w:val="21"/>
              </w:rPr>
              <w:t>, 13</w:t>
            </w:r>
          </w:p>
        </w:tc>
      </w:tr>
      <w:tr w:rsidR="00935230" w:rsidRPr="005930F7" w:rsidTr="00B44F24">
        <w:trPr>
          <w:trHeight w:val="227"/>
          <w:jc w:val="center"/>
        </w:trPr>
        <w:tc>
          <w:tcPr>
            <w:tcW w:w="563" w:type="dxa"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>9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B43745">
            <w:pPr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bCs/>
                <w:i/>
                <w:iCs/>
                <w:sz w:val="21"/>
                <w:szCs w:val="21"/>
              </w:rPr>
              <w:t>Отгрузочные реквизиты для партии № 3:</w:t>
            </w:r>
          </w:p>
        </w:tc>
        <w:tc>
          <w:tcPr>
            <w:tcW w:w="7926" w:type="dxa"/>
            <w:gridSpan w:val="8"/>
          </w:tcPr>
          <w:p w:rsidR="00935230" w:rsidRPr="001A26AA" w:rsidRDefault="00935230" w:rsidP="009E5E53">
            <w:pPr>
              <w:rPr>
                <w:b/>
                <w:i/>
                <w:sz w:val="21"/>
                <w:szCs w:val="21"/>
              </w:rPr>
            </w:pPr>
            <w:r w:rsidRPr="001A26AA">
              <w:rPr>
                <w:rFonts w:eastAsia="Symbol"/>
                <w:sz w:val="21"/>
                <w:szCs w:val="21"/>
              </w:rPr>
              <w:t>Ст. Хабаровск-2, ДВЖД, Код станции – 970001, Код предприятия – 9531, ОКПО 98097847,</w:t>
            </w:r>
            <w:r w:rsidRPr="001A26AA">
              <w:rPr>
                <w:sz w:val="21"/>
                <w:szCs w:val="21"/>
              </w:rPr>
              <w:t xml:space="preserve"> </w:t>
            </w:r>
            <w:r w:rsidRPr="001A26AA">
              <w:rPr>
                <w:rFonts w:eastAsia="Symbol"/>
                <w:sz w:val="21"/>
                <w:szCs w:val="21"/>
              </w:rPr>
              <w:t>тел. 8 (4212) 59-91-07, 59-91-08, 59-91-09</w:t>
            </w:r>
          </w:p>
        </w:tc>
      </w:tr>
      <w:tr w:rsidR="00935230" w:rsidRPr="005930F7" w:rsidTr="00FD4A37">
        <w:trPr>
          <w:trHeight w:val="227"/>
          <w:jc w:val="center"/>
        </w:trPr>
        <w:tc>
          <w:tcPr>
            <w:tcW w:w="10304" w:type="dxa"/>
            <w:gridSpan w:val="10"/>
          </w:tcPr>
          <w:p w:rsidR="00935230" w:rsidRPr="001A26AA" w:rsidRDefault="00935230" w:rsidP="00A771A9">
            <w:pPr>
              <w:jc w:val="center"/>
              <w:rPr>
                <w:b/>
                <w:bCs/>
                <w:i/>
                <w:color w:val="000000"/>
                <w:sz w:val="21"/>
                <w:szCs w:val="21"/>
              </w:rPr>
            </w:pPr>
            <w:r w:rsidRPr="001A26AA">
              <w:rPr>
                <w:b/>
                <w:bCs/>
                <w:i/>
                <w:color w:val="000000"/>
                <w:sz w:val="21"/>
                <w:szCs w:val="21"/>
              </w:rPr>
              <w:t>Партия № 4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>10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B43745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53" w:type="dxa"/>
            <w:vAlign w:val="center"/>
          </w:tcPr>
          <w:p w:rsidR="00935230" w:rsidRPr="001A26AA" w:rsidRDefault="00935230" w:rsidP="004B5065">
            <w:pPr>
              <w:ind w:right="-108"/>
              <w:jc w:val="center"/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>№</w:t>
            </w:r>
          </w:p>
        </w:tc>
        <w:tc>
          <w:tcPr>
            <w:tcW w:w="1906" w:type="dxa"/>
            <w:gridSpan w:val="2"/>
            <w:vAlign w:val="center"/>
          </w:tcPr>
          <w:p w:rsidR="00935230" w:rsidRPr="001A26AA" w:rsidRDefault="00935230" w:rsidP="009E5E53">
            <w:pPr>
              <w:jc w:val="center"/>
              <w:outlineLvl w:val="2"/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 xml:space="preserve">Наименование </w:t>
            </w:r>
          </w:p>
        </w:tc>
        <w:tc>
          <w:tcPr>
            <w:tcW w:w="3128" w:type="dxa"/>
            <w:vAlign w:val="center"/>
          </w:tcPr>
          <w:p w:rsidR="00935230" w:rsidRPr="001A26AA" w:rsidRDefault="00935230" w:rsidP="009E5E53">
            <w:pPr>
              <w:ind w:firstLine="114"/>
              <w:jc w:val="center"/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>Технические характеристики автошины</w:t>
            </w:r>
          </w:p>
        </w:tc>
        <w:tc>
          <w:tcPr>
            <w:tcW w:w="744" w:type="dxa"/>
          </w:tcPr>
          <w:p w:rsidR="00935230" w:rsidRPr="001A26AA" w:rsidRDefault="00935230" w:rsidP="009E5E53">
            <w:pPr>
              <w:ind w:firstLine="114"/>
              <w:jc w:val="center"/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>Об аналогах</w:t>
            </w:r>
          </w:p>
        </w:tc>
        <w:tc>
          <w:tcPr>
            <w:tcW w:w="762" w:type="dxa"/>
            <w:gridSpan w:val="2"/>
            <w:vAlign w:val="center"/>
          </w:tcPr>
          <w:p w:rsidR="00935230" w:rsidRPr="001A26AA" w:rsidRDefault="00935230" w:rsidP="009E5E53">
            <w:pPr>
              <w:ind w:firstLine="114"/>
              <w:jc w:val="center"/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>Ед. изм.</w:t>
            </w:r>
          </w:p>
        </w:tc>
        <w:tc>
          <w:tcPr>
            <w:tcW w:w="833" w:type="dxa"/>
            <w:vAlign w:val="center"/>
          </w:tcPr>
          <w:p w:rsidR="00935230" w:rsidRPr="001A26AA" w:rsidRDefault="00935230" w:rsidP="009E5E53">
            <w:pPr>
              <w:ind w:firstLine="114"/>
              <w:jc w:val="center"/>
              <w:outlineLvl w:val="2"/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>Кол-во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B43745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53" w:type="dxa"/>
          </w:tcPr>
          <w:p w:rsidR="00935230" w:rsidRPr="001A26AA" w:rsidRDefault="00935230" w:rsidP="00EA1AE8">
            <w:pPr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1</w:t>
            </w:r>
          </w:p>
        </w:tc>
        <w:tc>
          <w:tcPr>
            <w:tcW w:w="1906" w:type="dxa"/>
            <w:gridSpan w:val="2"/>
          </w:tcPr>
          <w:p w:rsidR="00935230" w:rsidRPr="001A26AA" w:rsidRDefault="00935230" w:rsidP="00955DB0">
            <w:pPr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 xml:space="preserve">Автошина </w:t>
            </w:r>
          </w:p>
        </w:tc>
        <w:tc>
          <w:tcPr>
            <w:tcW w:w="3128" w:type="dxa"/>
          </w:tcPr>
          <w:p w:rsidR="00935230" w:rsidRPr="001A26AA" w:rsidRDefault="00935230" w:rsidP="00955DB0">
            <w:pPr>
              <w:rPr>
                <w:bCs/>
                <w:sz w:val="21"/>
                <w:szCs w:val="21"/>
                <w:lang w:val="en-US"/>
              </w:rPr>
            </w:pPr>
            <w:r w:rsidRPr="001A26AA">
              <w:rPr>
                <w:bCs/>
                <w:sz w:val="21"/>
                <w:szCs w:val="21"/>
                <w:lang w:val="en-US"/>
              </w:rPr>
              <w:t>255/70R16 Bridgestone DAiELEV-3S</w:t>
            </w:r>
          </w:p>
        </w:tc>
        <w:tc>
          <w:tcPr>
            <w:tcW w:w="744" w:type="dxa"/>
            <w:vMerge w:val="restart"/>
            <w:textDirection w:val="btLr"/>
          </w:tcPr>
          <w:p w:rsidR="00935230" w:rsidRPr="001A26AA" w:rsidRDefault="00935230" w:rsidP="00935230">
            <w:pPr>
              <w:ind w:left="113" w:right="113"/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Либо аналог</w:t>
            </w:r>
          </w:p>
        </w:tc>
        <w:tc>
          <w:tcPr>
            <w:tcW w:w="762" w:type="dxa"/>
            <w:gridSpan w:val="2"/>
          </w:tcPr>
          <w:p w:rsidR="00935230" w:rsidRPr="001A26AA" w:rsidRDefault="00935230" w:rsidP="00955DB0">
            <w:pPr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1A26AA">
              <w:rPr>
                <w:sz w:val="21"/>
                <w:szCs w:val="21"/>
              </w:rPr>
              <w:t>шт</w:t>
            </w:r>
            <w:proofErr w:type="spellEnd"/>
            <w:proofErr w:type="gramEnd"/>
          </w:p>
        </w:tc>
        <w:tc>
          <w:tcPr>
            <w:tcW w:w="833" w:type="dxa"/>
          </w:tcPr>
          <w:p w:rsidR="00935230" w:rsidRPr="001A26AA" w:rsidRDefault="00935230" w:rsidP="00955DB0">
            <w:pPr>
              <w:jc w:val="center"/>
              <w:rPr>
                <w:sz w:val="21"/>
                <w:szCs w:val="21"/>
                <w:lang w:val="en-US"/>
              </w:rPr>
            </w:pPr>
            <w:r w:rsidRPr="001A26AA">
              <w:rPr>
                <w:sz w:val="21"/>
                <w:szCs w:val="21"/>
                <w:lang w:val="en-US"/>
              </w:rPr>
              <w:t>10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B43745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53" w:type="dxa"/>
          </w:tcPr>
          <w:p w:rsidR="00935230" w:rsidRPr="001A26AA" w:rsidRDefault="00935230" w:rsidP="00EA1AE8">
            <w:pPr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2</w:t>
            </w:r>
          </w:p>
        </w:tc>
        <w:tc>
          <w:tcPr>
            <w:tcW w:w="1906" w:type="dxa"/>
            <w:gridSpan w:val="2"/>
          </w:tcPr>
          <w:p w:rsidR="00935230" w:rsidRPr="001A26AA" w:rsidRDefault="00935230" w:rsidP="00955DB0">
            <w:pPr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 xml:space="preserve">Автошина </w:t>
            </w:r>
          </w:p>
        </w:tc>
        <w:tc>
          <w:tcPr>
            <w:tcW w:w="3128" w:type="dxa"/>
          </w:tcPr>
          <w:p w:rsidR="00935230" w:rsidRPr="001A26AA" w:rsidRDefault="00935230" w:rsidP="00955DB0">
            <w:pPr>
              <w:rPr>
                <w:bCs/>
                <w:sz w:val="21"/>
                <w:szCs w:val="21"/>
                <w:lang w:val="en-US"/>
              </w:rPr>
            </w:pPr>
            <w:r w:rsidRPr="001A26AA">
              <w:rPr>
                <w:bCs/>
                <w:sz w:val="21"/>
                <w:szCs w:val="21"/>
                <w:lang w:val="en-US"/>
              </w:rPr>
              <w:t>265/60R18 Bridgestone DMV1</w:t>
            </w:r>
          </w:p>
        </w:tc>
        <w:tc>
          <w:tcPr>
            <w:tcW w:w="744" w:type="dxa"/>
            <w:vMerge/>
          </w:tcPr>
          <w:p w:rsidR="00935230" w:rsidRPr="001A26AA" w:rsidRDefault="00935230" w:rsidP="00955D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62" w:type="dxa"/>
            <w:gridSpan w:val="2"/>
          </w:tcPr>
          <w:p w:rsidR="00935230" w:rsidRPr="001A26AA" w:rsidRDefault="00935230" w:rsidP="00955DB0">
            <w:pPr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1A26AA">
              <w:rPr>
                <w:sz w:val="21"/>
                <w:szCs w:val="21"/>
              </w:rPr>
              <w:t>шт</w:t>
            </w:r>
            <w:proofErr w:type="spellEnd"/>
            <w:proofErr w:type="gramEnd"/>
          </w:p>
        </w:tc>
        <w:tc>
          <w:tcPr>
            <w:tcW w:w="833" w:type="dxa"/>
          </w:tcPr>
          <w:p w:rsidR="00935230" w:rsidRPr="001A26AA" w:rsidRDefault="00935230" w:rsidP="00955DB0">
            <w:pPr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5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B43745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53" w:type="dxa"/>
          </w:tcPr>
          <w:p w:rsidR="00935230" w:rsidRPr="001A26AA" w:rsidRDefault="00935230" w:rsidP="00EA1AE8">
            <w:pPr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3</w:t>
            </w:r>
          </w:p>
        </w:tc>
        <w:tc>
          <w:tcPr>
            <w:tcW w:w="1906" w:type="dxa"/>
            <w:gridSpan w:val="2"/>
          </w:tcPr>
          <w:p w:rsidR="00935230" w:rsidRPr="001A26AA" w:rsidRDefault="00935230" w:rsidP="00955DB0">
            <w:pPr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 xml:space="preserve">Автошина </w:t>
            </w:r>
          </w:p>
        </w:tc>
        <w:tc>
          <w:tcPr>
            <w:tcW w:w="3128" w:type="dxa"/>
          </w:tcPr>
          <w:p w:rsidR="00935230" w:rsidRPr="001A26AA" w:rsidRDefault="00935230" w:rsidP="00955DB0">
            <w:pPr>
              <w:rPr>
                <w:bCs/>
                <w:sz w:val="21"/>
                <w:szCs w:val="21"/>
              </w:rPr>
            </w:pPr>
            <w:r w:rsidRPr="001A26AA">
              <w:rPr>
                <w:bCs/>
                <w:sz w:val="21"/>
                <w:szCs w:val="21"/>
                <w:lang w:val="en-US"/>
              </w:rPr>
              <w:t xml:space="preserve">205/60R15 Bridgestone  </w:t>
            </w:r>
            <w:r w:rsidRPr="001A26AA">
              <w:rPr>
                <w:bCs/>
                <w:sz w:val="21"/>
                <w:szCs w:val="21"/>
              </w:rPr>
              <w:t>(лето)</w:t>
            </w:r>
          </w:p>
        </w:tc>
        <w:tc>
          <w:tcPr>
            <w:tcW w:w="744" w:type="dxa"/>
            <w:vMerge/>
          </w:tcPr>
          <w:p w:rsidR="00935230" w:rsidRPr="001A26AA" w:rsidRDefault="00935230" w:rsidP="00955D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62" w:type="dxa"/>
            <w:gridSpan w:val="2"/>
          </w:tcPr>
          <w:p w:rsidR="00935230" w:rsidRPr="001A26AA" w:rsidRDefault="00935230" w:rsidP="00955DB0">
            <w:pPr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1A26AA">
              <w:rPr>
                <w:sz w:val="21"/>
                <w:szCs w:val="21"/>
              </w:rPr>
              <w:t>шт</w:t>
            </w:r>
            <w:proofErr w:type="spellEnd"/>
            <w:proofErr w:type="gramEnd"/>
          </w:p>
        </w:tc>
        <w:tc>
          <w:tcPr>
            <w:tcW w:w="833" w:type="dxa"/>
          </w:tcPr>
          <w:p w:rsidR="00935230" w:rsidRPr="001A26AA" w:rsidRDefault="00935230" w:rsidP="00955DB0">
            <w:pPr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5</w:t>
            </w:r>
          </w:p>
        </w:tc>
      </w:tr>
      <w:tr w:rsidR="00935230" w:rsidRPr="005930F7" w:rsidTr="0093523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B43745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53" w:type="dxa"/>
          </w:tcPr>
          <w:p w:rsidR="00935230" w:rsidRPr="001A26AA" w:rsidRDefault="00935230" w:rsidP="00EA1AE8">
            <w:pPr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4</w:t>
            </w:r>
          </w:p>
        </w:tc>
        <w:tc>
          <w:tcPr>
            <w:tcW w:w="1906" w:type="dxa"/>
            <w:gridSpan w:val="2"/>
          </w:tcPr>
          <w:p w:rsidR="00935230" w:rsidRPr="001A26AA" w:rsidRDefault="00935230" w:rsidP="00955DB0">
            <w:pPr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 xml:space="preserve">Автошина </w:t>
            </w:r>
          </w:p>
        </w:tc>
        <w:tc>
          <w:tcPr>
            <w:tcW w:w="3128" w:type="dxa"/>
          </w:tcPr>
          <w:p w:rsidR="00935230" w:rsidRPr="001A26AA" w:rsidRDefault="00935230" w:rsidP="00955DB0">
            <w:pPr>
              <w:rPr>
                <w:bCs/>
                <w:sz w:val="21"/>
                <w:szCs w:val="21"/>
              </w:rPr>
            </w:pPr>
            <w:r w:rsidRPr="001A26AA">
              <w:rPr>
                <w:bCs/>
                <w:sz w:val="21"/>
                <w:szCs w:val="21"/>
                <w:lang w:val="en-US"/>
              </w:rPr>
              <w:t>205/60R15 Bridgestone</w:t>
            </w:r>
            <w:r w:rsidRPr="001A26AA">
              <w:rPr>
                <w:bCs/>
                <w:sz w:val="21"/>
                <w:szCs w:val="21"/>
              </w:rPr>
              <w:t xml:space="preserve"> (зима)</w:t>
            </w:r>
          </w:p>
        </w:tc>
        <w:tc>
          <w:tcPr>
            <w:tcW w:w="744" w:type="dxa"/>
            <w:vMerge/>
          </w:tcPr>
          <w:p w:rsidR="00935230" w:rsidRPr="001A26AA" w:rsidRDefault="00935230" w:rsidP="00955D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62" w:type="dxa"/>
            <w:gridSpan w:val="2"/>
          </w:tcPr>
          <w:p w:rsidR="00935230" w:rsidRPr="001A26AA" w:rsidRDefault="00935230" w:rsidP="00955DB0">
            <w:pPr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1A26AA">
              <w:rPr>
                <w:sz w:val="21"/>
                <w:szCs w:val="21"/>
              </w:rPr>
              <w:t>шт</w:t>
            </w:r>
            <w:proofErr w:type="spellEnd"/>
            <w:proofErr w:type="gramEnd"/>
          </w:p>
        </w:tc>
        <w:tc>
          <w:tcPr>
            <w:tcW w:w="833" w:type="dxa"/>
          </w:tcPr>
          <w:p w:rsidR="00935230" w:rsidRPr="001A26AA" w:rsidRDefault="00935230" w:rsidP="00955DB0">
            <w:pPr>
              <w:jc w:val="center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5</w:t>
            </w:r>
          </w:p>
        </w:tc>
      </w:tr>
      <w:tr w:rsidR="00935230" w:rsidRPr="005930F7" w:rsidTr="00F5719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B43745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7093" w:type="dxa"/>
            <w:gridSpan w:val="7"/>
          </w:tcPr>
          <w:p w:rsidR="00935230" w:rsidRPr="001A26AA" w:rsidRDefault="00935230" w:rsidP="00873AE1">
            <w:pPr>
              <w:jc w:val="right"/>
              <w:rPr>
                <w:b/>
                <w:bCs/>
                <w:sz w:val="21"/>
                <w:szCs w:val="21"/>
              </w:rPr>
            </w:pPr>
            <w:r w:rsidRPr="001A26AA">
              <w:rPr>
                <w:b/>
                <w:bCs/>
                <w:sz w:val="21"/>
                <w:szCs w:val="21"/>
              </w:rPr>
              <w:t>Итого</w:t>
            </w:r>
          </w:p>
        </w:tc>
        <w:tc>
          <w:tcPr>
            <w:tcW w:w="833" w:type="dxa"/>
          </w:tcPr>
          <w:p w:rsidR="00935230" w:rsidRPr="001A26AA" w:rsidRDefault="00935230" w:rsidP="00873AE1">
            <w:pPr>
              <w:jc w:val="center"/>
              <w:rPr>
                <w:b/>
                <w:bCs/>
                <w:sz w:val="21"/>
                <w:szCs w:val="21"/>
              </w:rPr>
            </w:pPr>
            <w:r w:rsidRPr="001A26AA">
              <w:rPr>
                <w:b/>
                <w:bCs/>
                <w:sz w:val="21"/>
                <w:szCs w:val="21"/>
              </w:rPr>
              <w:t>25</w:t>
            </w:r>
          </w:p>
        </w:tc>
      </w:tr>
      <w:tr w:rsidR="00935230" w:rsidRPr="005930F7" w:rsidTr="00696E58">
        <w:trPr>
          <w:trHeight w:val="227"/>
          <w:jc w:val="center"/>
        </w:trPr>
        <w:tc>
          <w:tcPr>
            <w:tcW w:w="563" w:type="dxa"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lastRenderedPageBreak/>
              <w:t>11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B43745">
            <w:pPr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color w:val="000000"/>
                <w:sz w:val="21"/>
                <w:szCs w:val="21"/>
              </w:rPr>
              <w:t xml:space="preserve">Грузополучатель </w:t>
            </w:r>
            <w:r w:rsidRPr="001A26AA">
              <w:rPr>
                <w:b/>
                <w:i/>
                <w:sz w:val="21"/>
                <w:szCs w:val="21"/>
              </w:rPr>
              <w:t>для партии 4:</w:t>
            </w:r>
          </w:p>
        </w:tc>
        <w:tc>
          <w:tcPr>
            <w:tcW w:w="7926" w:type="dxa"/>
            <w:gridSpan w:val="8"/>
          </w:tcPr>
          <w:p w:rsidR="00935230" w:rsidRPr="001A26AA" w:rsidRDefault="00935230" w:rsidP="00234370">
            <w:pPr>
              <w:jc w:val="both"/>
              <w:rPr>
                <w:b/>
                <w:i/>
                <w:sz w:val="21"/>
                <w:szCs w:val="21"/>
                <w:u w:val="single"/>
              </w:rPr>
            </w:pPr>
            <w:r w:rsidRPr="001A26AA">
              <w:rPr>
                <w:sz w:val="21"/>
                <w:szCs w:val="21"/>
              </w:rPr>
              <w:t xml:space="preserve">Филиал АО «ДРСК» «Хабаровские электрические сети» КПП 272402001, 680009, Хабаровский край, г. Хабаровск, ул. </w:t>
            </w:r>
            <w:proofErr w:type="gramStart"/>
            <w:r w:rsidRPr="001A26AA">
              <w:rPr>
                <w:sz w:val="21"/>
                <w:szCs w:val="21"/>
              </w:rPr>
              <w:t>Промышленная</w:t>
            </w:r>
            <w:proofErr w:type="gramEnd"/>
            <w:r w:rsidRPr="001A26AA">
              <w:rPr>
                <w:sz w:val="21"/>
                <w:szCs w:val="21"/>
              </w:rPr>
              <w:t>, 13</w:t>
            </w:r>
          </w:p>
        </w:tc>
      </w:tr>
      <w:tr w:rsidR="00935230" w:rsidRPr="005930F7" w:rsidTr="00B7178E">
        <w:trPr>
          <w:trHeight w:val="227"/>
          <w:jc w:val="center"/>
        </w:trPr>
        <w:tc>
          <w:tcPr>
            <w:tcW w:w="563" w:type="dxa"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>12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B43745">
            <w:pPr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>Отгрузочные реквизиты для партии 4:</w:t>
            </w:r>
          </w:p>
        </w:tc>
        <w:tc>
          <w:tcPr>
            <w:tcW w:w="7926" w:type="dxa"/>
            <w:gridSpan w:val="8"/>
          </w:tcPr>
          <w:p w:rsidR="00935230" w:rsidRPr="001A26AA" w:rsidRDefault="00935230" w:rsidP="00111D94">
            <w:pPr>
              <w:jc w:val="both"/>
              <w:rPr>
                <w:b/>
                <w:bCs/>
                <w:i/>
                <w:sz w:val="21"/>
                <w:szCs w:val="21"/>
                <w:u w:val="single"/>
              </w:rPr>
            </w:pPr>
            <w:r w:rsidRPr="001A26AA">
              <w:rPr>
                <w:rFonts w:eastAsia="Symbol"/>
                <w:sz w:val="21"/>
                <w:szCs w:val="21"/>
              </w:rPr>
              <w:t>Ст. Комсомольск – на – Амуре, ДВЖД, Код станции – 960103, Код предприятия – 9531, ОКПО 98097847, тел. 8 (4217) 54-13-59</w:t>
            </w:r>
          </w:p>
        </w:tc>
      </w:tr>
      <w:tr w:rsidR="00935230" w:rsidRPr="005930F7" w:rsidTr="00632FA1">
        <w:trPr>
          <w:trHeight w:val="227"/>
          <w:jc w:val="center"/>
        </w:trPr>
        <w:tc>
          <w:tcPr>
            <w:tcW w:w="563" w:type="dxa"/>
            <w:vAlign w:val="center"/>
          </w:tcPr>
          <w:p w:rsidR="00935230" w:rsidRPr="001A26AA" w:rsidRDefault="00935230" w:rsidP="00056A9A">
            <w:pPr>
              <w:jc w:val="center"/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>13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935230" w:rsidRPr="001A26AA" w:rsidRDefault="00935230" w:rsidP="009E5E53">
            <w:pPr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>Требования к поставляемой продукции (</w:t>
            </w:r>
            <w:r w:rsidRPr="001A26AA">
              <w:rPr>
                <w:b/>
                <w:i/>
                <w:sz w:val="21"/>
                <w:szCs w:val="21"/>
                <w:u w:val="single"/>
              </w:rPr>
              <w:t>данная информация должна быть отражена в техническом предложении участника</w:t>
            </w:r>
            <w:r w:rsidRPr="001A26AA">
              <w:rPr>
                <w:b/>
                <w:i/>
                <w:sz w:val="21"/>
                <w:szCs w:val="21"/>
              </w:rPr>
              <w:t>):</w:t>
            </w:r>
          </w:p>
        </w:tc>
        <w:tc>
          <w:tcPr>
            <w:tcW w:w="7926" w:type="dxa"/>
            <w:gridSpan w:val="8"/>
          </w:tcPr>
          <w:p w:rsidR="00935230" w:rsidRPr="001A26AA" w:rsidRDefault="00935230" w:rsidP="00935230">
            <w:pPr>
              <w:numPr>
                <w:ilvl w:val="0"/>
                <w:numId w:val="6"/>
              </w:numPr>
              <w:tabs>
                <w:tab w:val="left" w:pos="255"/>
                <w:tab w:val="left" w:pos="399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Продукция должна быть новой, не использованной, выпущенной не ранее 2016 г. (необходимо указать год выпуска автошины).</w:t>
            </w:r>
          </w:p>
          <w:p w:rsidR="00935230" w:rsidRPr="001A26AA" w:rsidRDefault="00935230" w:rsidP="00935230">
            <w:pPr>
              <w:numPr>
                <w:ilvl w:val="0"/>
                <w:numId w:val="6"/>
              </w:numPr>
              <w:tabs>
                <w:tab w:val="left" w:pos="255"/>
                <w:tab w:val="left" w:pos="399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По каждой модели автошины кроме размеров шины, необходимо дополнительно отразить индексы нагрузки, индексы скорости, если имеется - норму слойности</w:t>
            </w:r>
          </w:p>
          <w:p w:rsidR="00935230" w:rsidRPr="001A26AA" w:rsidRDefault="00935230" w:rsidP="00935230">
            <w:pPr>
              <w:numPr>
                <w:ilvl w:val="0"/>
                <w:numId w:val="6"/>
              </w:numPr>
              <w:tabs>
                <w:tab w:val="left" w:pos="255"/>
                <w:tab w:val="left" w:pos="399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 xml:space="preserve">Продукция должна иметь фирменную упаковку и товарный знак производителя (необходимо указать завод-изготовитель). </w:t>
            </w:r>
          </w:p>
          <w:p w:rsidR="00935230" w:rsidRPr="001A26AA" w:rsidRDefault="00935230" w:rsidP="00935230">
            <w:pPr>
              <w:tabs>
                <w:tab w:val="left" w:pos="255"/>
                <w:tab w:val="left" w:pos="399"/>
              </w:tabs>
              <w:autoSpaceDE w:val="0"/>
              <w:autoSpaceDN w:val="0"/>
              <w:jc w:val="both"/>
              <w:rPr>
                <w:i/>
                <w:sz w:val="21"/>
                <w:szCs w:val="21"/>
              </w:rPr>
            </w:pPr>
            <w:r w:rsidRPr="001A26AA">
              <w:rPr>
                <w:i/>
                <w:sz w:val="21"/>
                <w:szCs w:val="21"/>
              </w:rPr>
              <w:t xml:space="preserve">Примечание: для бескамерных автошин ед. </w:t>
            </w:r>
            <w:proofErr w:type="spellStart"/>
            <w:r w:rsidRPr="001A26AA">
              <w:rPr>
                <w:i/>
                <w:sz w:val="21"/>
                <w:szCs w:val="21"/>
              </w:rPr>
              <w:t>измер</w:t>
            </w:r>
            <w:proofErr w:type="spellEnd"/>
            <w:r w:rsidRPr="001A26AA">
              <w:rPr>
                <w:i/>
                <w:sz w:val="21"/>
                <w:szCs w:val="21"/>
              </w:rPr>
              <w:t xml:space="preserve"> – шт. (покрышка)</w:t>
            </w:r>
          </w:p>
          <w:p w:rsidR="00935230" w:rsidRPr="001A26AA" w:rsidRDefault="00935230" w:rsidP="00935230">
            <w:pPr>
              <w:tabs>
                <w:tab w:val="left" w:pos="255"/>
                <w:tab w:val="left" w:pos="399"/>
              </w:tabs>
              <w:jc w:val="both"/>
              <w:rPr>
                <w:i/>
                <w:sz w:val="21"/>
                <w:szCs w:val="21"/>
              </w:rPr>
            </w:pPr>
            <w:r w:rsidRPr="001A26AA">
              <w:rPr>
                <w:i/>
                <w:sz w:val="21"/>
                <w:szCs w:val="21"/>
              </w:rPr>
              <w:t xml:space="preserve">                       для  камерных  автошин   ед.   </w:t>
            </w:r>
            <w:proofErr w:type="spellStart"/>
            <w:r w:rsidRPr="001A26AA">
              <w:rPr>
                <w:i/>
                <w:sz w:val="21"/>
                <w:szCs w:val="21"/>
              </w:rPr>
              <w:t>измер</w:t>
            </w:r>
            <w:proofErr w:type="spellEnd"/>
            <w:r w:rsidRPr="001A26AA">
              <w:rPr>
                <w:i/>
                <w:sz w:val="21"/>
                <w:szCs w:val="21"/>
              </w:rPr>
              <w:t xml:space="preserve"> – к-т (покрышка, камера, ободная лента (для груз</w:t>
            </w:r>
            <w:proofErr w:type="gramStart"/>
            <w:r w:rsidRPr="001A26AA">
              <w:rPr>
                <w:i/>
                <w:sz w:val="21"/>
                <w:szCs w:val="21"/>
              </w:rPr>
              <w:t>.</w:t>
            </w:r>
            <w:proofErr w:type="gramEnd"/>
            <w:r w:rsidRPr="001A26AA">
              <w:rPr>
                <w:i/>
                <w:sz w:val="21"/>
                <w:szCs w:val="21"/>
              </w:rPr>
              <w:t xml:space="preserve"> </w:t>
            </w:r>
            <w:proofErr w:type="gramStart"/>
            <w:r w:rsidRPr="001A26AA">
              <w:rPr>
                <w:i/>
                <w:sz w:val="21"/>
                <w:szCs w:val="21"/>
              </w:rPr>
              <w:t>а</w:t>
            </w:r>
            <w:proofErr w:type="gramEnd"/>
            <w:r w:rsidRPr="001A26AA">
              <w:rPr>
                <w:i/>
                <w:sz w:val="21"/>
                <w:szCs w:val="21"/>
              </w:rPr>
              <w:t>втомобилей и с/х ) золотник, колпачок)</w:t>
            </w:r>
          </w:p>
          <w:p w:rsidR="00935230" w:rsidRPr="001A26AA" w:rsidRDefault="00935230" w:rsidP="00935230">
            <w:pPr>
              <w:numPr>
                <w:ilvl w:val="0"/>
                <w:numId w:val="6"/>
              </w:numPr>
              <w:tabs>
                <w:tab w:val="left" w:pos="255"/>
                <w:tab w:val="left" w:pos="399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>Продукция должна иметь штамп завода изготовителя о прохождении контроля качества продукции, а также хорошо читаемую информацию о неделе и годе выпуска автошины.</w:t>
            </w:r>
          </w:p>
          <w:p w:rsidR="00935230" w:rsidRPr="001A26AA" w:rsidRDefault="00935230" w:rsidP="00935230">
            <w:pPr>
              <w:pStyle w:val="a5"/>
              <w:numPr>
                <w:ilvl w:val="0"/>
                <w:numId w:val="6"/>
              </w:numPr>
              <w:tabs>
                <w:tab w:val="left" w:pos="399"/>
              </w:tabs>
              <w:spacing w:before="0" w:line="240" w:lineRule="auto"/>
              <w:ind w:left="0" w:firstLine="0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 xml:space="preserve">Предпочтение будет отдано коммерческим предложениям на поставку автошин с техническими </w:t>
            </w:r>
            <w:proofErr w:type="gramStart"/>
            <w:r w:rsidRPr="001A26AA">
              <w:rPr>
                <w:sz w:val="21"/>
                <w:szCs w:val="21"/>
              </w:rPr>
              <w:t>характеристиками</w:t>
            </w:r>
            <w:proofErr w:type="gramEnd"/>
            <w:r w:rsidRPr="001A26AA">
              <w:rPr>
                <w:sz w:val="21"/>
                <w:szCs w:val="21"/>
              </w:rPr>
              <w:t xml:space="preserve"> указанными в техническом задании, либо с улучшенными показателями. </w:t>
            </w:r>
          </w:p>
          <w:p w:rsidR="00935230" w:rsidRPr="001A26AA" w:rsidRDefault="00935230" w:rsidP="00935230">
            <w:pPr>
              <w:pStyle w:val="a5"/>
              <w:numPr>
                <w:ilvl w:val="0"/>
                <w:numId w:val="6"/>
              </w:numPr>
              <w:tabs>
                <w:tab w:val="left" w:pos="399"/>
              </w:tabs>
              <w:spacing w:before="0" w:line="240" w:lineRule="auto"/>
              <w:ind w:left="0" w:firstLine="0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  <w:u w:val="single"/>
              </w:rPr>
              <w:t xml:space="preserve">В случае отсутствия информации по </w:t>
            </w:r>
            <w:r w:rsidRPr="001A26AA">
              <w:rPr>
                <w:b/>
                <w:sz w:val="21"/>
                <w:szCs w:val="21"/>
                <w:u w:val="single"/>
              </w:rPr>
              <w:t xml:space="preserve">п. 13 технического задания, Заказчик </w:t>
            </w:r>
            <w:proofErr w:type="gramStart"/>
            <w:r w:rsidRPr="001A26AA">
              <w:rPr>
                <w:b/>
                <w:sz w:val="21"/>
                <w:szCs w:val="21"/>
                <w:u w:val="single"/>
              </w:rPr>
              <w:t>в праве</w:t>
            </w:r>
            <w:proofErr w:type="gramEnd"/>
            <w:r w:rsidRPr="001A26AA">
              <w:rPr>
                <w:b/>
                <w:sz w:val="21"/>
                <w:szCs w:val="21"/>
                <w:u w:val="single"/>
              </w:rPr>
              <w:t xml:space="preserve"> отклонить коммерческое предложение участника от дальнейшего рассмотрения.</w:t>
            </w:r>
          </w:p>
        </w:tc>
      </w:tr>
      <w:tr w:rsidR="00935230" w:rsidRPr="005930F7" w:rsidTr="00C650E2">
        <w:trPr>
          <w:trHeight w:val="227"/>
          <w:jc w:val="center"/>
        </w:trPr>
        <w:tc>
          <w:tcPr>
            <w:tcW w:w="563" w:type="dxa"/>
            <w:vAlign w:val="center"/>
          </w:tcPr>
          <w:p w:rsidR="00935230" w:rsidRPr="001A26AA" w:rsidRDefault="00935230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>14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30" w:rsidRPr="001A26AA" w:rsidRDefault="00935230" w:rsidP="00B43745">
            <w:pPr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>Требования безопасности:</w:t>
            </w:r>
          </w:p>
        </w:tc>
        <w:tc>
          <w:tcPr>
            <w:tcW w:w="7926" w:type="dxa"/>
            <w:gridSpan w:val="8"/>
          </w:tcPr>
          <w:p w:rsidR="00935230" w:rsidRPr="001A26AA" w:rsidRDefault="00935230" w:rsidP="007172DD">
            <w:pPr>
              <w:jc w:val="both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 xml:space="preserve">Автошины должны быть изготовлены в соответствии с требованиями технического регламента таможенного союза </w:t>
            </w:r>
            <w:proofErr w:type="gramStart"/>
            <w:r w:rsidRPr="001A26AA">
              <w:rPr>
                <w:sz w:val="21"/>
                <w:szCs w:val="21"/>
              </w:rPr>
              <w:t>ТР</w:t>
            </w:r>
            <w:proofErr w:type="gramEnd"/>
            <w:r w:rsidRPr="001A26AA">
              <w:rPr>
                <w:sz w:val="21"/>
                <w:szCs w:val="21"/>
              </w:rPr>
              <w:t xml:space="preserve"> ТС 018/2011 «О безопасности колесных транспортных средств» (для подтверждения предоставить копии сертификатов соответствия)</w:t>
            </w:r>
          </w:p>
        </w:tc>
      </w:tr>
      <w:tr w:rsidR="00935230" w:rsidRPr="005930F7" w:rsidTr="0031757C">
        <w:trPr>
          <w:trHeight w:val="227"/>
          <w:jc w:val="center"/>
        </w:trPr>
        <w:tc>
          <w:tcPr>
            <w:tcW w:w="563" w:type="dxa"/>
            <w:vAlign w:val="center"/>
          </w:tcPr>
          <w:p w:rsidR="00935230" w:rsidRPr="001A26AA" w:rsidRDefault="00935230" w:rsidP="008B321C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>15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935230" w:rsidRPr="001A26AA" w:rsidRDefault="00935230" w:rsidP="000C5B41">
            <w:pPr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 xml:space="preserve">Требования к гарантийным обязательствам: </w:t>
            </w:r>
          </w:p>
        </w:tc>
        <w:tc>
          <w:tcPr>
            <w:tcW w:w="7926" w:type="dxa"/>
            <w:gridSpan w:val="8"/>
          </w:tcPr>
          <w:p w:rsidR="00935230" w:rsidRPr="001A26AA" w:rsidRDefault="00935230" w:rsidP="000C5B41">
            <w:pPr>
              <w:jc w:val="both"/>
              <w:rPr>
                <w:sz w:val="21"/>
                <w:szCs w:val="21"/>
              </w:rPr>
            </w:pPr>
            <w:r w:rsidRPr="001A26AA">
              <w:rPr>
                <w:sz w:val="21"/>
                <w:szCs w:val="21"/>
              </w:rPr>
              <w:t xml:space="preserve">Гарантия на поставляемую продукцию должна быть не менее </w:t>
            </w:r>
            <w:r w:rsidRPr="001A26AA">
              <w:rPr>
                <w:sz w:val="21"/>
                <w:szCs w:val="21"/>
                <w:u w:val="single"/>
              </w:rPr>
              <w:t>12 месяцев</w:t>
            </w:r>
            <w:r w:rsidRPr="001A26AA">
              <w:rPr>
                <w:sz w:val="21"/>
                <w:szCs w:val="21"/>
              </w:rPr>
              <w:t xml:space="preserve"> со дня ввода в эксплуатацию. </w:t>
            </w:r>
          </w:p>
        </w:tc>
      </w:tr>
      <w:tr w:rsidR="00935230" w:rsidRPr="005930F7" w:rsidTr="00B61F5D">
        <w:trPr>
          <w:trHeight w:val="227"/>
          <w:jc w:val="center"/>
        </w:trPr>
        <w:tc>
          <w:tcPr>
            <w:tcW w:w="563" w:type="dxa"/>
            <w:vAlign w:val="center"/>
          </w:tcPr>
          <w:p w:rsidR="00935230" w:rsidRPr="001A26AA" w:rsidRDefault="00935230" w:rsidP="008B321C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>16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935230" w:rsidRPr="001A26AA" w:rsidRDefault="00935230" w:rsidP="000C5B41">
            <w:pPr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>Требования к условиям оплаты:</w:t>
            </w:r>
          </w:p>
        </w:tc>
        <w:tc>
          <w:tcPr>
            <w:tcW w:w="7926" w:type="dxa"/>
            <w:gridSpan w:val="8"/>
          </w:tcPr>
          <w:p w:rsidR="00935230" w:rsidRPr="001A26AA" w:rsidRDefault="00935230" w:rsidP="000C5B41">
            <w:pPr>
              <w:jc w:val="both"/>
              <w:rPr>
                <w:bCs/>
                <w:sz w:val="21"/>
                <w:szCs w:val="21"/>
              </w:rPr>
            </w:pPr>
            <w:r w:rsidRPr="001A26AA">
              <w:rPr>
                <w:bCs/>
                <w:sz w:val="21"/>
                <w:szCs w:val="21"/>
              </w:rPr>
              <w:t xml:space="preserve">Отсрочка платежа в течение 30 календарных дней </w:t>
            </w:r>
            <w:proofErr w:type="gramStart"/>
            <w:r w:rsidRPr="001A26AA">
              <w:rPr>
                <w:bCs/>
                <w:sz w:val="21"/>
                <w:szCs w:val="21"/>
              </w:rPr>
              <w:t>с даты подписания</w:t>
            </w:r>
            <w:proofErr w:type="gramEnd"/>
            <w:r w:rsidRPr="001A26AA">
              <w:rPr>
                <w:bCs/>
                <w:sz w:val="21"/>
                <w:szCs w:val="21"/>
              </w:rPr>
              <w:t xml:space="preserve"> акта сдачи-приемки товара и товарной накладной (ТОРГ-12)</w:t>
            </w:r>
          </w:p>
        </w:tc>
      </w:tr>
      <w:tr w:rsidR="00935230" w:rsidRPr="005930F7" w:rsidTr="00C57949">
        <w:trPr>
          <w:trHeight w:val="274"/>
          <w:jc w:val="center"/>
        </w:trPr>
        <w:tc>
          <w:tcPr>
            <w:tcW w:w="563" w:type="dxa"/>
            <w:vAlign w:val="center"/>
          </w:tcPr>
          <w:p w:rsidR="00935230" w:rsidRPr="001A26AA" w:rsidRDefault="00935230" w:rsidP="008B321C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>17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935230" w:rsidRPr="001A26AA" w:rsidRDefault="00935230" w:rsidP="000C5B41">
            <w:pPr>
              <w:rPr>
                <w:b/>
                <w:i/>
                <w:sz w:val="21"/>
                <w:szCs w:val="21"/>
              </w:rPr>
            </w:pPr>
            <w:r w:rsidRPr="001A26AA">
              <w:rPr>
                <w:b/>
                <w:i/>
                <w:sz w:val="21"/>
                <w:szCs w:val="21"/>
              </w:rPr>
              <w:t>Срок поставки:</w:t>
            </w:r>
          </w:p>
        </w:tc>
        <w:tc>
          <w:tcPr>
            <w:tcW w:w="7926" w:type="dxa"/>
            <w:gridSpan w:val="8"/>
          </w:tcPr>
          <w:p w:rsidR="00935230" w:rsidRPr="001A26AA" w:rsidRDefault="00935230" w:rsidP="005C5752">
            <w:pPr>
              <w:jc w:val="both"/>
              <w:rPr>
                <w:bCs/>
                <w:sz w:val="21"/>
                <w:szCs w:val="21"/>
                <w:u w:val="single"/>
              </w:rPr>
            </w:pPr>
            <w:r w:rsidRPr="001A26AA">
              <w:rPr>
                <w:b/>
                <w:bCs/>
                <w:i/>
                <w:sz w:val="21"/>
                <w:szCs w:val="21"/>
              </w:rPr>
              <w:t>до 30.03.2018, с правом досрочной поставки</w:t>
            </w:r>
          </w:p>
        </w:tc>
      </w:tr>
    </w:tbl>
    <w:p w:rsidR="00520027" w:rsidRDefault="00520027" w:rsidP="005E39C2">
      <w:pPr>
        <w:pStyle w:val="a7"/>
        <w:jc w:val="left"/>
        <w:rPr>
          <w:b/>
          <w:bCs/>
          <w:sz w:val="26"/>
        </w:rPr>
      </w:pPr>
    </w:p>
    <w:p w:rsidR="00A771A9" w:rsidRPr="00850270" w:rsidRDefault="00A771A9" w:rsidP="00A771A9">
      <w:pPr>
        <w:numPr>
          <w:ilvl w:val="0"/>
          <w:numId w:val="3"/>
        </w:numPr>
        <w:tabs>
          <w:tab w:val="left" w:pos="993"/>
          <w:tab w:val="left" w:pos="1701"/>
          <w:tab w:val="right" w:pos="9922"/>
        </w:tabs>
        <w:rPr>
          <w:b/>
          <w:i/>
        </w:rPr>
      </w:pPr>
      <w:r w:rsidRPr="00850270">
        <w:rPr>
          <w:b/>
          <w:i/>
        </w:rPr>
        <w:t xml:space="preserve">Допускается предложение поставки продукции, аналогичной требуемой. </w:t>
      </w:r>
    </w:p>
    <w:p w:rsidR="00A771A9" w:rsidRPr="00486EDE" w:rsidRDefault="00A771A9" w:rsidP="00486EDE">
      <w:pPr>
        <w:tabs>
          <w:tab w:val="left" w:pos="993"/>
        </w:tabs>
        <w:ind w:firstLine="567"/>
        <w:jc w:val="both"/>
      </w:pPr>
      <w:r w:rsidRPr="00486EDE">
        <w:t>Аналогичная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документации.</w:t>
      </w:r>
    </w:p>
    <w:p w:rsidR="00486EDE" w:rsidRPr="00486EDE" w:rsidRDefault="00486EDE" w:rsidP="00486EDE">
      <w:pPr>
        <w:tabs>
          <w:tab w:val="left" w:pos="993"/>
        </w:tabs>
        <w:ind w:firstLine="567"/>
        <w:jc w:val="both"/>
      </w:pPr>
      <w:r w:rsidRPr="00486EDE">
        <w:t>В случае</w:t>
      </w:r>
      <w:proofErr w:type="gramStart"/>
      <w:r w:rsidRPr="00486EDE">
        <w:t>,</w:t>
      </w:r>
      <w:proofErr w:type="gramEnd"/>
      <w:r w:rsidRPr="00486EDE">
        <w:t xml:space="preserve"> если Участником предлагаются аналоги требуемой Заказчику продукции, в составе своего технического предложения он должен в обязательном порядке предоставить подробное техническое описание предлагаемого к поставке аналога.</w:t>
      </w:r>
    </w:p>
    <w:p w:rsidR="00486EDE" w:rsidRDefault="00486EDE" w:rsidP="00486EDE">
      <w:pPr>
        <w:tabs>
          <w:tab w:val="left" w:pos="255"/>
        </w:tabs>
        <w:ind w:firstLine="567"/>
        <w:jc w:val="both"/>
      </w:pPr>
      <w:r w:rsidRPr="00486EDE">
        <w:t xml:space="preserve">Аналогом считается </w:t>
      </w:r>
      <w:proofErr w:type="gramStart"/>
      <w:r w:rsidRPr="00486EDE">
        <w:t>автошина</w:t>
      </w:r>
      <w:proofErr w:type="gramEnd"/>
      <w:r w:rsidRPr="00486EDE">
        <w:t xml:space="preserve"> по которой индексы нагрузки и скорости, норма слойности</w:t>
      </w:r>
      <w:r w:rsidR="008D3170">
        <w:t xml:space="preserve"> (при наличии)</w:t>
      </w:r>
      <w:r w:rsidRPr="00486EDE">
        <w:t xml:space="preserve"> не должны быть ниже, конструкция </w:t>
      </w:r>
      <w:r w:rsidR="009471D1">
        <w:t>-</w:t>
      </w:r>
      <w:r w:rsidRPr="00486EDE">
        <w:t xml:space="preserve"> без изменений, </w:t>
      </w:r>
      <w:r>
        <w:t>(</w:t>
      </w:r>
      <w:r w:rsidRPr="00486EDE">
        <w:t>замена комплекта на автопокрышку не допускается</w:t>
      </w:r>
      <w:r>
        <w:t>, з</w:t>
      </w:r>
      <w:r w:rsidRPr="00486EDE">
        <w:t>амена автопокрышки на комплект допускается</w:t>
      </w:r>
      <w:r>
        <w:t>)</w:t>
      </w:r>
      <w:r w:rsidR="009471D1">
        <w:t>.</w:t>
      </w:r>
    </w:p>
    <w:p w:rsidR="00F00D4B" w:rsidRDefault="00F00D4B" w:rsidP="00486EDE">
      <w:pPr>
        <w:tabs>
          <w:tab w:val="left" w:pos="255"/>
        </w:tabs>
        <w:ind w:firstLine="567"/>
        <w:jc w:val="both"/>
      </w:pPr>
    </w:p>
    <w:p w:rsidR="00935230" w:rsidRDefault="00935230" w:rsidP="00486EDE">
      <w:pPr>
        <w:tabs>
          <w:tab w:val="left" w:pos="255"/>
        </w:tabs>
        <w:ind w:firstLine="567"/>
        <w:jc w:val="both"/>
      </w:pPr>
    </w:p>
    <w:p w:rsidR="00935230" w:rsidRPr="00732B79" w:rsidRDefault="00935230" w:rsidP="00935230">
      <w:pPr>
        <w:pStyle w:val="a7"/>
        <w:jc w:val="left"/>
        <w:rPr>
          <w:bCs/>
          <w:i/>
          <w:szCs w:val="24"/>
        </w:rPr>
      </w:pPr>
      <w:r w:rsidRPr="00732B79">
        <w:rPr>
          <w:bCs/>
          <w:i/>
          <w:szCs w:val="24"/>
        </w:rPr>
        <w:t xml:space="preserve">Приложение 1  Расчет стоимости поставляемой продукции в разрезе статей расхода на </w:t>
      </w:r>
      <w:r w:rsidR="009E2450">
        <w:rPr>
          <w:bCs/>
          <w:i/>
          <w:szCs w:val="24"/>
        </w:rPr>
        <w:t>2 листах</w:t>
      </w:r>
      <w:r>
        <w:rPr>
          <w:bCs/>
          <w:i/>
          <w:szCs w:val="24"/>
        </w:rPr>
        <w:t>.</w:t>
      </w:r>
    </w:p>
    <w:p w:rsidR="00935230" w:rsidRDefault="00935230" w:rsidP="00935230">
      <w:pPr>
        <w:pStyle w:val="a7"/>
        <w:jc w:val="left"/>
        <w:rPr>
          <w:b/>
          <w:bCs/>
          <w:sz w:val="26"/>
        </w:rPr>
      </w:pPr>
    </w:p>
    <w:p w:rsidR="006255FD" w:rsidRPr="00486EDE" w:rsidRDefault="006255FD" w:rsidP="00486EDE">
      <w:pPr>
        <w:tabs>
          <w:tab w:val="left" w:pos="255"/>
        </w:tabs>
        <w:ind w:firstLine="567"/>
        <w:jc w:val="both"/>
      </w:pPr>
      <w:bookmarkStart w:id="0" w:name="_GoBack"/>
      <w:bookmarkEnd w:id="0"/>
    </w:p>
    <w:sectPr w:rsidR="006255FD" w:rsidRPr="00486EDE" w:rsidSect="00935230">
      <w:footerReference w:type="default" r:id="rId10"/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1CE" w:rsidRDefault="007351CE" w:rsidP="006C00DC">
      <w:r>
        <w:separator/>
      </w:r>
    </w:p>
  </w:endnote>
  <w:endnote w:type="continuationSeparator" w:id="0">
    <w:p w:rsidR="007351CE" w:rsidRDefault="007351CE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1"/>
    <w:family w:val="roman"/>
    <w:notTrueType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2182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EA1AE8" w:rsidRPr="00D962A2" w:rsidRDefault="00EA1AE8">
        <w:pPr>
          <w:pStyle w:val="ab"/>
          <w:jc w:val="center"/>
          <w:rPr>
            <w:sz w:val="20"/>
            <w:szCs w:val="20"/>
          </w:rPr>
        </w:pPr>
        <w:r w:rsidRPr="00D962A2">
          <w:rPr>
            <w:sz w:val="20"/>
            <w:szCs w:val="20"/>
          </w:rPr>
          <w:fldChar w:fldCharType="begin"/>
        </w:r>
        <w:r w:rsidRPr="00D962A2">
          <w:rPr>
            <w:sz w:val="20"/>
            <w:szCs w:val="20"/>
          </w:rPr>
          <w:instrText>PAGE   \* MERGEFORMAT</w:instrText>
        </w:r>
        <w:r w:rsidRPr="00D962A2">
          <w:rPr>
            <w:sz w:val="20"/>
            <w:szCs w:val="20"/>
          </w:rPr>
          <w:fldChar w:fldCharType="separate"/>
        </w:r>
        <w:r w:rsidR="00DE3C66">
          <w:rPr>
            <w:noProof/>
            <w:sz w:val="20"/>
            <w:szCs w:val="20"/>
          </w:rPr>
          <w:t>1</w:t>
        </w:r>
        <w:r w:rsidRPr="00D962A2">
          <w:rPr>
            <w:sz w:val="20"/>
            <w:szCs w:val="20"/>
          </w:rPr>
          <w:fldChar w:fldCharType="end"/>
        </w:r>
      </w:p>
    </w:sdtContent>
  </w:sdt>
  <w:p w:rsidR="00EA1AE8" w:rsidRDefault="00EA1AE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1CE" w:rsidRDefault="007351CE" w:rsidP="006C00DC">
      <w:r>
        <w:separator/>
      </w:r>
    </w:p>
  </w:footnote>
  <w:footnote w:type="continuationSeparator" w:id="0">
    <w:p w:rsidR="007351CE" w:rsidRDefault="007351CE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0FB7FAE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D68275E"/>
    <w:multiLevelType w:val="hybridMultilevel"/>
    <w:tmpl w:val="F78C5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223C9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23D8"/>
    <w:rsid w:val="00032C4F"/>
    <w:rsid w:val="00034231"/>
    <w:rsid w:val="000358D5"/>
    <w:rsid w:val="00036598"/>
    <w:rsid w:val="00037432"/>
    <w:rsid w:val="00044C33"/>
    <w:rsid w:val="000534B2"/>
    <w:rsid w:val="00054275"/>
    <w:rsid w:val="00056A9A"/>
    <w:rsid w:val="00080785"/>
    <w:rsid w:val="00090126"/>
    <w:rsid w:val="00092EB9"/>
    <w:rsid w:val="000B224B"/>
    <w:rsid w:val="000C1D91"/>
    <w:rsid w:val="000C58D7"/>
    <w:rsid w:val="000E08AD"/>
    <w:rsid w:val="000F1FE2"/>
    <w:rsid w:val="000F746E"/>
    <w:rsid w:val="00111D94"/>
    <w:rsid w:val="00114150"/>
    <w:rsid w:val="00115003"/>
    <w:rsid w:val="00127196"/>
    <w:rsid w:val="00130110"/>
    <w:rsid w:val="00131388"/>
    <w:rsid w:val="00135B45"/>
    <w:rsid w:val="00145FD8"/>
    <w:rsid w:val="00147DFE"/>
    <w:rsid w:val="00151637"/>
    <w:rsid w:val="00155F34"/>
    <w:rsid w:val="00162C93"/>
    <w:rsid w:val="001635DA"/>
    <w:rsid w:val="00164846"/>
    <w:rsid w:val="001710FA"/>
    <w:rsid w:val="00180802"/>
    <w:rsid w:val="00180AC6"/>
    <w:rsid w:val="00180C1C"/>
    <w:rsid w:val="001905B1"/>
    <w:rsid w:val="001A26AA"/>
    <w:rsid w:val="001A5D32"/>
    <w:rsid w:val="001B3C6D"/>
    <w:rsid w:val="001B48F9"/>
    <w:rsid w:val="001C3F00"/>
    <w:rsid w:val="001C4A5F"/>
    <w:rsid w:val="001D5845"/>
    <w:rsid w:val="001E6849"/>
    <w:rsid w:val="001F0013"/>
    <w:rsid w:val="001F7AA2"/>
    <w:rsid w:val="00207753"/>
    <w:rsid w:val="00214C22"/>
    <w:rsid w:val="00234370"/>
    <w:rsid w:val="0027274A"/>
    <w:rsid w:val="00276CB8"/>
    <w:rsid w:val="00286286"/>
    <w:rsid w:val="002B14B7"/>
    <w:rsid w:val="002B2DF6"/>
    <w:rsid w:val="002C4074"/>
    <w:rsid w:val="002C72FB"/>
    <w:rsid w:val="002C7EED"/>
    <w:rsid w:val="002D1254"/>
    <w:rsid w:val="002E4D5F"/>
    <w:rsid w:val="002E6E7F"/>
    <w:rsid w:val="002F797F"/>
    <w:rsid w:val="00321F6E"/>
    <w:rsid w:val="00323640"/>
    <w:rsid w:val="00323FA9"/>
    <w:rsid w:val="00333C97"/>
    <w:rsid w:val="00341A8B"/>
    <w:rsid w:val="003511BE"/>
    <w:rsid w:val="00351EA7"/>
    <w:rsid w:val="00366125"/>
    <w:rsid w:val="003673DC"/>
    <w:rsid w:val="00373283"/>
    <w:rsid w:val="003760E3"/>
    <w:rsid w:val="00381C59"/>
    <w:rsid w:val="00382633"/>
    <w:rsid w:val="00387E05"/>
    <w:rsid w:val="00397D03"/>
    <w:rsid w:val="003A0164"/>
    <w:rsid w:val="003B1E3C"/>
    <w:rsid w:val="003B3EC7"/>
    <w:rsid w:val="003B463E"/>
    <w:rsid w:val="003B65FF"/>
    <w:rsid w:val="003C1763"/>
    <w:rsid w:val="003C35CA"/>
    <w:rsid w:val="003F104A"/>
    <w:rsid w:val="003F7875"/>
    <w:rsid w:val="0040396B"/>
    <w:rsid w:val="0042227D"/>
    <w:rsid w:val="00433165"/>
    <w:rsid w:val="00446043"/>
    <w:rsid w:val="00450E59"/>
    <w:rsid w:val="00461D64"/>
    <w:rsid w:val="00475BC6"/>
    <w:rsid w:val="00476EFB"/>
    <w:rsid w:val="00486E3B"/>
    <w:rsid w:val="00486EDE"/>
    <w:rsid w:val="004955D1"/>
    <w:rsid w:val="0049603F"/>
    <w:rsid w:val="00496781"/>
    <w:rsid w:val="004B0AF6"/>
    <w:rsid w:val="004B1B59"/>
    <w:rsid w:val="004B2847"/>
    <w:rsid w:val="004B5065"/>
    <w:rsid w:val="004C4F5E"/>
    <w:rsid w:val="004F0E6C"/>
    <w:rsid w:val="004F6453"/>
    <w:rsid w:val="00515B10"/>
    <w:rsid w:val="00517D4D"/>
    <w:rsid w:val="00520027"/>
    <w:rsid w:val="00520546"/>
    <w:rsid w:val="00527975"/>
    <w:rsid w:val="00544F33"/>
    <w:rsid w:val="00557F09"/>
    <w:rsid w:val="005726ED"/>
    <w:rsid w:val="00577EA0"/>
    <w:rsid w:val="00583E6C"/>
    <w:rsid w:val="005930F7"/>
    <w:rsid w:val="005A2B48"/>
    <w:rsid w:val="005A39DE"/>
    <w:rsid w:val="005A5857"/>
    <w:rsid w:val="005B15C1"/>
    <w:rsid w:val="005C5752"/>
    <w:rsid w:val="005C7D74"/>
    <w:rsid w:val="005D40E3"/>
    <w:rsid w:val="005E1DC3"/>
    <w:rsid w:val="005E39C2"/>
    <w:rsid w:val="00600718"/>
    <w:rsid w:val="0062402A"/>
    <w:rsid w:val="006243A0"/>
    <w:rsid w:val="006255FD"/>
    <w:rsid w:val="00625BDC"/>
    <w:rsid w:val="0063135F"/>
    <w:rsid w:val="006352E2"/>
    <w:rsid w:val="006466BB"/>
    <w:rsid w:val="006542E2"/>
    <w:rsid w:val="006558D1"/>
    <w:rsid w:val="00664DD5"/>
    <w:rsid w:val="006713F9"/>
    <w:rsid w:val="0067321D"/>
    <w:rsid w:val="00686E42"/>
    <w:rsid w:val="00691FA9"/>
    <w:rsid w:val="00696EB3"/>
    <w:rsid w:val="006A5D65"/>
    <w:rsid w:val="006B0490"/>
    <w:rsid w:val="006C00DC"/>
    <w:rsid w:val="006C3026"/>
    <w:rsid w:val="006D4E2C"/>
    <w:rsid w:val="006D5DFA"/>
    <w:rsid w:val="00700077"/>
    <w:rsid w:val="00703B19"/>
    <w:rsid w:val="007079C3"/>
    <w:rsid w:val="007172DD"/>
    <w:rsid w:val="0072409A"/>
    <w:rsid w:val="00730A44"/>
    <w:rsid w:val="007351CE"/>
    <w:rsid w:val="0073601D"/>
    <w:rsid w:val="00736994"/>
    <w:rsid w:val="0074136B"/>
    <w:rsid w:val="007835BB"/>
    <w:rsid w:val="0078537F"/>
    <w:rsid w:val="007A5A4D"/>
    <w:rsid w:val="007B00D4"/>
    <w:rsid w:val="007B3365"/>
    <w:rsid w:val="007B5860"/>
    <w:rsid w:val="007C51E6"/>
    <w:rsid w:val="007D2C4B"/>
    <w:rsid w:val="007D3038"/>
    <w:rsid w:val="007D5B90"/>
    <w:rsid w:val="007E55E8"/>
    <w:rsid w:val="007F2200"/>
    <w:rsid w:val="007F739A"/>
    <w:rsid w:val="00806ADD"/>
    <w:rsid w:val="00824B77"/>
    <w:rsid w:val="00841B69"/>
    <w:rsid w:val="0085043E"/>
    <w:rsid w:val="00852774"/>
    <w:rsid w:val="00864DBE"/>
    <w:rsid w:val="00873AE1"/>
    <w:rsid w:val="00875182"/>
    <w:rsid w:val="0088138B"/>
    <w:rsid w:val="0089409B"/>
    <w:rsid w:val="008A5168"/>
    <w:rsid w:val="008C16F5"/>
    <w:rsid w:val="008D3170"/>
    <w:rsid w:val="008E0422"/>
    <w:rsid w:val="008E34E7"/>
    <w:rsid w:val="008E7925"/>
    <w:rsid w:val="008F3F24"/>
    <w:rsid w:val="00910467"/>
    <w:rsid w:val="00911842"/>
    <w:rsid w:val="00913CF8"/>
    <w:rsid w:val="00914C67"/>
    <w:rsid w:val="009173C3"/>
    <w:rsid w:val="00935230"/>
    <w:rsid w:val="009471D1"/>
    <w:rsid w:val="00953C21"/>
    <w:rsid w:val="00956B72"/>
    <w:rsid w:val="009743CD"/>
    <w:rsid w:val="00983C40"/>
    <w:rsid w:val="00992C3D"/>
    <w:rsid w:val="009A0FA0"/>
    <w:rsid w:val="009A1BE9"/>
    <w:rsid w:val="009C0911"/>
    <w:rsid w:val="009C6764"/>
    <w:rsid w:val="009C7E0D"/>
    <w:rsid w:val="009E2450"/>
    <w:rsid w:val="009E524E"/>
    <w:rsid w:val="009F10BE"/>
    <w:rsid w:val="009F1CBA"/>
    <w:rsid w:val="009F2D41"/>
    <w:rsid w:val="00A4601F"/>
    <w:rsid w:val="00A613F8"/>
    <w:rsid w:val="00A771A9"/>
    <w:rsid w:val="00AA2889"/>
    <w:rsid w:val="00AC3714"/>
    <w:rsid w:val="00AC494E"/>
    <w:rsid w:val="00AD1330"/>
    <w:rsid w:val="00AE60C5"/>
    <w:rsid w:val="00AE7922"/>
    <w:rsid w:val="00AF4223"/>
    <w:rsid w:val="00B17A56"/>
    <w:rsid w:val="00B32ADD"/>
    <w:rsid w:val="00B33ABE"/>
    <w:rsid w:val="00B43745"/>
    <w:rsid w:val="00B46D3A"/>
    <w:rsid w:val="00B60108"/>
    <w:rsid w:val="00B71331"/>
    <w:rsid w:val="00B71538"/>
    <w:rsid w:val="00B74A27"/>
    <w:rsid w:val="00B946F5"/>
    <w:rsid w:val="00BB1462"/>
    <w:rsid w:val="00BB2287"/>
    <w:rsid w:val="00BB2660"/>
    <w:rsid w:val="00BC2585"/>
    <w:rsid w:val="00BC444A"/>
    <w:rsid w:val="00C44F54"/>
    <w:rsid w:val="00C51332"/>
    <w:rsid w:val="00C54E0E"/>
    <w:rsid w:val="00C60A2A"/>
    <w:rsid w:val="00C74140"/>
    <w:rsid w:val="00C802CE"/>
    <w:rsid w:val="00C83C8D"/>
    <w:rsid w:val="00C83D39"/>
    <w:rsid w:val="00C8524D"/>
    <w:rsid w:val="00C94AC2"/>
    <w:rsid w:val="00C955F8"/>
    <w:rsid w:val="00CA1866"/>
    <w:rsid w:val="00CA6D18"/>
    <w:rsid w:val="00CB51CD"/>
    <w:rsid w:val="00CB738C"/>
    <w:rsid w:val="00CC2502"/>
    <w:rsid w:val="00CC3E8D"/>
    <w:rsid w:val="00CC607B"/>
    <w:rsid w:val="00CE1ED1"/>
    <w:rsid w:val="00CE2F66"/>
    <w:rsid w:val="00CE4D51"/>
    <w:rsid w:val="00CF71AC"/>
    <w:rsid w:val="00D00B9F"/>
    <w:rsid w:val="00D15721"/>
    <w:rsid w:val="00D4016D"/>
    <w:rsid w:val="00D546B6"/>
    <w:rsid w:val="00D6664C"/>
    <w:rsid w:val="00D87F56"/>
    <w:rsid w:val="00D962A2"/>
    <w:rsid w:val="00DA29ED"/>
    <w:rsid w:val="00DB114E"/>
    <w:rsid w:val="00DB6BB5"/>
    <w:rsid w:val="00DB77BA"/>
    <w:rsid w:val="00DC110D"/>
    <w:rsid w:val="00DD5A1A"/>
    <w:rsid w:val="00DE3C66"/>
    <w:rsid w:val="00E114B2"/>
    <w:rsid w:val="00E2065B"/>
    <w:rsid w:val="00E33A2F"/>
    <w:rsid w:val="00E6206C"/>
    <w:rsid w:val="00E76EB6"/>
    <w:rsid w:val="00E77F00"/>
    <w:rsid w:val="00E85873"/>
    <w:rsid w:val="00EA1AE8"/>
    <w:rsid w:val="00EA6A92"/>
    <w:rsid w:val="00EB35E3"/>
    <w:rsid w:val="00EB608C"/>
    <w:rsid w:val="00EC0864"/>
    <w:rsid w:val="00EC4FC6"/>
    <w:rsid w:val="00ED18EA"/>
    <w:rsid w:val="00ED2EAE"/>
    <w:rsid w:val="00EE05EC"/>
    <w:rsid w:val="00EE5B62"/>
    <w:rsid w:val="00EF66A3"/>
    <w:rsid w:val="00F00D4B"/>
    <w:rsid w:val="00F01D52"/>
    <w:rsid w:val="00F06E03"/>
    <w:rsid w:val="00F24B76"/>
    <w:rsid w:val="00F341D3"/>
    <w:rsid w:val="00F37474"/>
    <w:rsid w:val="00F40F79"/>
    <w:rsid w:val="00F50FBC"/>
    <w:rsid w:val="00F542B4"/>
    <w:rsid w:val="00F965DB"/>
    <w:rsid w:val="00FA3E0A"/>
    <w:rsid w:val="00FA4C18"/>
    <w:rsid w:val="00FA5070"/>
    <w:rsid w:val="00FB10B4"/>
    <w:rsid w:val="00FC2BAB"/>
    <w:rsid w:val="00FC448B"/>
    <w:rsid w:val="00FC4EB8"/>
    <w:rsid w:val="00FE2F58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DDC10-7C1D-4FAA-BC9D-EE742C213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091107111103.dot</Template>
  <TotalTime>1473</TotalTime>
  <Pages>3</Pages>
  <Words>1099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7350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Коротаева Татьяна Витальевна</cp:lastModifiedBy>
  <cp:revision>67</cp:revision>
  <cp:lastPrinted>2017-12-06T06:28:00Z</cp:lastPrinted>
  <dcterms:created xsi:type="dcterms:W3CDTF">2012-12-19T00:57:00Z</dcterms:created>
  <dcterms:modified xsi:type="dcterms:W3CDTF">2017-12-08T06:43:00Z</dcterms:modified>
</cp:coreProperties>
</file>