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9C3" w:rsidRDefault="007079C3" w:rsidP="007079C3">
      <w:pPr>
        <w:rPr>
          <w:rFonts w:ascii="Franklin Gothic Medium" w:hAnsi="Franklin Gothic Medium"/>
          <w:color w:val="000000"/>
          <w:sz w:val="16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color w:val="000000"/>
          <w:sz w:val="28"/>
          <w:szCs w:val="20"/>
        </w:rPr>
      </w:pPr>
      <w:r>
        <w:rPr>
          <w:noProof/>
          <w:sz w:val="28"/>
          <w:szCs w:val="20"/>
        </w:rPr>
        <w:drawing>
          <wp:inline distT="0" distB="0" distL="0" distR="0" wp14:anchorId="37EB7753" wp14:editId="5F4D8451">
            <wp:extent cx="967105" cy="793115"/>
            <wp:effectExtent l="0" t="0" r="4445" b="698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9C3" w:rsidRPr="00282706" w:rsidRDefault="007079C3" w:rsidP="007079C3">
      <w:pPr>
        <w:jc w:val="center"/>
        <w:rPr>
          <w:color w:val="000000"/>
          <w:sz w:val="10"/>
        </w:rPr>
      </w:pPr>
    </w:p>
    <w:p w:rsidR="007079C3" w:rsidRPr="00282706" w:rsidRDefault="007079C3" w:rsidP="007079C3">
      <w:pPr>
        <w:tabs>
          <w:tab w:val="left" w:pos="5790"/>
        </w:tabs>
        <w:rPr>
          <w:color w:val="000000"/>
          <w:sz w:val="10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sz w:val="28"/>
          <w:szCs w:val="20"/>
        </w:rPr>
      </w:pPr>
      <w:r w:rsidRPr="00282706">
        <w:rPr>
          <w:sz w:val="28"/>
          <w:szCs w:val="20"/>
        </w:rPr>
        <w:t>Акционерное общество</w:t>
      </w:r>
    </w:p>
    <w:p w:rsidR="007079C3" w:rsidRPr="00282706" w:rsidRDefault="007079C3" w:rsidP="007079C3">
      <w:pPr>
        <w:jc w:val="center"/>
        <w:rPr>
          <w:b/>
          <w:sz w:val="30"/>
          <w:szCs w:val="30"/>
        </w:rPr>
      </w:pPr>
      <w:r w:rsidRPr="00282706">
        <w:rPr>
          <w:b/>
          <w:sz w:val="30"/>
          <w:szCs w:val="30"/>
        </w:rPr>
        <w:t xml:space="preserve">«Дальневосточная распределительная сетевая </w:t>
      </w:r>
      <w:r w:rsidRPr="00282706">
        <w:rPr>
          <w:sz w:val="30"/>
          <w:szCs w:val="30"/>
        </w:rPr>
        <w:t xml:space="preserve"> </w:t>
      </w:r>
      <w:r w:rsidRPr="00282706">
        <w:rPr>
          <w:b/>
          <w:sz w:val="30"/>
          <w:szCs w:val="30"/>
        </w:rPr>
        <w:t>компания»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282706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7079C3" w:rsidRPr="00282706" w:rsidRDefault="007079C3" w:rsidP="007079C3">
      <w:pPr>
        <w:jc w:val="center"/>
        <w:rPr>
          <w:rFonts w:cs="Arial"/>
          <w:color w:val="000000"/>
          <w:sz w:val="16"/>
          <w:szCs w:val="16"/>
        </w:rPr>
      </w:pPr>
      <w:r w:rsidRPr="00282706">
        <w:rPr>
          <w:rFonts w:cs="Arial"/>
          <w:color w:val="000000"/>
          <w:sz w:val="16"/>
          <w:szCs w:val="16"/>
        </w:rPr>
        <w:t xml:space="preserve">Ул.Шевченко, </w:t>
      </w:r>
      <w:smartTag w:uri="urn:schemas-microsoft-com:office:smarttags" w:element="metricconverter">
        <w:smartTagPr>
          <w:attr w:name="ProductID" w:val="28, г"/>
        </w:smartTagPr>
        <w:r w:rsidRPr="00282706">
          <w:rPr>
            <w:rFonts w:cs="Arial"/>
            <w:color w:val="000000"/>
            <w:sz w:val="16"/>
            <w:szCs w:val="16"/>
          </w:rPr>
          <w:t>28, г</w:t>
        </w:r>
      </w:smartTag>
      <w:r w:rsidRPr="00282706">
        <w:rPr>
          <w:rFonts w:cs="Arial"/>
          <w:color w:val="000000"/>
          <w:sz w:val="16"/>
          <w:szCs w:val="16"/>
        </w:rPr>
        <w:t>.Благовещенск, 675000, Россия Тел: (4162) 397-359; Тел/факс (4162) 397-200, 397-436</w:t>
      </w:r>
    </w:p>
    <w:p w:rsidR="007079C3" w:rsidRPr="00282706" w:rsidRDefault="007079C3" w:rsidP="007079C3">
      <w:pPr>
        <w:jc w:val="center"/>
        <w:rPr>
          <w:rFonts w:cs="Arial"/>
          <w:color w:val="000000"/>
          <w:sz w:val="16"/>
          <w:szCs w:val="16"/>
        </w:rPr>
      </w:pPr>
      <w:r w:rsidRPr="00282706">
        <w:rPr>
          <w:rFonts w:cs="Arial"/>
          <w:color w:val="000000"/>
          <w:sz w:val="16"/>
          <w:szCs w:val="16"/>
        </w:rPr>
        <w:t xml:space="preserve">E-mail: </w:t>
      </w:r>
      <w:hyperlink r:id="rId10" w:history="1">
        <w:r w:rsidRPr="00282706">
          <w:rPr>
            <w:rFonts w:cs="Arial"/>
            <w:color w:val="000000"/>
            <w:sz w:val="16"/>
            <w:szCs w:val="16"/>
            <w:u w:val="single"/>
          </w:rPr>
          <w:t>doc@drsk.ru</w:t>
        </w:r>
      </w:hyperlink>
      <w:r w:rsidRPr="00282706"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EA6A92" w:rsidRPr="00EA6A92">
        <w:rPr>
          <w:rFonts w:ascii="Times New Roman" w:hAnsi="Times New Roman" w:cs="Times New Roman"/>
          <w:caps/>
          <w:sz w:val="26"/>
          <w:szCs w:val="26"/>
        </w:rPr>
        <w:t>Запасны</w:t>
      </w:r>
      <w:r w:rsidR="00EA6A92">
        <w:rPr>
          <w:rFonts w:ascii="Times New Roman" w:hAnsi="Times New Roman" w:cs="Times New Roman"/>
          <w:caps/>
          <w:sz w:val="26"/>
          <w:szCs w:val="26"/>
        </w:rPr>
        <w:t>х</w:t>
      </w:r>
      <w:r w:rsidR="00EA6A92" w:rsidRPr="00EA6A92">
        <w:rPr>
          <w:rFonts w:ascii="Times New Roman" w:hAnsi="Times New Roman" w:cs="Times New Roman"/>
          <w:caps/>
          <w:sz w:val="26"/>
          <w:szCs w:val="26"/>
        </w:rPr>
        <w:t xml:space="preserve"> част</w:t>
      </w:r>
      <w:r w:rsidR="00EA6A92">
        <w:rPr>
          <w:rFonts w:ascii="Times New Roman" w:hAnsi="Times New Roman" w:cs="Times New Roman"/>
          <w:caps/>
          <w:sz w:val="26"/>
          <w:szCs w:val="26"/>
        </w:rPr>
        <w:t>Ей</w:t>
      </w:r>
      <w:r w:rsidR="00EA6A92" w:rsidRPr="00EA6A92">
        <w:rPr>
          <w:rFonts w:ascii="Times New Roman" w:hAnsi="Times New Roman" w:cs="Times New Roman"/>
          <w:caps/>
          <w:sz w:val="26"/>
          <w:szCs w:val="26"/>
        </w:rPr>
        <w:t xml:space="preserve"> для автомобилей с бензиновыми двигателями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EA6A92" w:rsidRPr="00EA6A92" w:rsidRDefault="00EA6A92" w:rsidP="00EA6A92"/>
    <w:p w:rsidR="00EA6A92" w:rsidRDefault="00EA6A92" w:rsidP="00EA6A92">
      <w:pPr>
        <w:numPr>
          <w:ilvl w:val="0"/>
          <w:numId w:val="3"/>
        </w:numPr>
        <w:ind w:left="0" w:firstLine="426"/>
        <w:jc w:val="both"/>
        <w:rPr>
          <w:b/>
          <w:sz w:val="26"/>
          <w:szCs w:val="26"/>
        </w:rPr>
      </w:pPr>
      <w:r w:rsidRPr="004564A9">
        <w:rPr>
          <w:sz w:val="26"/>
          <w:szCs w:val="26"/>
        </w:rPr>
        <w:t xml:space="preserve">Требования к </w:t>
      </w:r>
      <w:r w:rsidRPr="004564A9">
        <w:rPr>
          <w:sz w:val="26"/>
          <w:szCs w:val="26"/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 w:rsidRPr="004564A9">
        <w:rPr>
          <w:b/>
          <w:sz w:val="26"/>
          <w:szCs w:val="26"/>
        </w:rPr>
        <w:t xml:space="preserve"> приведены в таблице 1</w:t>
      </w:r>
      <w:r>
        <w:rPr>
          <w:b/>
          <w:sz w:val="26"/>
          <w:szCs w:val="26"/>
        </w:rPr>
        <w:t>.</w:t>
      </w:r>
    </w:p>
    <w:p w:rsidR="00EA6A92" w:rsidRDefault="00EA6A92" w:rsidP="00EA6A92">
      <w:pPr>
        <w:ind w:firstLine="426"/>
        <w:rPr>
          <w:b/>
          <w:sz w:val="26"/>
          <w:szCs w:val="26"/>
        </w:rPr>
      </w:pPr>
    </w:p>
    <w:p w:rsidR="00EA6A92" w:rsidRPr="004564A9" w:rsidRDefault="00EA6A92" w:rsidP="00EA6A92">
      <w:pPr>
        <w:ind w:firstLine="426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Таблица 1 </w:t>
      </w:r>
      <w:r>
        <w:rPr>
          <w:sz w:val="26"/>
          <w:szCs w:val="26"/>
        </w:rPr>
        <w:t xml:space="preserve">- </w:t>
      </w:r>
      <w:r w:rsidRPr="004564A9">
        <w:rPr>
          <w:sz w:val="26"/>
          <w:szCs w:val="26"/>
        </w:rPr>
        <w:t xml:space="preserve">Требования к </w:t>
      </w:r>
      <w:r w:rsidRPr="004564A9">
        <w:rPr>
          <w:sz w:val="26"/>
          <w:szCs w:val="26"/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>
        <w:rPr>
          <w:sz w:val="26"/>
          <w:szCs w:val="26"/>
          <w:u w:val="single"/>
        </w:rPr>
        <w:t>.</w:t>
      </w:r>
    </w:p>
    <w:tbl>
      <w:tblPr>
        <w:tblW w:w="102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839"/>
        <w:gridCol w:w="529"/>
        <w:gridCol w:w="86"/>
        <w:gridCol w:w="3120"/>
        <w:gridCol w:w="6"/>
        <w:gridCol w:w="2150"/>
        <w:gridCol w:w="1062"/>
        <w:gridCol w:w="848"/>
      </w:tblGrid>
      <w:tr w:rsidR="00CB51CD" w:rsidRPr="00873AE1" w:rsidTr="00C46992">
        <w:trPr>
          <w:trHeight w:val="227"/>
          <w:jc w:val="center"/>
        </w:trPr>
        <w:tc>
          <w:tcPr>
            <w:tcW w:w="563" w:type="dxa"/>
            <w:vAlign w:val="center"/>
          </w:tcPr>
          <w:p w:rsidR="00CB51CD" w:rsidRPr="00873AE1" w:rsidRDefault="00CB51CD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№ п/п</w:t>
            </w:r>
          </w:p>
        </w:tc>
        <w:tc>
          <w:tcPr>
            <w:tcW w:w="18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B51CD" w:rsidRPr="00873AE1" w:rsidRDefault="00CB51CD" w:rsidP="00090126">
            <w:pPr>
              <w:pStyle w:val="ad"/>
              <w:ind w:left="12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873AE1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Критерий</w:t>
            </w:r>
          </w:p>
        </w:tc>
        <w:tc>
          <w:tcPr>
            <w:tcW w:w="7801" w:type="dxa"/>
            <w:gridSpan w:val="7"/>
            <w:shd w:val="clear" w:color="auto" w:fill="auto"/>
            <w:vAlign w:val="center"/>
          </w:tcPr>
          <w:p w:rsidR="00CB51CD" w:rsidRPr="00873AE1" w:rsidRDefault="00CB51CD" w:rsidP="00090126">
            <w:pPr>
              <w:pStyle w:val="ad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873AE1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Описание критерия</w:t>
            </w:r>
          </w:p>
        </w:tc>
      </w:tr>
      <w:tr w:rsidR="00B43745" w:rsidRPr="00873AE1" w:rsidTr="00C46992">
        <w:trPr>
          <w:trHeight w:val="227"/>
          <w:jc w:val="center"/>
        </w:trPr>
        <w:tc>
          <w:tcPr>
            <w:tcW w:w="10203" w:type="dxa"/>
            <w:gridSpan w:val="9"/>
            <w:vAlign w:val="center"/>
          </w:tcPr>
          <w:p w:rsidR="00B43745" w:rsidRPr="00873AE1" w:rsidRDefault="00B43745" w:rsidP="00A771A9">
            <w:pPr>
              <w:jc w:val="center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873AE1">
              <w:rPr>
                <w:b/>
                <w:bCs/>
                <w:i/>
                <w:color w:val="000000"/>
                <w:sz w:val="22"/>
                <w:szCs w:val="22"/>
              </w:rPr>
              <w:t xml:space="preserve">Партия № </w:t>
            </w:r>
            <w:r w:rsidR="00C46992">
              <w:rPr>
                <w:b/>
                <w:bCs/>
                <w:i/>
                <w:color w:val="000000"/>
                <w:sz w:val="22"/>
                <w:szCs w:val="22"/>
              </w:rPr>
              <w:t>1</w:t>
            </w:r>
          </w:p>
        </w:tc>
      </w:tr>
      <w:tr w:rsidR="008E34E7" w:rsidRPr="00873AE1" w:rsidTr="007B6AB4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8E34E7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839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E34E7" w:rsidRPr="00873AE1" w:rsidRDefault="008E34E7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15" w:type="dxa"/>
            <w:gridSpan w:val="2"/>
            <w:vAlign w:val="center"/>
          </w:tcPr>
          <w:p w:rsidR="008E34E7" w:rsidRPr="00873AE1" w:rsidRDefault="008E34E7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3120" w:type="dxa"/>
            <w:vAlign w:val="center"/>
          </w:tcPr>
          <w:p w:rsidR="008E34E7" w:rsidRPr="00873AE1" w:rsidRDefault="008E34E7" w:rsidP="004B5065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Наименование запасной части</w:t>
            </w:r>
          </w:p>
        </w:tc>
        <w:tc>
          <w:tcPr>
            <w:tcW w:w="2156" w:type="dxa"/>
            <w:gridSpan w:val="2"/>
            <w:vAlign w:val="center"/>
          </w:tcPr>
          <w:p w:rsidR="008E34E7" w:rsidRPr="00873AE1" w:rsidRDefault="008E34E7" w:rsidP="004B506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1062" w:type="dxa"/>
            <w:vAlign w:val="center"/>
          </w:tcPr>
          <w:p w:rsidR="008E34E7" w:rsidRPr="00873AE1" w:rsidRDefault="008E34E7" w:rsidP="004B506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48" w:type="dxa"/>
            <w:vAlign w:val="center"/>
          </w:tcPr>
          <w:p w:rsidR="008E34E7" w:rsidRPr="00873AE1" w:rsidRDefault="008E34E7" w:rsidP="004B506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1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Амортизатор УАЗ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452-2905006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5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2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Бак топливный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130-1101010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3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Бак топливный /210л/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375-1101010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4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Бак топливный левый   ГАЗ-66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66-01-1101011-10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5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Барабан тормозной передний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3307-3501070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6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Башмак в сборе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5320-2918068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2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7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Вал карданный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3307-2200011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8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Вал карданный в сборе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53-2200011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9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Вал карданный задний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3741-2201010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10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Вал карданный задний УАЗ-452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3741 L=689 ADC EXPERT, 3741-2201010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11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Вал карданный переднего моста УАЗ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3909-2203010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2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12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Вал карданный передний УАЗ-452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3741-2203010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13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Вал карданный промежуточный корот. ГАЗ-66 в сборе,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66-2202010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14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Вал карданный УАЗ-452,3741 передний,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3741-2203010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15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Генератор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9422.3701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16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Генератор 65А УАЗ, УМЗ-2206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Г161-3771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17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Гидромуфта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3741-1308070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18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Глушитель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130-1201010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19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Глушитель в сборе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3102-1201008-88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20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Головка блока цилиндра в сборе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74030-1003010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2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21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Головка блока цилиндров в сборе (ГАЗ)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66-1003007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2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22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Группа поршневая Д-240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Д65-1000105-С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23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Датчик массового расхода воздуха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407282.0001ИВКШ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24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Дверь передняя левая в сборе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451Д-6100015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25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Дверь передняя правая в сборе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451Д-6100014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26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Двигатель  УАЗ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4218-1000402-30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27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Двигатель в сборе ГАЗ-53, 3307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511-1000400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28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Двигатель ГАЗ-66 в сборе 513-1000400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513-1000400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29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Двигатель Д-245 7Е2 на ГАЗ-33086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245-0000100-842В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30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Диск ведомый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14-1601130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2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31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Диск сцепления ведомый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4301-1601130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2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32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Диск сцепления ведомый в сборе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53-1601130-12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33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Диск сцепления нажимной в сборе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4301-1601090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34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Диск тормозной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3102-3501078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2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35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Кабина  ГАЗ -3307 в сборе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3307-5000008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36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Капот (ГАЗ/ПАЗ)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3307-8402012,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37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Колодка тормозная в сборе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469-3501090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4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38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Колодка тормозная передняя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3160-3501090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компл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4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39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кольцо уплотнительное катка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47-2805053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4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40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Комплект прокладок на двигатель КАМАЗ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740-1000001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41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Корзина сцепления (лепестковая) УАЗ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4215-1601090-01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42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Корзина сцепления ГАЗ-53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53-1601090-11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43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Коробка раздаточная в сборе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ВК-452-1800020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44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КПП в сборе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66-1700010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45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КПП в сборе  УАЗ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452-1700010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46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КПП, раздаточная коробка и тормоз стояночный в сборе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469-1700005-10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47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Крыло переднее левое ГАЗ-3307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4301-8403013-10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48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Крыло переднее правое ГАЗ-3307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4301-8403012-10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49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Механизм рулевого управления ГАЗ-66 в сборе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6611-3400014-001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50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Механизм стеклоподъемника УАЗ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452-6104020  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2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51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Механизм переключения кулиса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451-1703010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52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Муфта отключения колес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31512-2304310-01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компл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2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53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Муфта электромагнитная привода вентилятора КАМАЗ-ЕВРО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740.30-1317500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54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Наконечник левый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452-3414057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2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55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Наконечник правый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452-3414056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2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56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Насос водяной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4062-1307010-42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57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Насос гидроусилителя руля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66-3407010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58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Насос ГУР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4310-3407200-20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59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насос ГУРа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5320-3407002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60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обойма сальника оси балансира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71-2946030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4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61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Оперение ГАЗ-3307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3307-8400008-10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62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Ось передняя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3307-3000012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63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палец звена гусеницы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47-3209006,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6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64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Подушка рессоры УАЗ-452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УАЗ-452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8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65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Полуось заднего моста ГАЗ-66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66-02-2403070-01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2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66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Полуось левая (длинная)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69-2403071-Б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67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Полуось правая (короткая)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69-2403070-Б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68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Поршневая группа КАМАЗ-ЕВРО,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740.13-1000128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компл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2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69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рабочий цилиндр передн. УАЗ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469-3501046,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70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Радиатор в сборе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66-01-1301010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71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Радиатор в сборе КАМАЗ-43118 (меднопаяный)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146.1301010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72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Радиатор водяной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3110-1301010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73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Радиатор водяной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3307-1301010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74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Радиатор отопителя в сборе КАМАЗ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5320-8101060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шт. 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75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Радиатор охлаждения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451-1301010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76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Радиатор системы охлаждения УАЗ-3741 3-х рядн.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3741-1301010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77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Радиатор УАЗ-452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3741-1301010-04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78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Резонатор 406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2705-1202008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79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Ремень УАЗ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6РК-1275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80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Рессора задняя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53-2912012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81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Рессора передняя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3741-2902012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82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Рессора передняя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53-2902012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83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Рессора УАЗ-452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452-2902012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4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84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рулевой механизм в сборе УАЗ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451Д-3400010-01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85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Ручка стеклоподъемника УАЗ-452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2105.6104064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2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86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сальник,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71-2946044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4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87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сальник оси балансира катка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47-3203044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4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88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Скоба правая в сборе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3302-3501126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89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Стартер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42-3708000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90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Стекло лобовое УАЗ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FB5533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452-5206010 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91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Ступица переднего колеса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4310-3103015-01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3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92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термостат УАЗ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ТС107.1306100-01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93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ТНВД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33-1111007-02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2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94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Трапеция рулевая (406)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3110-3414005-10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95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Турбокомпрессор ГАЗ 33081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ТКР 651.0903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96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Уплотнение фрикционное ступица катка в сборе (ГТМУ)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47-3204030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4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97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Усилитель гидровакуумный тормозов с клапаном управления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53-3550010-01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98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Фара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К-744 (34.3711)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2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99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Фара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8702-3711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2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100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Фара левая,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3110-3711010-6012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101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Фара правая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3110-3711010-6002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102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Форсунка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33-1112010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16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103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Цапфа кулака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66-2304080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2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104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Цилиндр главный тормозной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6611-3505211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105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Цилиндр ГУРа силовой ГАЗ-3308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3308-3405011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2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106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Цилиндр привода выключения сцепления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66-01-1602512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107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Шайба пробки поддона 24-1009031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24-1009031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100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108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Шарнир поворотного кулака длинный (лев)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3160-50-2304061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109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Шарнир поворотного кулака короткий (прав)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3160-50-2304060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110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Шестерни ведущая и ведомая главной передачи переднего и заднего мостов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ВК-452-2402020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111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Шплинт УАЗ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3,2-40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50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112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Штанга реактивная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5511-2919012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2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113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Щетка стеклоочистителя УАЗ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72-5205-900-10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2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114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Электровентилятор (402),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3110-1308004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115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 xml:space="preserve">Энергоаккумулятор КАМАЗ 20/20 РААЗ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100-3519100-30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rFonts w:eastAsia="Symbol"/>
                <w:sz w:val="22"/>
                <w:szCs w:val="22"/>
              </w:rPr>
              <w:t>2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116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outlineLvl w:val="4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 xml:space="preserve">Забурник 300А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300А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outlineLvl w:val="4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2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117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outlineLvl w:val="4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 xml:space="preserve">Резец 2-х зубый 66-06.01.200А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66-06.01.200А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outlineLvl w:val="4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2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118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outlineLvl w:val="4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 xml:space="preserve">Резец 400А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400А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outlineLvl w:val="4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4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119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outlineLvl w:val="4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 xml:space="preserve">Резец РБМ-35,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РБМ-35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</w:pPr>
            <w:r w:rsidRPr="00C46992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outlineLvl w:val="4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4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15" w:type="dxa"/>
            <w:gridSpan w:val="2"/>
          </w:tcPr>
          <w:p w:rsidR="00C46992" w:rsidRPr="00C46992" w:rsidRDefault="00C46992" w:rsidP="00C46992">
            <w:pPr>
              <w:jc w:val="center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120</w:t>
            </w:r>
          </w:p>
        </w:tc>
        <w:tc>
          <w:tcPr>
            <w:tcW w:w="3120" w:type="dxa"/>
          </w:tcPr>
          <w:p w:rsidR="00C46992" w:rsidRPr="00C46992" w:rsidRDefault="00C46992" w:rsidP="00C46992">
            <w:pPr>
              <w:outlineLvl w:val="4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 xml:space="preserve">Рукав кислородный, </w:t>
            </w:r>
          </w:p>
        </w:tc>
        <w:tc>
          <w:tcPr>
            <w:tcW w:w="2156" w:type="dxa"/>
            <w:gridSpan w:val="2"/>
          </w:tcPr>
          <w:p w:rsidR="00C46992" w:rsidRPr="00C46992" w:rsidRDefault="00C46992" w:rsidP="00C46992">
            <w:pPr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d-6</w:t>
            </w:r>
          </w:p>
        </w:tc>
        <w:tc>
          <w:tcPr>
            <w:tcW w:w="1062" w:type="dxa"/>
          </w:tcPr>
          <w:p w:rsidR="00C46992" w:rsidRPr="00C46992" w:rsidRDefault="00C46992" w:rsidP="00C46992">
            <w:pPr>
              <w:jc w:val="center"/>
              <w:rPr>
                <w:rFonts w:eastAsia="Symbol"/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м</w:t>
            </w:r>
          </w:p>
        </w:tc>
        <w:tc>
          <w:tcPr>
            <w:tcW w:w="848" w:type="dxa"/>
          </w:tcPr>
          <w:p w:rsidR="00C46992" w:rsidRPr="00C46992" w:rsidRDefault="00C46992" w:rsidP="00C46992">
            <w:pPr>
              <w:jc w:val="center"/>
              <w:outlineLvl w:val="4"/>
              <w:rPr>
                <w:sz w:val="22"/>
                <w:szCs w:val="22"/>
              </w:rPr>
            </w:pPr>
            <w:r w:rsidRPr="00C46992">
              <w:rPr>
                <w:sz w:val="22"/>
                <w:szCs w:val="22"/>
              </w:rPr>
              <w:t>40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953" w:type="dxa"/>
            <w:gridSpan w:val="6"/>
            <w:vAlign w:val="center"/>
          </w:tcPr>
          <w:p w:rsidR="00C46992" w:rsidRPr="00873AE1" w:rsidRDefault="00C46992" w:rsidP="0028628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73AE1"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848" w:type="dxa"/>
            <w:vAlign w:val="center"/>
          </w:tcPr>
          <w:p w:rsidR="00C46992" w:rsidRPr="00873AE1" w:rsidRDefault="007B6AB4" w:rsidP="0028628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394</w:t>
            </w:r>
          </w:p>
        </w:tc>
      </w:tr>
      <w:tr w:rsidR="00C46992" w:rsidRPr="00873AE1" w:rsidTr="00C46992">
        <w:trPr>
          <w:trHeight w:val="227"/>
          <w:jc w:val="center"/>
        </w:trPr>
        <w:tc>
          <w:tcPr>
            <w:tcW w:w="563" w:type="dxa"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8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C46992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873AE1">
              <w:rPr>
                <w:sz w:val="22"/>
                <w:szCs w:val="22"/>
              </w:rPr>
              <w:t xml:space="preserve"> </w:t>
            </w:r>
            <w:r w:rsidRPr="00873AE1">
              <w:rPr>
                <w:b/>
                <w:i/>
                <w:color w:val="000000"/>
                <w:sz w:val="22"/>
                <w:szCs w:val="22"/>
              </w:rPr>
              <w:t xml:space="preserve">для партии № </w:t>
            </w:r>
            <w:r>
              <w:rPr>
                <w:b/>
                <w:i/>
                <w:color w:val="000000"/>
                <w:sz w:val="22"/>
                <w:szCs w:val="22"/>
              </w:rPr>
              <w:t>1</w:t>
            </w:r>
            <w:r w:rsidRPr="00873AE1">
              <w:rPr>
                <w:b/>
                <w:i/>
                <w:color w:val="000000"/>
                <w:sz w:val="22"/>
                <w:szCs w:val="22"/>
              </w:rPr>
              <w:t>:</w:t>
            </w:r>
          </w:p>
        </w:tc>
        <w:tc>
          <w:tcPr>
            <w:tcW w:w="7801" w:type="dxa"/>
            <w:gridSpan w:val="7"/>
            <w:vAlign w:val="center"/>
          </w:tcPr>
          <w:p w:rsidR="00C46992" w:rsidRPr="00873AE1" w:rsidRDefault="00C46992" w:rsidP="00B71331">
            <w:pPr>
              <w:rPr>
                <w:bCs/>
                <w:color w:val="000000"/>
                <w:sz w:val="22"/>
                <w:szCs w:val="22"/>
              </w:rPr>
            </w:pPr>
            <w:r w:rsidRPr="00C46992">
              <w:rPr>
                <w:bCs/>
                <w:color w:val="000000"/>
                <w:sz w:val="22"/>
                <w:szCs w:val="22"/>
              </w:rPr>
              <w:t>Филиал ОАО «ДРСК» «Хабаровские электрические сети» КПП 272402001, 680009, Хабаровский край, г. Хабаровск, ул. Промышленная, 13</w:t>
            </w:r>
          </w:p>
        </w:tc>
      </w:tr>
      <w:tr w:rsidR="00C46992" w:rsidRPr="00873AE1" w:rsidTr="00C46992">
        <w:trPr>
          <w:trHeight w:val="227"/>
          <w:jc w:val="center"/>
        </w:trPr>
        <w:tc>
          <w:tcPr>
            <w:tcW w:w="563" w:type="dxa"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8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C46992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bCs/>
                <w:i/>
                <w:iCs/>
                <w:sz w:val="22"/>
                <w:szCs w:val="22"/>
              </w:rPr>
              <w:t xml:space="preserve">Отгрузочные реквизиты для партии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1</w:t>
            </w:r>
            <w:r w:rsidRPr="00873AE1">
              <w:rPr>
                <w:b/>
                <w:bCs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7801" w:type="dxa"/>
            <w:gridSpan w:val="7"/>
            <w:vAlign w:val="center"/>
          </w:tcPr>
          <w:p w:rsidR="00C46992" w:rsidRPr="00873AE1" w:rsidRDefault="00C46992" w:rsidP="00A771A9">
            <w:pPr>
              <w:rPr>
                <w:bCs/>
                <w:color w:val="000000"/>
                <w:sz w:val="22"/>
                <w:szCs w:val="22"/>
              </w:rPr>
            </w:pPr>
            <w:r w:rsidRPr="00E20095">
              <w:rPr>
                <w:rFonts w:eastAsia="Symbol"/>
                <w:sz w:val="22"/>
                <w:szCs w:val="22"/>
              </w:rPr>
              <w:t xml:space="preserve">Ст. Хабаровск-2, ДВЖД, Код станции – 970001, Код предприятия – </w:t>
            </w:r>
            <w:r w:rsidRPr="002A372D">
              <w:rPr>
                <w:rFonts w:eastAsia="Symbol"/>
                <w:sz w:val="22"/>
                <w:szCs w:val="22"/>
              </w:rPr>
              <w:t>9</w:t>
            </w:r>
            <w:r>
              <w:rPr>
                <w:rFonts w:eastAsia="Symbol"/>
                <w:sz w:val="22"/>
                <w:szCs w:val="22"/>
              </w:rPr>
              <w:t>531</w:t>
            </w:r>
            <w:r w:rsidRPr="00E20095">
              <w:rPr>
                <w:rFonts w:eastAsia="Symbol"/>
                <w:sz w:val="22"/>
                <w:szCs w:val="22"/>
              </w:rPr>
              <w:t xml:space="preserve">, ОКПО 98097847, тел. 8 (4212) </w:t>
            </w:r>
            <w:r w:rsidRPr="00E20095">
              <w:rPr>
                <w:sz w:val="22"/>
                <w:szCs w:val="22"/>
              </w:rPr>
              <w:t>59-91-07, 59-91-08, 59-91-09</w:t>
            </w:r>
          </w:p>
        </w:tc>
      </w:tr>
      <w:tr w:rsidR="00C46992" w:rsidRPr="00873AE1" w:rsidTr="00C46992">
        <w:trPr>
          <w:trHeight w:val="227"/>
          <w:jc w:val="center"/>
        </w:trPr>
        <w:tc>
          <w:tcPr>
            <w:tcW w:w="10203" w:type="dxa"/>
            <w:gridSpan w:val="9"/>
            <w:vAlign w:val="center"/>
          </w:tcPr>
          <w:p w:rsidR="00C46992" w:rsidRPr="00873AE1" w:rsidRDefault="00C46992" w:rsidP="00FB5533">
            <w:pPr>
              <w:jc w:val="center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873AE1">
              <w:rPr>
                <w:b/>
                <w:bCs/>
                <w:i/>
                <w:color w:val="000000"/>
                <w:sz w:val="22"/>
                <w:szCs w:val="22"/>
              </w:rPr>
              <w:t xml:space="preserve">Партия № </w:t>
            </w:r>
            <w:r w:rsidR="00FB5533">
              <w:rPr>
                <w:b/>
                <w:bCs/>
                <w:i/>
                <w:color w:val="000000"/>
                <w:sz w:val="22"/>
                <w:szCs w:val="22"/>
              </w:rPr>
              <w:t>2</w:t>
            </w:r>
          </w:p>
        </w:tc>
      </w:tr>
      <w:tr w:rsidR="00C46992" w:rsidRPr="00873AE1" w:rsidTr="007B6AB4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C46992" w:rsidRPr="00873AE1" w:rsidRDefault="00C4699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992" w:rsidRPr="00873AE1" w:rsidRDefault="00C46992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29" w:type="dxa"/>
            <w:vAlign w:val="center"/>
          </w:tcPr>
          <w:p w:rsidR="00C46992" w:rsidRPr="00873AE1" w:rsidRDefault="00C46992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3212" w:type="dxa"/>
            <w:gridSpan w:val="3"/>
            <w:vAlign w:val="center"/>
          </w:tcPr>
          <w:p w:rsidR="00C46992" w:rsidRPr="00873AE1" w:rsidRDefault="00C46992" w:rsidP="004B5065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Наименование запасной части</w:t>
            </w:r>
          </w:p>
        </w:tc>
        <w:tc>
          <w:tcPr>
            <w:tcW w:w="2150" w:type="dxa"/>
            <w:vAlign w:val="center"/>
          </w:tcPr>
          <w:p w:rsidR="00C46992" w:rsidRPr="00873AE1" w:rsidRDefault="00C46992" w:rsidP="004B506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1062" w:type="dxa"/>
            <w:vAlign w:val="center"/>
          </w:tcPr>
          <w:p w:rsidR="00C46992" w:rsidRPr="00873AE1" w:rsidRDefault="00C46992" w:rsidP="004B506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48" w:type="dxa"/>
            <w:vAlign w:val="center"/>
          </w:tcPr>
          <w:p w:rsidR="00C46992" w:rsidRPr="00873AE1" w:rsidRDefault="00C46992" w:rsidP="004B506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7B6AB4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B6AB4" w:rsidRPr="00873AE1" w:rsidRDefault="007B6AB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B6AB4" w:rsidRPr="00873AE1" w:rsidRDefault="007B6AB4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29" w:type="dxa"/>
          </w:tcPr>
          <w:p w:rsidR="007B6AB4" w:rsidRPr="00873AE1" w:rsidRDefault="007B6AB4" w:rsidP="00C46992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</w:t>
            </w:r>
          </w:p>
        </w:tc>
        <w:tc>
          <w:tcPr>
            <w:tcW w:w="3212" w:type="dxa"/>
            <w:gridSpan w:val="3"/>
          </w:tcPr>
          <w:p w:rsidR="007B6AB4" w:rsidRPr="006D5857" w:rsidRDefault="007B6AB4" w:rsidP="006535A4">
            <w:pPr>
              <w:rPr>
                <w:rFonts w:eastAsia="Symbol"/>
                <w:sz w:val="22"/>
                <w:szCs w:val="22"/>
              </w:rPr>
            </w:pPr>
            <w:r w:rsidRPr="006D5857">
              <w:rPr>
                <w:rFonts w:eastAsia="Symbol"/>
                <w:sz w:val="22"/>
                <w:szCs w:val="22"/>
              </w:rPr>
              <w:t xml:space="preserve">балансир в сборе </w:t>
            </w:r>
          </w:p>
        </w:tc>
        <w:tc>
          <w:tcPr>
            <w:tcW w:w="2150" w:type="dxa"/>
          </w:tcPr>
          <w:p w:rsidR="007B6AB4" w:rsidRPr="00AA6477" w:rsidRDefault="007B6AB4" w:rsidP="006535A4">
            <w:pPr>
              <w:rPr>
                <w:rFonts w:eastAsia="Symbol"/>
                <w:sz w:val="22"/>
                <w:szCs w:val="22"/>
              </w:rPr>
            </w:pPr>
            <w:r w:rsidRPr="006D5857">
              <w:rPr>
                <w:rFonts w:eastAsia="Symbol"/>
                <w:sz w:val="22"/>
                <w:szCs w:val="22"/>
              </w:rPr>
              <w:t>8.32.024</w:t>
            </w:r>
          </w:p>
        </w:tc>
        <w:tc>
          <w:tcPr>
            <w:tcW w:w="1062" w:type="dxa"/>
          </w:tcPr>
          <w:p w:rsidR="007B6AB4" w:rsidRPr="00AA6477" w:rsidRDefault="007B6AB4" w:rsidP="006535A4">
            <w:pPr>
              <w:jc w:val="center"/>
              <w:rPr>
                <w:rFonts w:eastAsia="Symbol"/>
                <w:sz w:val="22"/>
                <w:szCs w:val="22"/>
              </w:rPr>
            </w:pPr>
            <w:r w:rsidRPr="00AA6477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7B6AB4" w:rsidRPr="007058E1" w:rsidRDefault="007B6AB4" w:rsidP="007B6AB4">
            <w:pPr>
              <w:jc w:val="center"/>
              <w:rPr>
                <w:rFonts w:eastAsia="Symbol"/>
                <w:sz w:val="22"/>
                <w:szCs w:val="22"/>
              </w:rPr>
            </w:pPr>
            <w:r w:rsidRPr="007058E1">
              <w:rPr>
                <w:rFonts w:eastAsia="Symbol"/>
                <w:sz w:val="22"/>
                <w:szCs w:val="22"/>
              </w:rPr>
              <w:t>2</w:t>
            </w:r>
          </w:p>
        </w:tc>
      </w:tr>
      <w:tr w:rsidR="007B6AB4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B6AB4" w:rsidRPr="00873AE1" w:rsidRDefault="007B6AB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B6AB4" w:rsidRPr="00873AE1" w:rsidRDefault="007B6AB4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29" w:type="dxa"/>
          </w:tcPr>
          <w:p w:rsidR="007B6AB4" w:rsidRPr="00873AE1" w:rsidRDefault="007B6AB4" w:rsidP="00C46992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2</w:t>
            </w:r>
          </w:p>
        </w:tc>
        <w:tc>
          <w:tcPr>
            <w:tcW w:w="3212" w:type="dxa"/>
            <w:gridSpan w:val="3"/>
          </w:tcPr>
          <w:p w:rsidR="007B6AB4" w:rsidRPr="006D5857" w:rsidRDefault="007B6AB4" w:rsidP="006535A4">
            <w:pPr>
              <w:rPr>
                <w:rFonts w:eastAsia="Symbol"/>
                <w:sz w:val="22"/>
                <w:szCs w:val="22"/>
              </w:rPr>
            </w:pPr>
            <w:r w:rsidRPr="006D5857">
              <w:rPr>
                <w:rFonts w:eastAsia="Symbol"/>
                <w:sz w:val="22"/>
                <w:szCs w:val="22"/>
              </w:rPr>
              <w:t xml:space="preserve">Венец ведущего колеса Т-170 </w:t>
            </w:r>
          </w:p>
        </w:tc>
        <w:tc>
          <w:tcPr>
            <w:tcW w:w="2150" w:type="dxa"/>
          </w:tcPr>
          <w:p w:rsidR="007B6AB4" w:rsidRPr="00AA6477" w:rsidRDefault="007B6AB4" w:rsidP="006535A4">
            <w:pPr>
              <w:rPr>
                <w:rFonts w:eastAsia="Symbol"/>
                <w:sz w:val="22"/>
                <w:szCs w:val="22"/>
              </w:rPr>
            </w:pPr>
            <w:r w:rsidRPr="006D5857">
              <w:rPr>
                <w:rFonts w:eastAsia="Symbol"/>
                <w:sz w:val="22"/>
                <w:szCs w:val="22"/>
              </w:rPr>
              <w:t>50-19-160-1</w:t>
            </w:r>
          </w:p>
        </w:tc>
        <w:tc>
          <w:tcPr>
            <w:tcW w:w="1062" w:type="dxa"/>
          </w:tcPr>
          <w:p w:rsidR="007B6AB4" w:rsidRPr="00AA6477" w:rsidRDefault="007B6AB4" w:rsidP="006535A4">
            <w:pPr>
              <w:jc w:val="center"/>
              <w:rPr>
                <w:rFonts w:eastAsia="Symbol"/>
                <w:sz w:val="22"/>
                <w:szCs w:val="22"/>
              </w:rPr>
            </w:pPr>
            <w:r w:rsidRPr="00AA6477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7B6AB4" w:rsidRPr="007058E1" w:rsidRDefault="007B6AB4" w:rsidP="007B6AB4">
            <w:pPr>
              <w:jc w:val="center"/>
              <w:rPr>
                <w:rFonts w:eastAsia="Symbol"/>
                <w:sz w:val="22"/>
                <w:szCs w:val="22"/>
              </w:rPr>
            </w:pPr>
            <w:r w:rsidRPr="007058E1">
              <w:rPr>
                <w:rFonts w:eastAsia="Symbol"/>
                <w:sz w:val="22"/>
                <w:szCs w:val="22"/>
              </w:rPr>
              <w:t>2</w:t>
            </w:r>
          </w:p>
        </w:tc>
      </w:tr>
      <w:tr w:rsidR="007B6AB4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B6AB4" w:rsidRPr="00873AE1" w:rsidRDefault="007B6AB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B6AB4" w:rsidRPr="00873AE1" w:rsidRDefault="007B6AB4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29" w:type="dxa"/>
          </w:tcPr>
          <w:p w:rsidR="007B6AB4" w:rsidRPr="00873AE1" w:rsidRDefault="007B6AB4" w:rsidP="00C46992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</w:t>
            </w:r>
          </w:p>
        </w:tc>
        <w:tc>
          <w:tcPr>
            <w:tcW w:w="3212" w:type="dxa"/>
            <w:gridSpan w:val="3"/>
          </w:tcPr>
          <w:p w:rsidR="007B6AB4" w:rsidRPr="006D5857" w:rsidRDefault="007B6AB4" w:rsidP="006535A4">
            <w:pPr>
              <w:rPr>
                <w:rFonts w:eastAsia="Symbol"/>
                <w:sz w:val="22"/>
                <w:szCs w:val="22"/>
              </w:rPr>
            </w:pPr>
            <w:r w:rsidRPr="006D5857">
              <w:rPr>
                <w:rFonts w:eastAsia="Symbol"/>
                <w:sz w:val="22"/>
                <w:szCs w:val="22"/>
              </w:rPr>
              <w:t>втулка</w:t>
            </w:r>
          </w:p>
        </w:tc>
        <w:tc>
          <w:tcPr>
            <w:tcW w:w="2150" w:type="dxa"/>
          </w:tcPr>
          <w:p w:rsidR="007B6AB4" w:rsidRPr="00AA6477" w:rsidRDefault="007B6AB4" w:rsidP="006535A4">
            <w:pPr>
              <w:rPr>
                <w:rFonts w:eastAsia="Symbol"/>
                <w:sz w:val="22"/>
                <w:szCs w:val="22"/>
              </w:rPr>
            </w:pPr>
            <w:r w:rsidRPr="006D5857">
              <w:rPr>
                <w:rFonts w:eastAsia="Symbol"/>
                <w:sz w:val="22"/>
                <w:szCs w:val="22"/>
              </w:rPr>
              <w:t>740-33-24,</w:t>
            </w:r>
          </w:p>
        </w:tc>
        <w:tc>
          <w:tcPr>
            <w:tcW w:w="1062" w:type="dxa"/>
          </w:tcPr>
          <w:p w:rsidR="007B6AB4" w:rsidRPr="00AA6477" w:rsidRDefault="007B6AB4" w:rsidP="006535A4">
            <w:pPr>
              <w:jc w:val="center"/>
              <w:rPr>
                <w:rFonts w:eastAsia="Symbol"/>
                <w:sz w:val="22"/>
                <w:szCs w:val="22"/>
              </w:rPr>
            </w:pPr>
            <w:r w:rsidRPr="00AA6477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7B6AB4" w:rsidRPr="007058E1" w:rsidRDefault="007B6AB4" w:rsidP="007B6AB4">
            <w:pPr>
              <w:jc w:val="center"/>
              <w:rPr>
                <w:rFonts w:eastAsia="Symbol"/>
                <w:sz w:val="22"/>
                <w:szCs w:val="22"/>
              </w:rPr>
            </w:pPr>
            <w:r w:rsidRPr="007058E1">
              <w:rPr>
                <w:rFonts w:eastAsia="Symbol"/>
                <w:sz w:val="22"/>
                <w:szCs w:val="22"/>
              </w:rPr>
              <w:t>12</w:t>
            </w:r>
          </w:p>
        </w:tc>
      </w:tr>
      <w:tr w:rsidR="007B6AB4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B6AB4" w:rsidRPr="00873AE1" w:rsidRDefault="007B6AB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B6AB4" w:rsidRPr="00873AE1" w:rsidRDefault="007B6AB4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29" w:type="dxa"/>
          </w:tcPr>
          <w:p w:rsidR="007B6AB4" w:rsidRPr="00873AE1" w:rsidRDefault="007B6AB4" w:rsidP="00C46992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4</w:t>
            </w:r>
          </w:p>
        </w:tc>
        <w:tc>
          <w:tcPr>
            <w:tcW w:w="3212" w:type="dxa"/>
            <w:gridSpan w:val="3"/>
          </w:tcPr>
          <w:p w:rsidR="007B6AB4" w:rsidRPr="006D5857" w:rsidRDefault="007B6AB4" w:rsidP="006535A4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втулка</w:t>
            </w:r>
          </w:p>
        </w:tc>
        <w:tc>
          <w:tcPr>
            <w:tcW w:w="2150" w:type="dxa"/>
          </w:tcPr>
          <w:p w:rsidR="007B6AB4" w:rsidRPr="00AA6477" w:rsidRDefault="007B6AB4" w:rsidP="006535A4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740-33-23</w:t>
            </w:r>
          </w:p>
        </w:tc>
        <w:tc>
          <w:tcPr>
            <w:tcW w:w="1062" w:type="dxa"/>
          </w:tcPr>
          <w:p w:rsidR="007B6AB4" w:rsidRDefault="007B6AB4" w:rsidP="006535A4">
            <w:pPr>
              <w:jc w:val="center"/>
            </w:pPr>
            <w:r w:rsidRPr="00F812C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7B6AB4" w:rsidRPr="007058E1" w:rsidRDefault="007B6AB4" w:rsidP="007B6AB4">
            <w:pPr>
              <w:jc w:val="center"/>
              <w:rPr>
                <w:rFonts w:eastAsia="Symbol"/>
                <w:sz w:val="22"/>
                <w:szCs w:val="22"/>
              </w:rPr>
            </w:pPr>
            <w:r w:rsidRPr="007058E1">
              <w:rPr>
                <w:rFonts w:eastAsia="Symbol"/>
                <w:sz w:val="22"/>
                <w:szCs w:val="22"/>
              </w:rPr>
              <w:t>12</w:t>
            </w:r>
          </w:p>
        </w:tc>
      </w:tr>
      <w:tr w:rsidR="007B6AB4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B6AB4" w:rsidRPr="00873AE1" w:rsidRDefault="007B6AB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B6AB4" w:rsidRPr="00873AE1" w:rsidRDefault="007B6AB4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29" w:type="dxa"/>
          </w:tcPr>
          <w:p w:rsidR="007B6AB4" w:rsidRPr="00873AE1" w:rsidRDefault="007B6AB4" w:rsidP="00C46992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5</w:t>
            </w:r>
          </w:p>
        </w:tc>
        <w:tc>
          <w:tcPr>
            <w:tcW w:w="3212" w:type="dxa"/>
            <w:gridSpan w:val="3"/>
          </w:tcPr>
          <w:p w:rsidR="007B6AB4" w:rsidRPr="006D5857" w:rsidRDefault="007B6AB4" w:rsidP="006535A4">
            <w:pPr>
              <w:rPr>
                <w:rFonts w:eastAsia="Symbol"/>
                <w:sz w:val="22"/>
                <w:szCs w:val="22"/>
              </w:rPr>
            </w:pPr>
            <w:r w:rsidRPr="006D5857">
              <w:rPr>
                <w:rFonts w:eastAsia="Symbol"/>
                <w:sz w:val="22"/>
                <w:szCs w:val="22"/>
              </w:rPr>
              <w:t xml:space="preserve">Гусеница в сборе для Т-170 </w:t>
            </w:r>
            <w:r>
              <w:rPr>
                <w:rFonts w:eastAsia="Symbol"/>
                <w:sz w:val="22"/>
                <w:szCs w:val="22"/>
              </w:rPr>
              <w:t>(к-т из 2 шт)</w:t>
            </w:r>
          </w:p>
        </w:tc>
        <w:tc>
          <w:tcPr>
            <w:tcW w:w="2150" w:type="dxa"/>
          </w:tcPr>
          <w:p w:rsidR="007B6AB4" w:rsidRPr="00AA6477" w:rsidRDefault="007B6AB4" w:rsidP="006535A4">
            <w:pPr>
              <w:rPr>
                <w:rFonts w:eastAsia="Symbol"/>
                <w:sz w:val="22"/>
                <w:szCs w:val="22"/>
              </w:rPr>
            </w:pPr>
            <w:r w:rsidRPr="006D5857">
              <w:rPr>
                <w:rFonts w:eastAsia="Symbol"/>
                <w:sz w:val="22"/>
                <w:szCs w:val="22"/>
              </w:rPr>
              <w:t>24-22-1СП</w:t>
            </w:r>
          </w:p>
        </w:tc>
        <w:tc>
          <w:tcPr>
            <w:tcW w:w="1062" w:type="dxa"/>
          </w:tcPr>
          <w:p w:rsidR="007B6AB4" w:rsidRDefault="007B6AB4" w:rsidP="006535A4">
            <w:pPr>
              <w:jc w:val="center"/>
            </w:pPr>
            <w:r>
              <w:rPr>
                <w:rFonts w:eastAsia="Symbol"/>
                <w:sz w:val="22"/>
                <w:szCs w:val="22"/>
              </w:rPr>
              <w:t>компл</w:t>
            </w:r>
          </w:p>
        </w:tc>
        <w:tc>
          <w:tcPr>
            <w:tcW w:w="848" w:type="dxa"/>
          </w:tcPr>
          <w:p w:rsidR="007B6AB4" w:rsidRPr="007058E1" w:rsidRDefault="007B6AB4" w:rsidP="007B6AB4">
            <w:pPr>
              <w:jc w:val="center"/>
              <w:rPr>
                <w:rFonts w:eastAsia="Symbol"/>
                <w:sz w:val="22"/>
                <w:szCs w:val="22"/>
              </w:rPr>
            </w:pPr>
            <w:r w:rsidRPr="007058E1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7B6AB4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B6AB4" w:rsidRPr="00873AE1" w:rsidRDefault="007B6AB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B6AB4" w:rsidRPr="00873AE1" w:rsidRDefault="007B6AB4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29" w:type="dxa"/>
          </w:tcPr>
          <w:p w:rsidR="007B6AB4" w:rsidRPr="00873AE1" w:rsidRDefault="007B6AB4" w:rsidP="00C46992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6</w:t>
            </w:r>
          </w:p>
        </w:tc>
        <w:tc>
          <w:tcPr>
            <w:tcW w:w="3212" w:type="dxa"/>
            <w:gridSpan w:val="3"/>
          </w:tcPr>
          <w:p w:rsidR="007B6AB4" w:rsidRPr="006D5857" w:rsidRDefault="007B6AB4" w:rsidP="006535A4">
            <w:pPr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Гусеница МТЛБ (к-т из 2 шт) </w:t>
            </w:r>
            <w:r w:rsidRPr="006D5857">
              <w:rPr>
                <w:rFonts w:eastAsia="Symbol"/>
                <w:sz w:val="22"/>
                <w:szCs w:val="22"/>
              </w:rPr>
              <w:t xml:space="preserve"> широкая, длинная, </w:t>
            </w:r>
          </w:p>
        </w:tc>
        <w:tc>
          <w:tcPr>
            <w:tcW w:w="2150" w:type="dxa"/>
          </w:tcPr>
          <w:p w:rsidR="007B6AB4" w:rsidRPr="00AA6477" w:rsidRDefault="007B6AB4" w:rsidP="006535A4">
            <w:pPr>
              <w:rPr>
                <w:rFonts w:eastAsia="Symbol"/>
                <w:sz w:val="22"/>
                <w:szCs w:val="22"/>
              </w:rPr>
            </w:pPr>
            <w:r w:rsidRPr="006D5857">
              <w:rPr>
                <w:rFonts w:eastAsia="Symbol"/>
                <w:sz w:val="22"/>
                <w:szCs w:val="22"/>
              </w:rPr>
              <w:t>2.34. СБ-1</w:t>
            </w:r>
          </w:p>
        </w:tc>
        <w:tc>
          <w:tcPr>
            <w:tcW w:w="1062" w:type="dxa"/>
          </w:tcPr>
          <w:p w:rsidR="007B6AB4" w:rsidRPr="00FC3290" w:rsidRDefault="007B6AB4" w:rsidP="006535A4">
            <w:pPr>
              <w:jc w:val="center"/>
              <w:rPr>
                <w:rFonts w:eastAsia="Symbol"/>
                <w:sz w:val="22"/>
                <w:szCs w:val="22"/>
              </w:rPr>
            </w:pPr>
            <w:r w:rsidRPr="006D5857">
              <w:rPr>
                <w:rFonts w:eastAsia="Symbol"/>
                <w:sz w:val="22"/>
                <w:szCs w:val="22"/>
              </w:rPr>
              <w:t>компл</w:t>
            </w:r>
          </w:p>
        </w:tc>
        <w:tc>
          <w:tcPr>
            <w:tcW w:w="848" w:type="dxa"/>
          </w:tcPr>
          <w:p w:rsidR="007B6AB4" w:rsidRPr="007058E1" w:rsidRDefault="007B6AB4" w:rsidP="007B6AB4">
            <w:pPr>
              <w:jc w:val="center"/>
              <w:rPr>
                <w:rFonts w:eastAsia="Symbol"/>
                <w:sz w:val="22"/>
                <w:szCs w:val="22"/>
              </w:rPr>
            </w:pPr>
            <w:r w:rsidRPr="007058E1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7B6AB4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B6AB4" w:rsidRPr="00873AE1" w:rsidRDefault="007B6AB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B6AB4" w:rsidRPr="00873AE1" w:rsidRDefault="007B6AB4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29" w:type="dxa"/>
          </w:tcPr>
          <w:p w:rsidR="007B6AB4" w:rsidRPr="00873AE1" w:rsidRDefault="007B6AB4" w:rsidP="00C46992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7</w:t>
            </w:r>
          </w:p>
        </w:tc>
        <w:tc>
          <w:tcPr>
            <w:tcW w:w="3212" w:type="dxa"/>
            <w:gridSpan w:val="3"/>
          </w:tcPr>
          <w:p w:rsidR="007B6AB4" w:rsidRPr="006D5857" w:rsidRDefault="007B6AB4" w:rsidP="006535A4">
            <w:pPr>
              <w:rPr>
                <w:rFonts w:eastAsia="Symbol"/>
                <w:sz w:val="22"/>
                <w:szCs w:val="22"/>
              </w:rPr>
            </w:pPr>
            <w:r w:rsidRPr="006D5857">
              <w:rPr>
                <w:rFonts w:eastAsia="Symbol"/>
                <w:sz w:val="22"/>
                <w:szCs w:val="22"/>
              </w:rPr>
              <w:t xml:space="preserve">Двигатель ЗМЗ 4021 УАЗ  АИ-76 </w:t>
            </w:r>
          </w:p>
        </w:tc>
        <w:tc>
          <w:tcPr>
            <w:tcW w:w="2150" w:type="dxa"/>
          </w:tcPr>
          <w:p w:rsidR="007B6AB4" w:rsidRPr="00AA6477" w:rsidRDefault="007B6AB4" w:rsidP="006535A4">
            <w:pPr>
              <w:rPr>
                <w:rFonts w:eastAsia="Symbol"/>
                <w:sz w:val="22"/>
                <w:szCs w:val="22"/>
              </w:rPr>
            </w:pPr>
            <w:r w:rsidRPr="006D5857">
              <w:rPr>
                <w:rFonts w:eastAsia="Symbol"/>
                <w:sz w:val="22"/>
                <w:szCs w:val="22"/>
              </w:rPr>
              <w:t>4021-1000389-70</w:t>
            </w:r>
          </w:p>
        </w:tc>
        <w:tc>
          <w:tcPr>
            <w:tcW w:w="1062" w:type="dxa"/>
          </w:tcPr>
          <w:p w:rsidR="007B6AB4" w:rsidRDefault="007B6AB4" w:rsidP="006535A4">
            <w:pPr>
              <w:jc w:val="center"/>
            </w:pPr>
            <w:r w:rsidRPr="00710973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7B6AB4" w:rsidRPr="007058E1" w:rsidRDefault="007B6AB4" w:rsidP="007B6AB4">
            <w:pPr>
              <w:jc w:val="center"/>
              <w:rPr>
                <w:rFonts w:eastAsia="Symbol"/>
                <w:sz w:val="22"/>
                <w:szCs w:val="22"/>
              </w:rPr>
            </w:pPr>
            <w:r w:rsidRPr="007058E1">
              <w:rPr>
                <w:rFonts w:eastAsia="Symbol"/>
                <w:sz w:val="22"/>
                <w:szCs w:val="22"/>
              </w:rPr>
              <w:t>1</w:t>
            </w:r>
          </w:p>
        </w:tc>
      </w:tr>
      <w:tr w:rsidR="007B6AB4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B6AB4" w:rsidRPr="00873AE1" w:rsidRDefault="007B6AB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B6AB4" w:rsidRPr="00873AE1" w:rsidRDefault="007B6AB4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29" w:type="dxa"/>
          </w:tcPr>
          <w:p w:rsidR="007B6AB4" w:rsidRPr="00873AE1" w:rsidRDefault="007B6AB4" w:rsidP="00C46992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8</w:t>
            </w:r>
          </w:p>
        </w:tc>
        <w:tc>
          <w:tcPr>
            <w:tcW w:w="3212" w:type="dxa"/>
            <w:gridSpan w:val="3"/>
          </w:tcPr>
          <w:p w:rsidR="007B6AB4" w:rsidRPr="006D5857" w:rsidRDefault="007B6AB4" w:rsidP="006535A4">
            <w:pPr>
              <w:rPr>
                <w:rFonts w:eastAsia="Symbol"/>
                <w:sz w:val="22"/>
                <w:szCs w:val="22"/>
              </w:rPr>
            </w:pPr>
            <w:r w:rsidRPr="006D5857">
              <w:rPr>
                <w:rFonts w:eastAsia="Symbol"/>
                <w:sz w:val="22"/>
                <w:szCs w:val="22"/>
              </w:rPr>
              <w:t xml:space="preserve">Каток двухбортный Т-130, Т-170 </w:t>
            </w:r>
          </w:p>
        </w:tc>
        <w:tc>
          <w:tcPr>
            <w:tcW w:w="2150" w:type="dxa"/>
          </w:tcPr>
          <w:p w:rsidR="007B6AB4" w:rsidRPr="00AA6477" w:rsidRDefault="007B6AB4" w:rsidP="006535A4">
            <w:pPr>
              <w:rPr>
                <w:rFonts w:eastAsia="Symbol"/>
                <w:sz w:val="22"/>
                <w:szCs w:val="22"/>
              </w:rPr>
            </w:pPr>
            <w:r w:rsidRPr="006D5857">
              <w:rPr>
                <w:rFonts w:eastAsia="Symbol"/>
                <w:sz w:val="22"/>
                <w:szCs w:val="22"/>
              </w:rPr>
              <w:t>24-21-170СП</w:t>
            </w:r>
          </w:p>
        </w:tc>
        <w:tc>
          <w:tcPr>
            <w:tcW w:w="1062" w:type="dxa"/>
          </w:tcPr>
          <w:p w:rsidR="007B6AB4" w:rsidRDefault="007B6AB4" w:rsidP="006535A4">
            <w:pPr>
              <w:jc w:val="center"/>
            </w:pPr>
            <w:r w:rsidRPr="00710973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7B6AB4" w:rsidRPr="007058E1" w:rsidRDefault="007B6AB4" w:rsidP="007B6AB4">
            <w:pPr>
              <w:jc w:val="center"/>
              <w:rPr>
                <w:rFonts w:eastAsia="Symbol"/>
                <w:sz w:val="22"/>
                <w:szCs w:val="22"/>
              </w:rPr>
            </w:pPr>
            <w:r w:rsidRPr="007058E1">
              <w:rPr>
                <w:rFonts w:eastAsia="Symbol"/>
                <w:sz w:val="22"/>
                <w:szCs w:val="22"/>
              </w:rPr>
              <w:t>4</w:t>
            </w:r>
          </w:p>
        </w:tc>
      </w:tr>
      <w:tr w:rsidR="007B6AB4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B6AB4" w:rsidRPr="00873AE1" w:rsidRDefault="007B6AB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B6AB4" w:rsidRPr="00873AE1" w:rsidRDefault="007B6AB4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29" w:type="dxa"/>
          </w:tcPr>
          <w:p w:rsidR="007B6AB4" w:rsidRPr="00873AE1" w:rsidRDefault="007B6AB4" w:rsidP="00C46992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9</w:t>
            </w:r>
          </w:p>
        </w:tc>
        <w:tc>
          <w:tcPr>
            <w:tcW w:w="3212" w:type="dxa"/>
            <w:gridSpan w:val="3"/>
          </w:tcPr>
          <w:p w:rsidR="007B6AB4" w:rsidRPr="006D5857" w:rsidRDefault="007B6AB4" w:rsidP="006535A4">
            <w:pPr>
              <w:rPr>
                <w:rFonts w:eastAsia="Symbol"/>
                <w:sz w:val="22"/>
                <w:szCs w:val="22"/>
              </w:rPr>
            </w:pPr>
            <w:r w:rsidRPr="006D5857">
              <w:rPr>
                <w:rFonts w:eastAsia="Symbol"/>
                <w:sz w:val="22"/>
                <w:szCs w:val="22"/>
              </w:rPr>
              <w:t xml:space="preserve">Каток однобортный Т-130, Т-170 </w:t>
            </w:r>
          </w:p>
        </w:tc>
        <w:tc>
          <w:tcPr>
            <w:tcW w:w="2150" w:type="dxa"/>
          </w:tcPr>
          <w:p w:rsidR="007B6AB4" w:rsidRPr="00AA6477" w:rsidRDefault="007B6AB4" w:rsidP="006535A4">
            <w:pPr>
              <w:rPr>
                <w:rFonts w:eastAsia="Symbol"/>
                <w:sz w:val="22"/>
                <w:szCs w:val="22"/>
              </w:rPr>
            </w:pPr>
            <w:r w:rsidRPr="006D5857">
              <w:rPr>
                <w:rFonts w:eastAsia="Symbol"/>
                <w:sz w:val="22"/>
                <w:szCs w:val="22"/>
              </w:rPr>
              <w:t>24-21-169СП</w:t>
            </w:r>
          </w:p>
        </w:tc>
        <w:tc>
          <w:tcPr>
            <w:tcW w:w="1062" w:type="dxa"/>
          </w:tcPr>
          <w:p w:rsidR="007B6AB4" w:rsidRDefault="007B6AB4" w:rsidP="006535A4">
            <w:pPr>
              <w:jc w:val="center"/>
            </w:pPr>
            <w:r w:rsidRPr="00710973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7B6AB4" w:rsidRPr="007058E1" w:rsidRDefault="007B6AB4" w:rsidP="007B6AB4">
            <w:pPr>
              <w:jc w:val="center"/>
              <w:rPr>
                <w:rFonts w:eastAsia="Symbol"/>
                <w:sz w:val="22"/>
                <w:szCs w:val="22"/>
              </w:rPr>
            </w:pPr>
            <w:r w:rsidRPr="007058E1">
              <w:rPr>
                <w:rFonts w:eastAsia="Symbol"/>
                <w:sz w:val="22"/>
                <w:szCs w:val="22"/>
              </w:rPr>
              <w:t>4</w:t>
            </w:r>
          </w:p>
        </w:tc>
      </w:tr>
      <w:tr w:rsidR="007B6AB4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B6AB4" w:rsidRPr="00873AE1" w:rsidRDefault="007B6AB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B6AB4" w:rsidRPr="00873AE1" w:rsidRDefault="007B6AB4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29" w:type="dxa"/>
          </w:tcPr>
          <w:p w:rsidR="007B6AB4" w:rsidRPr="00873AE1" w:rsidRDefault="007B6AB4" w:rsidP="00C46992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10</w:t>
            </w:r>
          </w:p>
        </w:tc>
        <w:tc>
          <w:tcPr>
            <w:tcW w:w="3212" w:type="dxa"/>
            <w:gridSpan w:val="3"/>
          </w:tcPr>
          <w:p w:rsidR="007B6AB4" w:rsidRPr="006D5857" w:rsidRDefault="007B6AB4" w:rsidP="006535A4">
            <w:pPr>
              <w:rPr>
                <w:rFonts w:eastAsia="Symbol"/>
                <w:sz w:val="22"/>
                <w:szCs w:val="22"/>
              </w:rPr>
            </w:pPr>
            <w:r w:rsidRPr="006D5857">
              <w:rPr>
                <w:rFonts w:eastAsia="Symbol"/>
                <w:sz w:val="22"/>
                <w:szCs w:val="22"/>
              </w:rPr>
              <w:t>Каток поддерживающий Т-130, Т-170</w:t>
            </w:r>
          </w:p>
        </w:tc>
        <w:tc>
          <w:tcPr>
            <w:tcW w:w="2150" w:type="dxa"/>
          </w:tcPr>
          <w:p w:rsidR="007B6AB4" w:rsidRPr="00AA6477" w:rsidRDefault="007B6AB4" w:rsidP="006535A4">
            <w:pPr>
              <w:rPr>
                <w:rFonts w:eastAsia="Symbol"/>
                <w:sz w:val="22"/>
                <w:szCs w:val="22"/>
              </w:rPr>
            </w:pPr>
            <w:r w:rsidRPr="006D5857">
              <w:rPr>
                <w:rFonts w:eastAsia="Symbol"/>
                <w:sz w:val="22"/>
                <w:szCs w:val="22"/>
              </w:rPr>
              <w:t>24-21-171СП</w:t>
            </w:r>
          </w:p>
        </w:tc>
        <w:tc>
          <w:tcPr>
            <w:tcW w:w="1062" w:type="dxa"/>
          </w:tcPr>
          <w:p w:rsidR="007B6AB4" w:rsidRDefault="007B6AB4" w:rsidP="006535A4">
            <w:pPr>
              <w:jc w:val="center"/>
            </w:pPr>
            <w:r w:rsidRPr="00710973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7B6AB4" w:rsidRPr="007058E1" w:rsidRDefault="007B6AB4" w:rsidP="007B6AB4">
            <w:pPr>
              <w:jc w:val="center"/>
              <w:rPr>
                <w:rFonts w:eastAsia="Symbol"/>
                <w:sz w:val="22"/>
                <w:szCs w:val="22"/>
              </w:rPr>
            </w:pPr>
            <w:r w:rsidRPr="007058E1">
              <w:rPr>
                <w:rFonts w:eastAsia="Symbol"/>
                <w:sz w:val="22"/>
                <w:szCs w:val="22"/>
              </w:rPr>
              <w:t>4</w:t>
            </w:r>
          </w:p>
        </w:tc>
      </w:tr>
      <w:tr w:rsidR="007B6AB4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B6AB4" w:rsidRPr="00873AE1" w:rsidRDefault="007B6AB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B6AB4" w:rsidRPr="00873AE1" w:rsidRDefault="007B6AB4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29" w:type="dxa"/>
          </w:tcPr>
          <w:p w:rsidR="007B6AB4" w:rsidRPr="00873AE1" w:rsidRDefault="007B6AB4" w:rsidP="00C46992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11</w:t>
            </w:r>
          </w:p>
        </w:tc>
        <w:tc>
          <w:tcPr>
            <w:tcW w:w="3212" w:type="dxa"/>
            <w:gridSpan w:val="3"/>
          </w:tcPr>
          <w:p w:rsidR="007B6AB4" w:rsidRPr="006D5857" w:rsidRDefault="007B6AB4" w:rsidP="006535A4">
            <w:pPr>
              <w:rPr>
                <w:rFonts w:eastAsia="Symbol"/>
                <w:sz w:val="22"/>
                <w:szCs w:val="22"/>
              </w:rPr>
            </w:pPr>
            <w:r w:rsidRPr="006D5857">
              <w:rPr>
                <w:rFonts w:eastAsia="Symbol"/>
                <w:sz w:val="22"/>
                <w:szCs w:val="22"/>
              </w:rPr>
              <w:t xml:space="preserve">колесо ведущее </w:t>
            </w:r>
          </w:p>
        </w:tc>
        <w:tc>
          <w:tcPr>
            <w:tcW w:w="2150" w:type="dxa"/>
          </w:tcPr>
          <w:p w:rsidR="007B6AB4" w:rsidRPr="00AA6477" w:rsidRDefault="007B6AB4" w:rsidP="006535A4">
            <w:pPr>
              <w:rPr>
                <w:rFonts w:eastAsia="Symbol"/>
                <w:sz w:val="22"/>
                <w:szCs w:val="22"/>
              </w:rPr>
            </w:pPr>
            <w:r w:rsidRPr="006D5857">
              <w:rPr>
                <w:rFonts w:eastAsia="Symbol"/>
                <w:sz w:val="22"/>
                <w:szCs w:val="22"/>
              </w:rPr>
              <w:t>8.30.001</w:t>
            </w:r>
          </w:p>
        </w:tc>
        <w:tc>
          <w:tcPr>
            <w:tcW w:w="1062" w:type="dxa"/>
          </w:tcPr>
          <w:p w:rsidR="007B6AB4" w:rsidRDefault="007B6AB4" w:rsidP="006535A4">
            <w:pPr>
              <w:jc w:val="center"/>
            </w:pPr>
            <w:r w:rsidRPr="00710973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7B6AB4" w:rsidRPr="007058E1" w:rsidRDefault="007B6AB4" w:rsidP="007B6AB4">
            <w:pPr>
              <w:jc w:val="center"/>
              <w:rPr>
                <w:rFonts w:eastAsia="Symbol"/>
                <w:sz w:val="22"/>
                <w:szCs w:val="22"/>
              </w:rPr>
            </w:pPr>
            <w:r w:rsidRPr="007058E1">
              <w:rPr>
                <w:rFonts w:eastAsia="Symbol"/>
                <w:sz w:val="22"/>
                <w:szCs w:val="22"/>
              </w:rPr>
              <w:t>2</w:t>
            </w:r>
          </w:p>
        </w:tc>
      </w:tr>
      <w:tr w:rsidR="007B6AB4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B6AB4" w:rsidRPr="00873AE1" w:rsidRDefault="007B6AB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B6AB4" w:rsidRPr="00873AE1" w:rsidRDefault="007B6AB4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29" w:type="dxa"/>
          </w:tcPr>
          <w:p w:rsidR="007B6AB4" w:rsidRPr="00873AE1" w:rsidRDefault="007B6AB4" w:rsidP="00C46992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12</w:t>
            </w:r>
          </w:p>
        </w:tc>
        <w:tc>
          <w:tcPr>
            <w:tcW w:w="3212" w:type="dxa"/>
            <w:gridSpan w:val="3"/>
          </w:tcPr>
          <w:p w:rsidR="007B6AB4" w:rsidRPr="006D5857" w:rsidRDefault="007B6AB4" w:rsidP="006535A4">
            <w:pPr>
              <w:rPr>
                <w:rFonts w:eastAsia="Symbol"/>
                <w:sz w:val="22"/>
                <w:szCs w:val="22"/>
              </w:rPr>
            </w:pPr>
            <w:r w:rsidRPr="006D5857">
              <w:rPr>
                <w:rFonts w:eastAsia="Symbol"/>
                <w:sz w:val="22"/>
                <w:szCs w:val="22"/>
              </w:rPr>
              <w:t xml:space="preserve">Нож боковой Т-130 </w:t>
            </w:r>
          </w:p>
        </w:tc>
        <w:tc>
          <w:tcPr>
            <w:tcW w:w="2150" w:type="dxa"/>
          </w:tcPr>
          <w:p w:rsidR="007B6AB4" w:rsidRPr="00AA6477" w:rsidRDefault="007B6AB4" w:rsidP="006535A4">
            <w:pPr>
              <w:rPr>
                <w:rFonts w:eastAsia="Symbol"/>
                <w:sz w:val="22"/>
                <w:szCs w:val="22"/>
              </w:rPr>
            </w:pPr>
            <w:r w:rsidRPr="006D5857">
              <w:rPr>
                <w:rFonts w:eastAsia="Symbol"/>
                <w:sz w:val="22"/>
                <w:szCs w:val="22"/>
              </w:rPr>
              <w:t>82011</w:t>
            </w:r>
          </w:p>
        </w:tc>
        <w:tc>
          <w:tcPr>
            <w:tcW w:w="1062" w:type="dxa"/>
          </w:tcPr>
          <w:p w:rsidR="007B6AB4" w:rsidRDefault="007B6AB4" w:rsidP="006535A4">
            <w:pPr>
              <w:jc w:val="center"/>
            </w:pPr>
            <w:r w:rsidRPr="00710973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7B6AB4" w:rsidRPr="007058E1" w:rsidRDefault="007B6AB4" w:rsidP="007B6AB4">
            <w:pPr>
              <w:jc w:val="center"/>
              <w:rPr>
                <w:rFonts w:eastAsia="Symbol"/>
                <w:sz w:val="22"/>
                <w:szCs w:val="22"/>
              </w:rPr>
            </w:pPr>
            <w:r w:rsidRPr="007058E1">
              <w:rPr>
                <w:rFonts w:eastAsia="Symbol"/>
                <w:sz w:val="22"/>
                <w:szCs w:val="22"/>
              </w:rPr>
              <w:t>2</w:t>
            </w:r>
          </w:p>
        </w:tc>
      </w:tr>
      <w:tr w:rsidR="007B6AB4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B6AB4" w:rsidRPr="00873AE1" w:rsidRDefault="007B6AB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B6AB4" w:rsidRPr="00873AE1" w:rsidRDefault="007B6AB4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29" w:type="dxa"/>
          </w:tcPr>
          <w:p w:rsidR="007B6AB4" w:rsidRPr="00873AE1" w:rsidRDefault="007B6AB4" w:rsidP="00C46992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13</w:t>
            </w:r>
          </w:p>
        </w:tc>
        <w:tc>
          <w:tcPr>
            <w:tcW w:w="3212" w:type="dxa"/>
            <w:gridSpan w:val="3"/>
          </w:tcPr>
          <w:p w:rsidR="007B6AB4" w:rsidRPr="006D5857" w:rsidRDefault="007B6AB4" w:rsidP="006535A4">
            <w:pPr>
              <w:rPr>
                <w:rFonts w:eastAsia="Symbol"/>
                <w:sz w:val="22"/>
                <w:szCs w:val="22"/>
              </w:rPr>
            </w:pPr>
            <w:r w:rsidRPr="006D5857">
              <w:rPr>
                <w:rFonts w:eastAsia="Symbol"/>
                <w:sz w:val="22"/>
                <w:szCs w:val="22"/>
              </w:rPr>
              <w:t xml:space="preserve">Нож центральный Т-170 </w:t>
            </w:r>
          </w:p>
        </w:tc>
        <w:tc>
          <w:tcPr>
            <w:tcW w:w="2150" w:type="dxa"/>
          </w:tcPr>
          <w:p w:rsidR="007B6AB4" w:rsidRPr="00AA6477" w:rsidRDefault="007B6AB4" w:rsidP="006535A4">
            <w:pPr>
              <w:rPr>
                <w:rFonts w:eastAsia="Symbol"/>
                <w:sz w:val="22"/>
                <w:szCs w:val="22"/>
              </w:rPr>
            </w:pPr>
            <w:r w:rsidRPr="006D5857">
              <w:rPr>
                <w:rFonts w:eastAsia="Symbol"/>
                <w:sz w:val="22"/>
                <w:szCs w:val="22"/>
              </w:rPr>
              <w:t>82003</w:t>
            </w:r>
          </w:p>
        </w:tc>
        <w:tc>
          <w:tcPr>
            <w:tcW w:w="1062" w:type="dxa"/>
          </w:tcPr>
          <w:p w:rsidR="007B6AB4" w:rsidRDefault="007B6AB4" w:rsidP="006535A4">
            <w:pPr>
              <w:jc w:val="center"/>
            </w:pPr>
            <w:r w:rsidRPr="00710973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48" w:type="dxa"/>
          </w:tcPr>
          <w:p w:rsidR="007B6AB4" w:rsidRPr="007058E1" w:rsidRDefault="007B6AB4" w:rsidP="007B6AB4">
            <w:pPr>
              <w:jc w:val="center"/>
              <w:rPr>
                <w:rFonts w:eastAsia="Symbol"/>
                <w:sz w:val="22"/>
                <w:szCs w:val="22"/>
              </w:rPr>
            </w:pPr>
            <w:r w:rsidRPr="007058E1">
              <w:rPr>
                <w:rFonts w:eastAsia="Symbol"/>
                <w:sz w:val="22"/>
                <w:szCs w:val="22"/>
              </w:rPr>
              <w:t>2</w:t>
            </w:r>
          </w:p>
        </w:tc>
      </w:tr>
      <w:tr w:rsidR="007B6AB4" w:rsidRPr="00873AE1" w:rsidTr="007B6AB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7B6AB4" w:rsidRPr="00873AE1" w:rsidRDefault="007B6AB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B6AB4" w:rsidRPr="00873AE1" w:rsidRDefault="007B6AB4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953" w:type="dxa"/>
            <w:gridSpan w:val="6"/>
          </w:tcPr>
          <w:p w:rsidR="007B6AB4" w:rsidRPr="00873AE1" w:rsidRDefault="007B6AB4" w:rsidP="00873AE1">
            <w:pPr>
              <w:jc w:val="right"/>
              <w:rPr>
                <w:b/>
                <w:bCs/>
                <w:sz w:val="22"/>
                <w:szCs w:val="22"/>
              </w:rPr>
            </w:pPr>
            <w:r w:rsidRPr="00873AE1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848" w:type="dxa"/>
          </w:tcPr>
          <w:p w:rsidR="007B6AB4" w:rsidRPr="00873AE1" w:rsidRDefault="007B6AB4" w:rsidP="00873AE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49</w:t>
            </w:r>
          </w:p>
        </w:tc>
      </w:tr>
      <w:tr w:rsidR="007B6AB4" w:rsidRPr="00873AE1" w:rsidTr="00C46992">
        <w:trPr>
          <w:trHeight w:val="227"/>
          <w:jc w:val="center"/>
        </w:trPr>
        <w:tc>
          <w:tcPr>
            <w:tcW w:w="563" w:type="dxa"/>
            <w:vAlign w:val="center"/>
          </w:tcPr>
          <w:p w:rsidR="007B6AB4" w:rsidRPr="00873AE1" w:rsidRDefault="00FB5533" w:rsidP="00056A9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8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B6AB4" w:rsidRPr="00873AE1" w:rsidRDefault="007B6AB4" w:rsidP="007B6AB4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color w:val="000000"/>
                <w:sz w:val="22"/>
                <w:szCs w:val="22"/>
              </w:rPr>
              <w:t xml:space="preserve">Грузополучатель </w:t>
            </w:r>
            <w:r w:rsidRPr="00873AE1">
              <w:rPr>
                <w:b/>
                <w:i/>
                <w:sz w:val="22"/>
                <w:szCs w:val="22"/>
              </w:rPr>
              <w:t xml:space="preserve">для партии </w:t>
            </w:r>
            <w:r>
              <w:rPr>
                <w:b/>
                <w:i/>
                <w:sz w:val="22"/>
                <w:szCs w:val="22"/>
              </w:rPr>
              <w:t>2</w:t>
            </w:r>
            <w:r w:rsidRPr="00873AE1">
              <w:rPr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7801" w:type="dxa"/>
            <w:gridSpan w:val="7"/>
          </w:tcPr>
          <w:p w:rsidR="007B6AB4" w:rsidRPr="007B6AB4" w:rsidRDefault="007B6AB4" w:rsidP="00FB5533">
            <w:pPr>
              <w:jc w:val="both"/>
              <w:rPr>
                <w:sz w:val="22"/>
                <w:szCs w:val="22"/>
              </w:rPr>
            </w:pPr>
            <w:r w:rsidRPr="007B6AB4">
              <w:rPr>
                <w:sz w:val="22"/>
                <w:szCs w:val="22"/>
              </w:rPr>
              <w:t>Филиал АО «ДРСК» «Хабаровские электрические сети» КПП 272402001, 680009, Хабаровский край, г. Хабаровск, ул. Промышленная, 13</w:t>
            </w:r>
          </w:p>
        </w:tc>
      </w:tr>
      <w:tr w:rsidR="007B6AB4" w:rsidRPr="00873AE1" w:rsidTr="00C46992">
        <w:trPr>
          <w:trHeight w:val="227"/>
          <w:jc w:val="center"/>
        </w:trPr>
        <w:tc>
          <w:tcPr>
            <w:tcW w:w="563" w:type="dxa"/>
            <w:vAlign w:val="center"/>
          </w:tcPr>
          <w:p w:rsidR="007B6AB4" w:rsidRPr="00873AE1" w:rsidRDefault="00FB5533" w:rsidP="00056A9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8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B6AB4" w:rsidRPr="00873AE1" w:rsidRDefault="007B6AB4" w:rsidP="007B6AB4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 xml:space="preserve">Отгрузочные </w:t>
            </w:r>
            <w:r w:rsidRPr="00873AE1">
              <w:rPr>
                <w:b/>
                <w:i/>
                <w:sz w:val="22"/>
                <w:szCs w:val="22"/>
              </w:rPr>
              <w:lastRenderedPageBreak/>
              <w:t xml:space="preserve">реквизиты для партии </w:t>
            </w:r>
            <w:r>
              <w:rPr>
                <w:b/>
                <w:i/>
                <w:sz w:val="22"/>
                <w:szCs w:val="22"/>
              </w:rPr>
              <w:t>2</w:t>
            </w:r>
            <w:r w:rsidRPr="00873AE1">
              <w:rPr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7801" w:type="dxa"/>
            <w:gridSpan w:val="7"/>
          </w:tcPr>
          <w:p w:rsidR="007B6AB4" w:rsidRPr="00873AE1" w:rsidRDefault="007B6AB4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523D91">
              <w:rPr>
                <w:sz w:val="22"/>
                <w:szCs w:val="22"/>
              </w:rPr>
              <w:lastRenderedPageBreak/>
              <w:t xml:space="preserve">Ст. Комсомольск – на – Амуре, ДВЖД, Код станции – 960103, Код предприятия </w:t>
            </w:r>
            <w:r w:rsidRPr="00523D91">
              <w:rPr>
                <w:sz w:val="22"/>
                <w:szCs w:val="22"/>
              </w:rPr>
              <w:lastRenderedPageBreak/>
              <w:t>– 9531, ОКПО 98097847</w:t>
            </w:r>
            <w:r>
              <w:t xml:space="preserve"> </w:t>
            </w:r>
            <w:r w:rsidRPr="003B4DEA">
              <w:rPr>
                <w:sz w:val="22"/>
                <w:szCs w:val="22"/>
              </w:rPr>
              <w:t>тел. 8 (4217) 54-13-59</w:t>
            </w:r>
          </w:p>
        </w:tc>
      </w:tr>
      <w:tr w:rsidR="007B6AB4" w:rsidRPr="00873AE1" w:rsidTr="00C46992">
        <w:trPr>
          <w:trHeight w:val="227"/>
          <w:jc w:val="center"/>
        </w:trPr>
        <w:tc>
          <w:tcPr>
            <w:tcW w:w="563" w:type="dxa"/>
            <w:vAlign w:val="center"/>
          </w:tcPr>
          <w:p w:rsidR="007B6AB4" w:rsidRPr="00873AE1" w:rsidRDefault="00FB5533" w:rsidP="00056A9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lastRenderedPageBreak/>
              <w:t>6</w:t>
            </w:r>
          </w:p>
        </w:tc>
        <w:tc>
          <w:tcPr>
            <w:tcW w:w="18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B6AB4" w:rsidRPr="00873AE1" w:rsidRDefault="007B6AB4" w:rsidP="00B43745">
            <w:pPr>
              <w:pStyle w:val="aa"/>
              <w:spacing w:line="240" w:lineRule="auto"/>
              <w:ind w:left="0" w:firstLine="0"/>
              <w:jc w:val="left"/>
              <w:rPr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к поставляемой продукции</w:t>
            </w:r>
          </w:p>
        </w:tc>
        <w:tc>
          <w:tcPr>
            <w:tcW w:w="7801" w:type="dxa"/>
            <w:gridSpan w:val="7"/>
          </w:tcPr>
          <w:p w:rsidR="007B6AB4" w:rsidRPr="00873AE1" w:rsidRDefault="007B6AB4" w:rsidP="00090126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1) Все запасные части должны быть новыми, ранее не использованными и изготовлены не ранее 2016 г. заводами-изготовителями Российской Федерации </w:t>
            </w:r>
            <w:r w:rsidRPr="00873AE1">
              <w:rPr>
                <w:i/>
                <w:sz w:val="22"/>
                <w:szCs w:val="22"/>
              </w:rPr>
              <w:t>(либо стран бывшего СССР),</w:t>
            </w:r>
            <w:r w:rsidRPr="00873AE1">
              <w:rPr>
                <w:sz w:val="22"/>
                <w:szCs w:val="22"/>
              </w:rPr>
              <w:t xml:space="preserve"> не должны иметь сколов, вмятин, трещин, застарелой ржавчины и других повреждений, указывающих на проведение какого-либо ремонта; должны быть окрашены в один слой в заводских условиях и не иметь следов повторного окрашивания.</w:t>
            </w:r>
          </w:p>
          <w:p w:rsidR="007B6AB4" w:rsidRPr="00873AE1" w:rsidRDefault="007B6AB4" w:rsidP="00090126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2) Для отдельных деталей, узлов и агрегатов должны быть приложены паспорта изделия завода-изготовителя и другие сопроводительные документы в соответствии с нормами заводов изготовителей </w:t>
            </w:r>
          </w:p>
          <w:p w:rsidR="007B6AB4" w:rsidRPr="00873AE1" w:rsidRDefault="007B6AB4" w:rsidP="00B43745">
            <w:pPr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3) Отдельные узлы и агрегаты должны иметь пломбировку и соответствующую упаковку заводов-изготовителей.</w:t>
            </w:r>
          </w:p>
        </w:tc>
      </w:tr>
      <w:tr w:rsidR="007B6AB4" w:rsidRPr="00873AE1" w:rsidTr="00C46992">
        <w:trPr>
          <w:trHeight w:val="227"/>
          <w:jc w:val="center"/>
        </w:trPr>
        <w:tc>
          <w:tcPr>
            <w:tcW w:w="563" w:type="dxa"/>
            <w:vAlign w:val="center"/>
          </w:tcPr>
          <w:p w:rsidR="007B6AB4" w:rsidRPr="00873AE1" w:rsidRDefault="00FB5533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8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B6AB4" w:rsidRPr="00873AE1" w:rsidRDefault="007B6AB4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безопасности:</w:t>
            </w:r>
          </w:p>
        </w:tc>
        <w:tc>
          <w:tcPr>
            <w:tcW w:w="7801" w:type="dxa"/>
            <w:gridSpan w:val="7"/>
          </w:tcPr>
          <w:p w:rsidR="007B6AB4" w:rsidRPr="00873AE1" w:rsidRDefault="007B6AB4" w:rsidP="00323640">
            <w:pPr>
              <w:jc w:val="both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Запасные части должны быть изготовлены в соответствии с требованиями </w:t>
            </w:r>
          </w:p>
          <w:p w:rsidR="007B6AB4" w:rsidRPr="00873AE1" w:rsidRDefault="007B6AB4" w:rsidP="00DD5A1A">
            <w:pPr>
              <w:jc w:val="both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Технического регламента таможенного союза ТР ТС «О безопасности машин и оборудования» (ТР ТС 010/2011) приложить копии сертификатов или деклараций соответствия для запасных частей, подлежащих обязательной сертификации;</w:t>
            </w:r>
          </w:p>
          <w:p w:rsidR="007B6AB4" w:rsidRPr="00873AE1" w:rsidRDefault="007B6AB4" w:rsidP="00FF1F90">
            <w:pPr>
              <w:jc w:val="both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Для запасных частей не подлежащих обязательной сертификации, приложить обосновывающие документы об отсутствии необходимости сертификации</w:t>
            </w:r>
          </w:p>
        </w:tc>
      </w:tr>
      <w:tr w:rsidR="007B6AB4" w:rsidRPr="00873AE1" w:rsidTr="00C46992">
        <w:trPr>
          <w:trHeight w:val="227"/>
          <w:jc w:val="center"/>
        </w:trPr>
        <w:tc>
          <w:tcPr>
            <w:tcW w:w="563" w:type="dxa"/>
            <w:vAlign w:val="center"/>
          </w:tcPr>
          <w:p w:rsidR="007B6AB4" w:rsidRPr="00873AE1" w:rsidRDefault="00FB5533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8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B6AB4" w:rsidRPr="00873AE1" w:rsidRDefault="007B6AB4" w:rsidP="00B43745">
            <w:pPr>
              <w:pStyle w:val="aa"/>
              <w:spacing w:line="240" w:lineRule="auto"/>
              <w:ind w:left="0" w:firstLine="0"/>
              <w:jc w:val="left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к оформлению технического предложения</w:t>
            </w:r>
          </w:p>
        </w:tc>
        <w:tc>
          <w:tcPr>
            <w:tcW w:w="7801" w:type="dxa"/>
            <w:gridSpan w:val="7"/>
          </w:tcPr>
          <w:p w:rsidR="007B6AB4" w:rsidRPr="00873AE1" w:rsidRDefault="007B6AB4" w:rsidP="00090126">
            <w:pPr>
              <w:pStyle w:val="a5"/>
              <w:tabs>
                <w:tab w:val="left" w:pos="321"/>
              </w:tabs>
              <w:spacing w:before="0" w:line="240" w:lineRule="auto"/>
              <w:ind w:left="37"/>
              <w:rPr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  <w:u w:val="single"/>
              </w:rPr>
              <w:t xml:space="preserve">По каждому наименованию запасной части </w:t>
            </w:r>
            <w:r w:rsidRPr="00873AE1">
              <w:rPr>
                <w:sz w:val="22"/>
                <w:szCs w:val="22"/>
              </w:rPr>
              <w:t>технического задания должен быть указан:</w:t>
            </w:r>
          </w:p>
          <w:p w:rsidR="007B6AB4" w:rsidRPr="00873AE1" w:rsidRDefault="007B6AB4" w:rsidP="00090126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1) Год изготовления запасной части</w:t>
            </w:r>
          </w:p>
          <w:p w:rsidR="007B6AB4" w:rsidRPr="00873AE1" w:rsidRDefault="007B6AB4" w:rsidP="00090126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2) Завод изготовитель </w:t>
            </w:r>
          </w:p>
          <w:p w:rsidR="007B6AB4" w:rsidRPr="00873AE1" w:rsidRDefault="007B6AB4" w:rsidP="00090126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3) Наличие соответствующих сопроводительных документов</w:t>
            </w:r>
          </w:p>
          <w:p w:rsidR="007B6AB4" w:rsidRPr="00873AE1" w:rsidRDefault="007B6AB4" w:rsidP="00090126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>(указать на какие конкретно запасные части имеются указанные документы);</w:t>
            </w:r>
          </w:p>
          <w:p w:rsidR="007B6AB4" w:rsidRPr="00873AE1" w:rsidRDefault="007B6AB4" w:rsidP="00FB5533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  <w:u w:val="single"/>
              </w:rPr>
            </w:pPr>
            <w:r w:rsidRPr="00873AE1">
              <w:rPr>
                <w:sz w:val="22"/>
                <w:szCs w:val="22"/>
                <w:u w:val="single"/>
              </w:rPr>
              <w:t xml:space="preserve">В случае отсутствия информации по </w:t>
            </w:r>
            <w:r w:rsidRPr="00873AE1">
              <w:rPr>
                <w:b/>
                <w:sz w:val="22"/>
                <w:szCs w:val="22"/>
                <w:u w:val="single"/>
              </w:rPr>
              <w:t xml:space="preserve">пп. </w:t>
            </w:r>
            <w:r w:rsidR="00FB5533">
              <w:rPr>
                <w:b/>
                <w:sz w:val="22"/>
                <w:szCs w:val="22"/>
                <w:u w:val="single"/>
              </w:rPr>
              <w:t>6-8</w:t>
            </w:r>
            <w:r w:rsidRPr="00873AE1">
              <w:rPr>
                <w:b/>
                <w:sz w:val="22"/>
                <w:szCs w:val="22"/>
                <w:u w:val="single"/>
              </w:rPr>
              <w:t xml:space="preserve"> технического задания, Заказчик в праве отклонить коммерческое предложение участника от дальнейшего рассмотрения.</w:t>
            </w:r>
            <w:r w:rsidRPr="00873AE1">
              <w:rPr>
                <w:sz w:val="22"/>
                <w:szCs w:val="22"/>
                <w:u w:val="single"/>
              </w:rPr>
              <w:t xml:space="preserve"> </w:t>
            </w:r>
          </w:p>
        </w:tc>
      </w:tr>
      <w:tr w:rsidR="007B6AB4" w:rsidRPr="00873AE1" w:rsidTr="00C46992">
        <w:trPr>
          <w:trHeight w:val="274"/>
          <w:jc w:val="center"/>
        </w:trPr>
        <w:tc>
          <w:tcPr>
            <w:tcW w:w="563" w:type="dxa"/>
            <w:vAlign w:val="center"/>
          </w:tcPr>
          <w:p w:rsidR="007B6AB4" w:rsidRPr="00873AE1" w:rsidRDefault="00FB5533" w:rsidP="00B43745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1839" w:type="dxa"/>
            <w:shd w:val="clear" w:color="auto" w:fill="auto"/>
            <w:tcMar>
              <w:left w:w="28" w:type="dxa"/>
              <w:right w:w="28" w:type="dxa"/>
            </w:tcMar>
          </w:tcPr>
          <w:p w:rsidR="007B6AB4" w:rsidRPr="00873AE1" w:rsidRDefault="007B6AB4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 xml:space="preserve">Требования к гарантийным обязательствам: </w:t>
            </w:r>
          </w:p>
        </w:tc>
        <w:tc>
          <w:tcPr>
            <w:tcW w:w="7801" w:type="dxa"/>
            <w:gridSpan w:val="7"/>
          </w:tcPr>
          <w:p w:rsidR="007B6AB4" w:rsidRPr="00873AE1" w:rsidRDefault="007B6AB4" w:rsidP="00090126">
            <w:pPr>
              <w:jc w:val="both"/>
              <w:rPr>
                <w:sz w:val="22"/>
                <w:szCs w:val="22"/>
              </w:rPr>
            </w:pPr>
            <w:r w:rsidRPr="00873AE1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873AE1">
              <w:rPr>
                <w:sz w:val="22"/>
                <w:szCs w:val="22"/>
                <w:u w:val="single"/>
              </w:rPr>
              <w:t>6 месяцев</w:t>
            </w:r>
            <w:r w:rsidRPr="00873AE1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7B6AB4" w:rsidRPr="00873AE1" w:rsidTr="00C46992">
        <w:trPr>
          <w:trHeight w:val="274"/>
          <w:jc w:val="center"/>
        </w:trPr>
        <w:tc>
          <w:tcPr>
            <w:tcW w:w="563" w:type="dxa"/>
            <w:vAlign w:val="center"/>
          </w:tcPr>
          <w:p w:rsidR="007B6AB4" w:rsidRPr="00873AE1" w:rsidRDefault="00FB5533" w:rsidP="00B43745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839" w:type="dxa"/>
            <w:shd w:val="clear" w:color="auto" w:fill="auto"/>
            <w:tcMar>
              <w:left w:w="28" w:type="dxa"/>
              <w:right w:w="28" w:type="dxa"/>
            </w:tcMar>
          </w:tcPr>
          <w:p w:rsidR="007B6AB4" w:rsidRPr="00873AE1" w:rsidRDefault="007B6AB4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801" w:type="dxa"/>
            <w:gridSpan w:val="7"/>
          </w:tcPr>
          <w:p w:rsidR="007B6AB4" w:rsidRPr="00873AE1" w:rsidRDefault="007B6AB4" w:rsidP="00DD5A1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Отсрочка платежа </w:t>
            </w:r>
            <w:r w:rsidRPr="007F2200">
              <w:rPr>
                <w:bCs/>
                <w:sz w:val="22"/>
                <w:szCs w:val="22"/>
              </w:rPr>
              <w:t>в течение 30 календарных дней с даты подписания акта сдачи-приемки товара и товарной накладной (ТОРГ-12)</w:t>
            </w:r>
          </w:p>
        </w:tc>
      </w:tr>
      <w:tr w:rsidR="007B6AB4" w:rsidRPr="00873AE1" w:rsidTr="00C46992">
        <w:trPr>
          <w:trHeight w:val="274"/>
          <w:jc w:val="center"/>
        </w:trPr>
        <w:tc>
          <w:tcPr>
            <w:tcW w:w="563" w:type="dxa"/>
            <w:vAlign w:val="center"/>
          </w:tcPr>
          <w:p w:rsidR="007B6AB4" w:rsidRPr="00873AE1" w:rsidRDefault="00FB5533" w:rsidP="00B43745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1839" w:type="dxa"/>
            <w:shd w:val="clear" w:color="auto" w:fill="auto"/>
            <w:tcMar>
              <w:left w:w="28" w:type="dxa"/>
              <w:right w:w="28" w:type="dxa"/>
            </w:tcMar>
          </w:tcPr>
          <w:p w:rsidR="007B6AB4" w:rsidRPr="00873AE1" w:rsidRDefault="007B6AB4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801" w:type="dxa"/>
            <w:gridSpan w:val="7"/>
          </w:tcPr>
          <w:p w:rsidR="007B6AB4" w:rsidRPr="00873AE1" w:rsidRDefault="007B6AB4" w:rsidP="003D56B7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873AE1">
              <w:rPr>
                <w:b/>
                <w:bCs/>
                <w:i/>
                <w:sz w:val="22"/>
                <w:szCs w:val="22"/>
              </w:rPr>
              <w:t xml:space="preserve">до </w:t>
            </w:r>
            <w:r>
              <w:rPr>
                <w:b/>
                <w:bCs/>
                <w:i/>
                <w:sz w:val="22"/>
                <w:szCs w:val="22"/>
              </w:rPr>
              <w:t>2</w:t>
            </w:r>
            <w:r w:rsidR="003D56B7">
              <w:rPr>
                <w:b/>
                <w:bCs/>
                <w:i/>
                <w:sz w:val="22"/>
                <w:szCs w:val="22"/>
              </w:rPr>
              <w:t>8</w:t>
            </w:r>
            <w:r>
              <w:rPr>
                <w:b/>
                <w:bCs/>
                <w:i/>
                <w:sz w:val="22"/>
                <w:szCs w:val="22"/>
              </w:rPr>
              <w:t>.0</w:t>
            </w:r>
            <w:r w:rsidR="003D56B7">
              <w:rPr>
                <w:b/>
                <w:bCs/>
                <w:i/>
                <w:sz w:val="22"/>
                <w:szCs w:val="22"/>
              </w:rPr>
              <w:t>4</w:t>
            </w:r>
            <w:bookmarkStart w:id="0" w:name="_GoBack"/>
            <w:bookmarkEnd w:id="0"/>
            <w:r>
              <w:rPr>
                <w:b/>
                <w:bCs/>
                <w:i/>
                <w:sz w:val="22"/>
                <w:szCs w:val="22"/>
              </w:rPr>
              <w:t>.2017</w:t>
            </w:r>
            <w:r w:rsidRPr="00873AE1">
              <w:rPr>
                <w:b/>
                <w:bCs/>
                <w:i/>
                <w:sz w:val="22"/>
                <w:szCs w:val="22"/>
              </w:rPr>
              <w:t>, с правом досрочной поставки</w:t>
            </w:r>
          </w:p>
        </w:tc>
      </w:tr>
    </w:tbl>
    <w:p w:rsidR="00520027" w:rsidRDefault="00520027" w:rsidP="005E39C2">
      <w:pPr>
        <w:pStyle w:val="a7"/>
        <w:jc w:val="left"/>
        <w:rPr>
          <w:b/>
          <w:bCs/>
          <w:sz w:val="26"/>
        </w:rPr>
      </w:pPr>
    </w:p>
    <w:p w:rsidR="00A771A9" w:rsidRPr="00850270" w:rsidRDefault="00A771A9" w:rsidP="00A771A9">
      <w:pPr>
        <w:numPr>
          <w:ilvl w:val="0"/>
          <w:numId w:val="3"/>
        </w:numPr>
        <w:tabs>
          <w:tab w:val="left" w:pos="993"/>
          <w:tab w:val="left" w:pos="1701"/>
          <w:tab w:val="right" w:pos="9922"/>
        </w:tabs>
        <w:rPr>
          <w:b/>
          <w:i/>
        </w:rPr>
      </w:pPr>
      <w:r w:rsidRPr="00850270">
        <w:rPr>
          <w:b/>
          <w:i/>
        </w:rPr>
        <w:t xml:space="preserve">Допускается предложение поставки продукции, аналогичной требуемой. </w:t>
      </w:r>
    </w:p>
    <w:p w:rsidR="00A771A9" w:rsidRDefault="00A771A9" w:rsidP="00A771A9">
      <w:pPr>
        <w:tabs>
          <w:tab w:val="left" w:pos="993"/>
        </w:tabs>
        <w:ind w:firstLine="567"/>
        <w:jc w:val="both"/>
      </w:pPr>
    </w:p>
    <w:p w:rsidR="00A771A9" w:rsidRDefault="00A771A9" w:rsidP="00A771A9">
      <w:pPr>
        <w:tabs>
          <w:tab w:val="left" w:pos="993"/>
        </w:tabs>
        <w:ind w:firstLine="567"/>
        <w:jc w:val="both"/>
      </w:pPr>
      <w:r>
        <w:t>Аналогичная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документации.</w:t>
      </w:r>
    </w:p>
    <w:p w:rsidR="00373283" w:rsidRDefault="00373283" w:rsidP="005E39C2">
      <w:pPr>
        <w:pStyle w:val="a7"/>
        <w:jc w:val="left"/>
        <w:rPr>
          <w:b/>
          <w:bCs/>
          <w:sz w:val="26"/>
        </w:rPr>
      </w:pP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7F2200" w:rsidRDefault="007F2200" w:rsidP="005E39C2">
      <w:pPr>
        <w:pStyle w:val="a7"/>
        <w:jc w:val="left"/>
        <w:rPr>
          <w:b/>
          <w:bCs/>
          <w:sz w:val="26"/>
        </w:rPr>
      </w:pPr>
    </w:p>
    <w:p w:rsidR="007F2200" w:rsidRDefault="007F2200" w:rsidP="005E39C2">
      <w:pPr>
        <w:pStyle w:val="a7"/>
        <w:jc w:val="left"/>
        <w:rPr>
          <w:b/>
          <w:bCs/>
          <w:sz w:val="26"/>
        </w:rPr>
      </w:pPr>
    </w:p>
    <w:p w:rsidR="002D1254" w:rsidRPr="00A771A9" w:rsidRDefault="00A771A9" w:rsidP="005E39C2">
      <w:pPr>
        <w:pStyle w:val="a7"/>
        <w:jc w:val="left"/>
        <w:rPr>
          <w:b/>
          <w:bCs/>
          <w:i/>
          <w:sz w:val="26"/>
        </w:rPr>
      </w:pPr>
      <w:r w:rsidRPr="00A771A9">
        <w:rPr>
          <w:b/>
          <w:bCs/>
          <w:i/>
          <w:sz w:val="26"/>
        </w:rPr>
        <w:t>И.о. н</w:t>
      </w:r>
      <w:r w:rsidR="000534B2" w:rsidRPr="00A771A9">
        <w:rPr>
          <w:b/>
          <w:bCs/>
          <w:i/>
          <w:sz w:val="26"/>
        </w:rPr>
        <w:t>ачальник</w:t>
      </w:r>
      <w:r w:rsidRPr="00A771A9">
        <w:rPr>
          <w:b/>
          <w:bCs/>
          <w:i/>
          <w:sz w:val="26"/>
        </w:rPr>
        <w:t>а ТС</w:t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</w:r>
      <w:r w:rsidRPr="00A771A9">
        <w:rPr>
          <w:b/>
          <w:bCs/>
          <w:i/>
          <w:sz w:val="26"/>
        </w:rPr>
        <w:tab/>
        <w:t xml:space="preserve"> С.Н. Гиберт</w:t>
      </w:r>
    </w:p>
    <w:p w:rsidR="001B3C6D" w:rsidRPr="00A771A9" w:rsidRDefault="001B3C6D" w:rsidP="005E39C2">
      <w:pPr>
        <w:pStyle w:val="a7"/>
        <w:jc w:val="left"/>
        <w:rPr>
          <w:b/>
          <w:bCs/>
          <w:i/>
          <w:sz w:val="26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sectPr w:rsidR="007B00D4" w:rsidSect="00D962A2">
      <w:footerReference w:type="default" r:id="rId11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572" w:rsidRDefault="005B2572" w:rsidP="006C00DC">
      <w:r>
        <w:separator/>
      </w:r>
    </w:p>
  </w:endnote>
  <w:endnote w:type="continuationSeparator" w:id="0">
    <w:p w:rsidR="005B2572" w:rsidRDefault="005B2572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2182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C46992" w:rsidRPr="00D962A2" w:rsidRDefault="00C46992">
        <w:pPr>
          <w:pStyle w:val="ab"/>
          <w:jc w:val="center"/>
          <w:rPr>
            <w:sz w:val="20"/>
            <w:szCs w:val="20"/>
          </w:rPr>
        </w:pPr>
        <w:r w:rsidRPr="00D962A2">
          <w:rPr>
            <w:sz w:val="20"/>
            <w:szCs w:val="20"/>
          </w:rPr>
          <w:fldChar w:fldCharType="begin"/>
        </w:r>
        <w:r w:rsidRPr="00D962A2">
          <w:rPr>
            <w:sz w:val="20"/>
            <w:szCs w:val="20"/>
          </w:rPr>
          <w:instrText>PAGE   \* MERGEFORMAT</w:instrText>
        </w:r>
        <w:r w:rsidRPr="00D962A2">
          <w:rPr>
            <w:sz w:val="20"/>
            <w:szCs w:val="20"/>
          </w:rPr>
          <w:fldChar w:fldCharType="separate"/>
        </w:r>
        <w:r w:rsidR="003D56B7">
          <w:rPr>
            <w:noProof/>
            <w:sz w:val="20"/>
            <w:szCs w:val="20"/>
          </w:rPr>
          <w:t>5</w:t>
        </w:r>
        <w:r w:rsidRPr="00D962A2">
          <w:rPr>
            <w:sz w:val="20"/>
            <w:szCs w:val="20"/>
          </w:rPr>
          <w:fldChar w:fldCharType="end"/>
        </w:r>
      </w:p>
    </w:sdtContent>
  </w:sdt>
  <w:p w:rsidR="00C46992" w:rsidRDefault="00C4699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572" w:rsidRDefault="005B2572" w:rsidP="006C00DC">
      <w:r>
        <w:separator/>
      </w:r>
    </w:p>
  </w:footnote>
  <w:footnote w:type="continuationSeparator" w:id="0">
    <w:p w:rsidR="005B2572" w:rsidRDefault="005B2572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0FB7FAE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D68275E"/>
    <w:multiLevelType w:val="hybridMultilevel"/>
    <w:tmpl w:val="F78C5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9223C9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23D8"/>
    <w:rsid w:val="00032C4F"/>
    <w:rsid w:val="00034231"/>
    <w:rsid w:val="000358D5"/>
    <w:rsid w:val="00036598"/>
    <w:rsid w:val="00037432"/>
    <w:rsid w:val="00044C33"/>
    <w:rsid w:val="000534B2"/>
    <w:rsid w:val="00056A9A"/>
    <w:rsid w:val="00080785"/>
    <w:rsid w:val="00090126"/>
    <w:rsid w:val="00092EB9"/>
    <w:rsid w:val="000B224B"/>
    <w:rsid w:val="000C1D91"/>
    <w:rsid w:val="000C58D7"/>
    <w:rsid w:val="000F1FE2"/>
    <w:rsid w:val="000F746E"/>
    <w:rsid w:val="00111D94"/>
    <w:rsid w:val="00114150"/>
    <w:rsid w:val="00115003"/>
    <w:rsid w:val="00127196"/>
    <w:rsid w:val="00130110"/>
    <w:rsid w:val="00131388"/>
    <w:rsid w:val="00151637"/>
    <w:rsid w:val="00155F34"/>
    <w:rsid w:val="00162C93"/>
    <w:rsid w:val="00164846"/>
    <w:rsid w:val="001710FA"/>
    <w:rsid w:val="00180AC6"/>
    <w:rsid w:val="00180C1C"/>
    <w:rsid w:val="001905B1"/>
    <w:rsid w:val="001B3C6D"/>
    <w:rsid w:val="001B48F9"/>
    <w:rsid w:val="001C3F00"/>
    <w:rsid w:val="001C4A5F"/>
    <w:rsid w:val="001E6849"/>
    <w:rsid w:val="001F7AA2"/>
    <w:rsid w:val="00207753"/>
    <w:rsid w:val="00214C22"/>
    <w:rsid w:val="00234370"/>
    <w:rsid w:val="00276CB8"/>
    <w:rsid w:val="00286286"/>
    <w:rsid w:val="002B14B7"/>
    <w:rsid w:val="002B2DF6"/>
    <w:rsid w:val="002C4074"/>
    <w:rsid w:val="002C72FB"/>
    <w:rsid w:val="002C7EED"/>
    <w:rsid w:val="002D1254"/>
    <w:rsid w:val="002E4D5F"/>
    <w:rsid w:val="002E6E7F"/>
    <w:rsid w:val="002F797F"/>
    <w:rsid w:val="00321F6E"/>
    <w:rsid w:val="00323640"/>
    <w:rsid w:val="00323FA9"/>
    <w:rsid w:val="00333C97"/>
    <w:rsid w:val="003511BE"/>
    <w:rsid w:val="00351EA7"/>
    <w:rsid w:val="00366125"/>
    <w:rsid w:val="003673DC"/>
    <w:rsid w:val="00373283"/>
    <w:rsid w:val="003760E3"/>
    <w:rsid w:val="00381C59"/>
    <w:rsid w:val="00387E05"/>
    <w:rsid w:val="003A0164"/>
    <w:rsid w:val="003B1E3C"/>
    <w:rsid w:val="003B3EC7"/>
    <w:rsid w:val="003B463E"/>
    <w:rsid w:val="003B65FF"/>
    <w:rsid w:val="003C1763"/>
    <w:rsid w:val="003C35CA"/>
    <w:rsid w:val="003D56B7"/>
    <w:rsid w:val="003F104A"/>
    <w:rsid w:val="003F7875"/>
    <w:rsid w:val="0040396B"/>
    <w:rsid w:val="0042227D"/>
    <w:rsid w:val="00433165"/>
    <w:rsid w:val="00446043"/>
    <w:rsid w:val="00450E59"/>
    <w:rsid w:val="00461D64"/>
    <w:rsid w:val="00475BC6"/>
    <w:rsid w:val="00476EFB"/>
    <w:rsid w:val="00486E3B"/>
    <w:rsid w:val="004955D1"/>
    <w:rsid w:val="0049603F"/>
    <w:rsid w:val="004B0AF6"/>
    <w:rsid w:val="004B1B59"/>
    <w:rsid w:val="004B2847"/>
    <w:rsid w:val="004B5065"/>
    <w:rsid w:val="004F0E6C"/>
    <w:rsid w:val="004F6453"/>
    <w:rsid w:val="00515B10"/>
    <w:rsid w:val="00517D4D"/>
    <w:rsid w:val="00520027"/>
    <w:rsid w:val="00520546"/>
    <w:rsid w:val="00527975"/>
    <w:rsid w:val="005726ED"/>
    <w:rsid w:val="00577EA0"/>
    <w:rsid w:val="00583E6C"/>
    <w:rsid w:val="005A2B48"/>
    <w:rsid w:val="005A39DE"/>
    <w:rsid w:val="005A5857"/>
    <w:rsid w:val="005B15C1"/>
    <w:rsid w:val="005B2572"/>
    <w:rsid w:val="005C7D74"/>
    <w:rsid w:val="005D40E3"/>
    <w:rsid w:val="005E1DC3"/>
    <w:rsid w:val="005E39C2"/>
    <w:rsid w:val="00600718"/>
    <w:rsid w:val="0062402A"/>
    <w:rsid w:val="006243A0"/>
    <w:rsid w:val="00625BDC"/>
    <w:rsid w:val="0063135F"/>
    <w:rsid w:val="006352E2"/>
    <w:rsid w:val="006466BB"/>
    <w:rsid w:val="006542E2"/>
    <w:rsid w:val="006558D1"/>
    <w:rsid w:val="006713F9"/>
    <w:rsid w:val="0067321D"/>
    <w:rsid w:val="00686E42"/>
    <w:rsid w:val="00691FA9"/>
    <w:rsid w:val="00696EB3"/>
    <w:rsid w:val="006A5D65"/>
    <w:rsid w:val="006B0490"/>
    <w:rsid w:val="006C00DC"/>
    <w:rsid w:val="006D4E2C"/>
    <w:rsid w:val="006D5DFA"/>
    <w:rsid w:val="00700077"/>
    <w:rsid w:val="00703B19"/>
    <w:rsid w:val="007079C3"/>
    <w:rsid w:val="0072409A"/>
    <w:rsid w:val="00730A44"/>
    <w:rsid w:val="0073601D"/>
    <w:rsid w:val="00736994"/>
    <w:rsid w:val="0074136B"/>
    <w:rsid w:val="007835BB"/>
    <w:rsid w:val="00791E62"/>
    <w:rsid w:val="007B00D4"/>
    <w:rsid w:val="007B3365"/>
    <w:rsid w:val="007B5860"/>
    <w:rsid w:val="007B6AB4"/>
    <w:rsid w:val="007C51E6"/>
    <w:rsid w:val="007D2C4B"/>
    <w:rsid w:val="007D3038"/>
    <w:rsid w:val="007D5B90"/>
    <w:rsid w:val="007E55E8"/>
    <w:rsid w:val="007F2200"/>
    <w:rsid w:val="00806ADD"/>
    <w:rsid w:val="00824B77"/>
    <w:rsid w:val="00841B69"/>
    <w:rsid w:val="0085043E"/>
    <w:rsid w:val="00852774"/>
    <w:rsid w:val="00864DBE"/>
    <w:rsid w:val="00873AE1"/>
    <w:rsid w:val="00875182"/>
    <w:rsid w:val="0088138B"/>
    <w:rsid w:val="0089409B"/>
    <w:rsid w:val="008A5168"/>
    <w:rsid w:val="008C16F5"/>
    <w:rsid w:val="008E0422"/>
    <w:rsid w:val="008E34E7"/>
    <w:rsid w:val="008F3F24"/>
    <w:rsid w:val="00910467"/>
    <w:rsid w:val="00911842"/>
    <w:rsid w:val="00913CF8"/>
    <w:rsid w:val="009173C3"/>
    <w:rsid w:val="00953C21"/>
    <w:rsid w:val="00956B72"/>
    <w:rsid w:val="009743CD"/>
    <w:rsid w:val="00983C40"/>
    <w:rsid w:val="00992C3D"/>
    <w:rsid w:val="009A0FA0"/>
    <w:rsid w:val="009A1BE9"/>
    <w:rsid w:val="009C0911"/>
    <w:rsid w:val="009C6764"/>
    <w:rsid w:val="009C7E0D"/>
    <w:rsid w:val="009D3FAF"/>
    <w:rsid w:val="009E524E"/>
    <w:rsid w:val="009F10BE"/>
    <w:rsid w:val="009F1CBA"/>
    <w:rsid w:val="009F2D41"/>
    <w:rsid w:val="00A4601F"/>
    <w:rsid w:val="00A613F8"/>
    <w:rsid w:val="00A771A9"/>
    <w:rsid w:val="00AA2889"/>
    <w:rsid w:val="00AC3714"/>
    <w:rsid w:val="00AC494E"/>
    <w:rsid w:val="00AD1330"/>
    <w:rsid w:val="00AE60C5"/>
    <w:rsid w:val="00AE7922"/>
    <w:rsid w:val="00AF4223"/>
    <w:rsid w:val="00B17A56"/>
    <w:rsid w:val="00B32ADD"/>
    <w:rsid w:val="00B33ABE"/>
    <w:rsid w:val="00B43745"/>
    <w:rsid w:val="00B46D3A"/>
    <w:rsid w:val="00B60108"/>
    <w:rsid w:val="00B71331"/>
    <w:rsid w:val="00B71538"/>
    <w:rsid w:val="00B74A27"/>
    <w:rsid w:val="00B946F5"/>
    <w:rsid w:val="00BB2287"/>
    <w:rsid w:val="00BB2660"/>
    <w:rsid w:val="00BC2585"/>
    <w:rsid w:val="00BC444A"/>
    <w:rsid w:val="00C44F54"/>
    <w:rsid w:val="00C46992"/>
    <w:rsid w:val="00C51332"/>
    <w:rsid w:val="00C54E0E"/>
    <w:rsid w:val="00C60A2A"/>
    <w:rsid w:val="00C74140"/>
    <w:rsid w:val="00C802CE"/>
    <w:rsid w:val="00C83C8D"/>
    <w:rsid w:val="00C83D39"/>
    <w:rsid w:val="00C8524D"/>
    <w:rsid w:val="00C94AC2"/>
    <w:rsid w:val="00C955F8"/>
    <w:rsid w:val="00CA1866"/>
    <w:rsid w:val="00CA6D18"/>
    <w:rsid w:val="00CB51CD"/>
    <w:rsid w:val="00CC3E8D"/>
    <w:rsid w:val="00CC607B"/>
    <w:rsid w:val="00CE1ED1"/>
    <w:rsid w:val="00CE2F66"/>
    <w:rsid w:val="00CE4D51"/>
    <w:rsid w:val="00CF71AC"/>
    <w:rsid w:val="00D15721"/>
    <w:rsid w:val="00D4016D"/>
    <w:rsid w:val="00D546B6"/>
    <w:rsid w:val="00D6664C"/>
    <w:rsid w:val="00D87F56"/>
    <w:rsid w:val="00D962A2"/>
    <w:rsid w:val="00DA29ED"/>
    <w:rsid w:val="00DB114E"/>
    <w:rsid w:val="00DB6BB5"/>
    <w:rsid w:val="00DB77BA"/>
    <w:rsid w:val="00DC110D"/>
    <w:rsid w:val="00DD5A1A"/>
    <w:rsid w:val="00E114B2"/>
    <w:rsid w:val="00E2065B"/>
    <w:rsid w:val="00E33A2F"/>
    <w:rsid w:val="00E6206C"/>
    <w:rsid w:val="00E77F00"/>
    <w:rsid w:val="00E85873"/>
    <w:rsid w:val="00EA6A92"/>
    <w:rsid w:val="00EB35E3"/>
    <w:rsid w:val="00EB608C"/>
    <w:rsid w:val="00EC0864"/>
    <w:rsid w:val="00EC4FC6"/>
    <w:rsid w:val="00ED18EA"/>
    <w:rsid w:val="00ED2EAE"/>
    <w:rsid w:val="00EE5B62"/>
    <w:rsid w:val="00EF66A3"/>
    <w:rsid w:val="00F01D52"/>
    <w:rsid w:val="00F06E03"/>
    <w:rsid w:val="00F24B76"/>
    <w:rsid w:val="00F341D3"/>
    <w:rsid w:val="00F40F79"/>
    <w:rsid w:val="00F50FBC"/>
    <w:rsid w:val="00F542B4"/>
    <w:rsid w:val="00FA3E0A"/>
    <w:rsid w:val="00FA4C18"/>
    <w:rsid w:val="00FA5070"/>
    <w:rsid w:val="00FB10B4"/>
    <w:rsid w:val="00FB5533"/>
    <w:rsid w:val="00FC2BAB"/>
    <w:rsid w:val="00FC448B"/>
    <w:rsid w:val="00FC4EB8"/>
    <w:rsid w:val="00FE2F58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C89BA-6075-4C87-B5E3-9838CDCE8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1404</TotalTime>
  <Pages>1</Pages>
  <Words>1605</Words>
  <Characters>9149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10733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Гиберт</cp:lastModifiedBy>
  <cp:revision>43</cp:revision>
  <cp:lastPrinted>2015-10-30T04:59:00Z</cp:lastPrinted>
  <dcterms:created xsi:type="dcterms:W3CDTF">2012-12-19T00:57:00Z</dcterms:created>
  <dcterms:modified xsi:type="dcterms:W3CDTF">2016-12-14T00:23:00Z</dcterms:modified>
</cp:coreProperties>
</file>