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B64494" w:rsidP="00E114B2">
      <w:pPr>
        <w:jc w:val="center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ДРСК_логотип_маленький" style="position:absolute;left:0;text-align:left;margin-left:202.05pt;margin-top:-20.25pt;width:75pt;height:57pt;z-index:1;visibility:visible">
            <v:imagedata r:id="rId6" o:title=""/>
          </v:shape>
        </w:pict>
      </w:r>
      <w:r w:rsidR="00F84743">
        <w:rPr>
          <w:sz w:val="26"/>
        </w:rPr>
        <w:tab/>
      </w: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color w:val="000000"/>
          <w:sz w:val="10"/>
          <w:szCs w:val="10"/>
        </w:rPr>
      </w:pPr>
    </w:p>
    <w:p w:rsidR="00F84743" w:rsidRPr="00843638" w:rsidRDefault="00F84743" w:rsidP="00E114B2">
      <w:pPr>
        <w:pStyle w:val="3"/>
        <w:keepNext w:val="0"/>
        <w:jc w:val="center"/>
        <w:rPr>
          <w:rFonts w:ascii="Times New Roman" w:hAnsi="Times New Roman" w:cs="Times New Roman"/>
          <w:sz w:val="26"/>
          <w:szCs w:val="26"/>
        </w:rPr>
      </w:pPr>
      <w:r w:rsidRPr="00843638">
        <w:rPr>
          <w:rFonts w:ascii="Times New Roman" w:hAnsi="Times New Roman" w:cs="Times New Roman"/>
          <w:sz w:val="26"/>
          <w:szCs w:val="26"/>
        </w:rPr>
        <w:t>Открытое акционерное общество</w:t>
      </w:r>
    </w:p>
    <w:p w:rsidR="00F84743" w:rsidRDefault="00F84743" w:rsidP="00E114B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F84743" w:rsidRDefault="00F84743" w:rsidP="00E114B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F84743" w:rsidRDefault="00F84743" w:rsidP="00E114B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F84743" w:rsidRDefault="00F84743" w:rsidP="00E114B2">
      <w:pPr>
        <w:jc w:val="center"/>
        <w:rPr>
          <w:rFonts w:cs="Arial"/>
          <w:color w:val="000000"/>
          <w:sz w:val="16"/>
          <w:szCs w:val="16"/>
        </w:rPr>
      </w:pPr>
      <w:proofErr w:type="spellStart"/>
      <w:r>
        <w:rPr>
          <w:rFonts w:cs="Arial"/>
          <w:color w:val="000000"/>
          <w:sz w:val="16"/>
          <w:szCs w:val="16"/>
        </w:rPr>
        <w:t>Ул</w:t>
      </w:r>
      <w:proofErr w:type="gramStart"/>
      <w:r>
        <w:rPr>
          <w:rFonts w:cs="Arial"/>
          <w:color w:val="000000"/>
          <w:sz w:val="16"/>
          <w:szCs w:val="16"/>
        </w:rPr>
        <w:t>.Ш</w:t>
      </w:r>
      <w:proofErr w:type="gramEnd"/>
      <w:r>
        <w:rPr>
          <w:rFonts w:cs="Arial"/>
          <w:color w:val="000000"/>
          <w:sz w:val="16"/>
          <w:szCs w:val="16"/>
        </w:rPr>
        <w:t>евченко</w:t>
      </w:r>
      <w:proofErr w:type="spellEnd"/>
      <w:r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>
          <w:rPr>
            <w:rFonts w:cs="Arial"/>
            <w:color w:val="000000"/>
            <w:sz w:val="16"/>
            <w:szCs w:val="16"/>
          </w:rPr>
          <w:t>г</w:t>
        </w:r>
      </w:smartTag>
      <w:r>
        <w:rPr>
          <w:rFonts w:cs="Arial"/>
          <w:color w:val="000000"/>
          <w:sz w:val="16"/>
          <w:szCs w:val="16"/>
        </w:rPr>
        <w:t>.Благовещенск</w:t>
      </w:r>
      <w:proofErr w:type="spellEnd"/>
      <w:r>
        <w:rPr>
          <w:rFonts w:cs="Arial"/>
          <w:color w:val="000000"/>
          <w:sz w:val="16"/>
          <w:szCs w:val="16"/>
        </w:rPr>
        <w:t xml:space="preserve">, 675000, Россия Тел: (4162) 397-359; Тел/факс (4162) 397-200, 397-436 </w:t>
      </w:r>
    </w:p>
    <w:p w:rsidR="00F84743" w:rsidRDefault="00F84743" w:rsidP="00E114B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E-</w:t>
      </w:r>
      <w:proofErr w:type="spellStart"/>
      <w:r>
        <w:rPr>
          <w:rFonts w:cs="Arial"/>
          <w:color w:val="000000"/>
          <w:sz w:val="16"/>
          <w:szCs w:val="16"/>
        </w:rPr>
        <w:t>mail</w:t>
      </w:r>
      <w:proofErr w:type="spellEnd"/>
      <w:r>
        <w:rPr>
          <w:rFonts w:cs="Arial"/>
          <w:color w:val="000000"/>
          <w:sz w:val="16"/>
          <w:szCs w:val="16"/>
        </w:rPr>
        <w:t xml:space="preserve">: </w:t>
      </w:r>
      <w:hyperlink r:id="rId7" w:history="1">
        <w:r>
          <w:rPr>
            <w:rStyle w:val="a5"/>
            <w:rFonts w:cs="Arial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Default="00F84743" w:rsidP="00E114B2">
      <w:pPr>
        <w:rPr>
          <w:rFonts w:ascii="Franklin Gothic Medium" w:hAnsi="Franklin Gothic Medium"/>
          <w:color w:val="000000"/>
          <w:sz w:val="16"/>
        </w:rPr>
      </w:pPr>
    </w:p>
    <w:p w:rsidR="00F84743" w:rsidRPr="00AE60C5" w:rsidRDefault="00F84743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F84743" w:rsidRPr="000E337F" w:rsidRDefault="00F84743" w:rsidP="000E337F">
      <w:pPr>
        <w:pStyle w:val="2"/>
        <w:keepNext w:val="0"/>
        <w:spacing w:before="0" w:after="0"/>
        <w:jc w:val="center"/>
        <w:rPr>
          <w:rFonts w:ascii="Times New Roman" w:hAnsi="Times New Roman" w:cs="Times New Roman"/>
        </w:rPr>
      </w:pPr>
      <w:r w:rsidRPr="000E337F">
        <w:rPr>
          <w:rFonts w:ascii="Times New Roman" w:hAnsi="Times New Roman" w:cs="Times New Roman"/>
        </w:rPr>
        <w:t>НА ЗАКУПКУ АВТОШИН</w:t>
      </w:r>
      <w:r w:rsidR="00D0121B">
        <w:rPr>
          <w:rFonts w:ascii="Times New Roman" w:hAnsi="Times New Roman" w:cs="Times New Roman"/>
        </w:rPr>
        <w:t xml:space="preserve"> ДЛЯ АВТОМОБИЛЕЙ ЗАРУБЕЖНОГО ПРОИЗВОДСТВА</w:t>
      </w:r>
      <w:r w:rsidRPr="000E337F">
        <w:rPr>
          <w:rFonts w:ascii="Times New Roman" w:hAnsi="Times New Roman" w:cs="Times New Roman"/>
        </w:rPr>
        <w:t xml:space="preserve"> </w:t>
      </w:r>
    </w:p>
    <w:p w:rsidR="00F84743" w:rsidRPr="000E337F" w:rsidRDefault="00F84743" w:rsidP="000E337F"/>
    <w:tbl>
      <w:tblPr>
        <w:tblW w:w="99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982"/>
        <w:gridCol w:w="570"/>
        <w:gridCol w:w="1703"/>
        <w:gridCol w:w="3683"/>
        <w:gridCol w:w="713"/>
        <w:gridCol w:w="710"/>
      </w:tblGrid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480CA8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480CA8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480CA8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D0121B" w:rsidRPr="008F3F24" w:rsidTr="00A15AA7">
        <w:trPr>
          <w:trHeight w:val="227"/>
        </w:trPr>
        <w:tc>
          <w:tcPr>
            <w:tcW w:w="9925" w:type="dxa"/>
            <w:gridSpan w:val="7"/>
          </w:tcPr>
          <w:p w:rsidR="00D0121B" w:rsidRDefault="00D0121B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0121B">
              <w:rPr>
                <w:rFonts w:ascii="Times New Roman" w:hAnsi="Times New Roman" w:cs="Times New Roman"/>
                <w:sz w:val="21"/>
                <w:szCs w:val="21"/>
              </w:rPr>
              <w:t>Отборочные критерии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 w:val="restart"/>
          </w:tcPr>
          <w:p w:rsidR="00F84743" w:rsidRPr="00CD2251" w:rsidRDefault="00D0121B" w:rsidP="002B1014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  <w:r>
              <w:rPr>
                <w:b/>
                <w:i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1982" w:type="dxa"/>
            <w:vMerge w:val="restart"/>
            <w:tcMar>
              <w:left w:w="28" w:type="dxa"/>
              <w:right w:w="28" w:type="dxa"/>
            </w:tcMar>
          </w:tcPr>
          <w:p w:rsidR="00F84743" w:rsidRPr="00480CA8" w:rsidRDefault="00D0121B" w:rsidP="00B61DDD">
            <w:pPr>
              <w:rPr>
                <w:b/>
                <w:i/>
                <w:sz w:val="21"/>
                <w:szCs w:val="21"/>
              </w:rPr>
            </w:pPr>
            <w:r w:rsidRPr="00480CA8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 w:rsidRPr="00480CA8">
              <w:rPr>
                <w:color w:val="000000"/>
                <w:sz w:val="21"/>
                <w:szCs w:val="21"/>
              </w:rPr>
              <w:t xml:space="preserve">Филиал ОАО «ДРСК» «Приморские </w:t>
            </w:r>
            <w:r>
              <w:rPr>
                <w:color w:val="000000"/>
                <w:sz w:val="21"/>
                <w:szCs w:val="21"/>
              </w:rPr>
              <w:t>э</w:t>
            </w:r>
            <w:r w:rsidRPr="00480CA8">
              <w:rPr>
                <w:color w:val="000000"/>
                <w:sz w:val="21"/>
                <w:szCs w:val="21"/>
              </w:rPr>
              <w:t xml:space="preserve">лектрические Сети» </w:t>
            </w:r>
            <w:r w:rsidRPr="00480CA8">
              <w:rPr>
                <w:bCs/>
                <w:sz w:val="21"/>
                <w:szCs w:val="21"/>
              </w:rPr>
              <w:t>ИНН/КПП 2801108200/253</w:t>
            </w:r>
            <w:r w:rsidRPr="00480CA8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1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r w:rsidRPr="001779A5">
              <w:rPr>
                <w:sz w:val="22"/>
                <w:szCs w:val="22"/>
              </w:rPr>
              <w:t xml:space="preserve">225/55 R18 </w:t>
            </w:r>
            <w:proofErr w:type="spellStart"/>
            <w:r w:rsidRPr="001779A5">
              <w:rPr>
                <w:sz w:val="22"/>
                <w:szCs w:val="22"/>
              </w:rPr>
              <w:t>Dunlop</w:t>
            </w:r>
            <w:proofErr w:type="spellEnd"/>
            <w:r w:rsidRPr="001779A5">
              <w:rPr>
                <w:sz w:val="22"/>
                <w:szCs w:val="22"/>
              </w:rPr>
              <w:t xml:space="preserve"> DS-3</w:t>
            </w:r>
            <w:r>
              <w:rPr>
                <w:sz w:val="22"/>
                <w:szCs w:val="22"/>
              </w:rPr>
              <w:t xml:space="preserve"> (зима)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 w:rsidRPr="001779A5">
              <w:rPr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CD2251" w:rsidRDefault="00F84743" w:rsidP="002B1014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B61DDD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E177A7" w:rsidRDefault="00F84743" w:rsidP="008701CB">
            <w:r w:rsidRPr="00E177A7">
              <w:rPr>
                <w:sz w:val="22"/>
                <w:szCs w:val="22"/>
              </w:rPr>
              <w:t xml:space="preserve">285/65R17 </w:t>
            </w:r>
            <w:proofErr w:type="spellStart"/>
            <w:r w:rsidRPr="00E177A7">
              <w:rPr>
                <w:sz w:val="22"/>
                <w:szCs w:val="22"/>
              </w:rPr>
              <w:t>Bridgestone</w:t>
            </w:r>
            <w:proofErr w:type="spellEnd"/>
            <w:r w:rsidRPr="00E17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E177A7">
              <w:rPr>
                <w:sz w:val="22"/>
                <w:szCs w:val="22"/>
              </w:rPr>
              <w:t>лето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CD2251" w:rsidRDefault="00F84743" w:rsidP="002B1014">
            <w:pPr>
              <w:jc w:val="center"/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B61DDD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8C355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E177A7" w:rsidRDefault="00F84743" w:rsidP="008701CB">
            <w:r w:rsidRPr="00E177A7">
              <w:rPr>
                <w:sz w:val="22"/>
                <w:szCs w:val="22"/>
              </w:rPr>
              <w:t xml:space="preserve">285/60R18 </w:t>
            </w:r>
            <w:proofErr w:type="spellStart"/>
            <w:r w:rsidRPr="00E177A7">
              <w:rPr>
                <w:sz w:val="22"/>
                <w:szCs w:val="22"/>
              </w:rPr>
              <w:t>Bridgestone</w:t>
            </w:r>
            <w:proofErr w:type="spellEnd"/>
            <w:r w:rsidRPr="00E17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E177A7">
              <w:rPr>
                <w:sz w:val="22"/>
                <w:szCs w:val="22"/>
              </w:rPr>
              <w:t>зима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Default="00F84743" w:rsidP="002B1014">
            <w:pPr>
              <w:jc w:val="center"/>
              <w:rPr>
                <w:b/>
                <w:i/>
                <w:color w:val="000000"/>
                <w:sz w:val="21"/>
                <w:szCs w:val="21"/>
                <w:lang w:val="en-U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B61DDD">
            <w:pPr>
              <w:rPr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5277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>
            <w:r w:rsidRPr="008C355A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E177A7" w:rsidRDefault="00F84743" w:rsidP="008701CB">
            <w:r w:rsidRPr="00E177A7">
              <w:rPr>
                <w:sz w:val="22"/>
                <w:szCs w:val="22"/>
              </w:rPr>
              <w:t xml:space="preserve">265/60Р18 </w:t>
            </w:r>
            <w:proofErr w:type="spellStart"/>
            <w:r w:rsidRPr="00E177A7">
              <w:rPr>
                <w:sz w:val="22"/>
                <w:szCs w:val="22"/>
              </w:rPr>
              <w:t>Hankook</w:t>
            </w:r>
            <w:proofErr w:type="spellEnd"/>
            <w:r w:rsidRPr="00E177A7">
              <w:rPr>
                <w:sz w:val="22"/>
                <w:szCs w:val="22"/>
              </w:rPr>
              <w:t xml:space="preserve"> RW-11 (зима) 110Т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2D18C5" w:rsidRDefault="00F84743" w:rsidP="008701CB">
            <w:pPr>
              <w:rPr>
                <w:lang w:val="de-DE"/>
              </w:rPr>
            </w:pPr>
            <w:r w:rsidRPr="001779A5">
              <w:rPr>
                <w:sz w:val="22"/>
                <w:szCs w:val="22"/>
                <w:lang w:val="de-DE"/>
              </w:rPr>
              <w:t xml:space="preserve">265/60 R18 Yokohama </w:t>
            </w:r>
            <w:proofErr w:type="spellStart"/>
            <w:r w:rsidRPr="001779A5">
              <w:rPr>
                <w:sz w:val="22"/>
                <w:szCs w:val="22"/>
                <w:lang w:val="de-DE"/>
              </w:rPr>
              <w:t>Geolandar</w:t>
            </w:r>
            <w:proofErr w:type="spellEnd"/>
            <w:r w:rsidRPr="001779A5">
              <w:rPr>
                <w:sz w:val="22"/>
                <w:szCs w:val="22"/>
                <w:lang w:val="de-DE"/>
              </w:rPr>
              <w:t xml:space="preserve"> H/T G038G</w:t>
            </w:r>
            <w:r w:rsidRPr="002D18C5">
              <w:rPr>
                <w:sz w:val="22"/>
                <w:szCs w:val="22"/>
                <w:lang w:val="de-DE"/>
              </w:rPr>
              <w:t xml:space="preserve"> (</w:t>
            </w:r>
            <w:r>
              <w:rPr>
                <w:sz w:val="22"/>
                <w:szCs w:val="22"/>
              </w:rPr>
              <w:t>лето</w:t>
            </w:r>
            <w:r w:rsidRPr="002D18C5">
              <w:rPr>
                <w:sz w:val="22"/>
                <w:szCs w:val="22"/>
                <w:lang w:val="de-DE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8F3F24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516C9B" w:rsidRDefault="00F84743" w:rsidP="008701CB">
            <w:pPr>
              <w:rPr>
                <w:lang w:val="en-US"/>
              </w:rPr>
            </w:pPr>
            <w:r w:rsidRPr="00516C9B">
              <w:rPr>
                <w:sz w:val="22"/>
                <w:szCs w:val="22"/>
                <w:lang w:val="en-US"/>
              </w:rPr>
              <w:t>265/70R16 112</w:t>
            </w:r>
            <w:r w:rsidRPr="001779A5">
              <w:rPr>
                <w:sz w:val="22"/>
                <w:szCs w:val="22"/>
              </w:rPr>
              <w:t>Н</w:t>
            </w:r>
            <w:r w:rsidRPr="00516C9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Wrangler Good Year 112H HP </w:t>
            </w:r>
            <w:r w:rsidRPr="00516C9B"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лето</w:t>
            </w:r>
            <w:r w:rsidRPr="00516C9B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 w:rsidRPr="001779A5">
              <w:rPr>
                <w:sz w:val="22"/>
                <w:szCs w:val="22"/>
                <w:lang w:val="en-US"/>
              </w:rPr>
              <w:t>5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Pr="00480CA8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2D18C5" w:rsidRDefault="00F84743" w:rsidP="008701CB">
            <w:r w:rsidRPr="001779A5">
              <w:rPr>
                <w:sz w:val="22"/>
                <w:szCs w:val="22"/>
                <w:lang w:val="en-US"/>
              </w:rPr>
              <w:t xml:space="preserve">205/65 R15 94H  GOODYEAR </w:t>
            </w:r>
            <w:r>
              <w:rPr>
                <w:sz w:val="22"/>
                <w:szCs w:val="22"/>
              </w:rPr>
              <w:t>(лето)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 w:rsidRPr="001779A5">
              <w:rPr>
                <w:sz w:val="22"/>
                <w:szCs w:val="22"/>
                <w:lang w:val="en-US"/>
              </w:rPr>
              <w:t>4</w:t>
            </w:r>
          </w:p>
        </w:tc>
      </w:tr>
      <w:tr w:rsidR="00F84743" w:rsidRPr="006C02D0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DA29E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F84743" w:rsidRDefault="00F84743" w:rsidP="0052054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6C02D0" w:rsidRDefault="00F84743" w:rsidP="008701CB">
            <w:pPr>
              <w:rPr>
                <w:lang w:val="es-ES"/>
              </w:rPr>
            </w:pPr>
            <w:r w:rsidRPr="006C02D0">
              <w:rPr>
                <w:sz w:val="22"/>
                <w:szCs w:val="22"/>
                <w:lang w:val="es-ES"/>
              </w:rPr>
              <w:t>235/75 R15 108Q LATITUDE X-ice Ex Lo Michelin (</w:t>
            </w:r>
            <w:r>
              <w:rPr>
                <w:sz w:val="22"/>
                <w:szCs w:val="22"/>
              </w:rPr>
              <w:t>зима</w:t>
            </w:r>
            <w:r w:rsidRPr="006C02D0">
              <w:rPr>
                <w:sz w:val="22"/>
                <w:szCs w:val="22"/>
                <w:lang w:val="es-ES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6C02D0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6C02D0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F84743" w:rsidRPr="001779A5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Pr="00480CA8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pPr>
              <w:rPr>
                <w:lang w:val="en-US"/>
              </w:rPr>
            </w:pPr>
            <w:r w:rsidRPr="002B326E">
              <w:rPr>
                <w:sz w:val="22"/>
                <w:szCs w:val="22"/>
              </w:rPr>
              <w:t>Автошина</w:t>
            </w:r>
            <w:r w:rsidRPr="002B326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r w:rsidRPr="001779A5">
              <w:rPr>
                <w:sz w:val="22"/>
                <w:szCs w:val="22"/>
              </w:rPr>
              <w:t>265/70 R16 TRIANGLE TR258</w:t>
            </w:r>
            <w:r>
              <w:rPr>
                <w:sz w:val="22"/>
                <w:szCs w:val="22"/>
              </w:rPr>
              <w:t xml:space="preserve"> (всесезонная)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</w:pPr>
            <w:proofErr w:type="spellStart"/>
            <w:r w:rsidRPr="001779A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1779A5" w:rsidRDefault="00F84743" w:rsidP="008701CB">
            <w:pPr>
              <w:jc w:val="center"/>
              <w:rPr>
                <w:lang w:val="en-US"/>
              </w:rPr>
            </w:pPr>
            <w:r w:rsidRPr="001779A5">
              <w:rPr>
                <w:sz w:val="22"/>
                <w:szCs w:val="22"/>
                <w:lang w:val="en-US"/>
              </w:rPr>
              <w:t>40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Pr="002B326E" w:rsidRDefault="00F84743" w:rsidP="002B326E">
            <w:r w:rsidRPr="002B326E">
              <w:rPr>
                <w:sz w:val="22"/>
                <w:szCs w:val="22"/>
              </w:rPr>
              <w:t>Автошина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AD1D46" w:rsidRDefault="00F84743" w:rsidP="008701CB">
            <w:r w:rsidRPr="00AD1D46">
              <w:rPr>
                <w:sz w:val="22"/>
                <w:szCs w:val="22"/>
              </w:rPr>
              <w:t>Автошина 7.00</w:t>
            </w:r>
            <w:r w:rsidRPr="00AD1D46">
              <w:rPr>
                <w:sz w:val="22"/>
                <w:szCs w:val="22"/>
                <w:lang w:val="en-US"/>
              </w:rPr>
              <w:t>R</w:t>
            </w:r>
            <w:r w:rsidRPr="00AD1D46">
              <w:rPr>
                <w:sz w:val="22"/>
                <w:szCs w:val="22"/>
              </w:rPr>
              <w:t xml:space="preserve">15  </w:t>
            </w:r>
            <w:r w:rsidRPr="00AD1D46">
              <w:rPr>
                <w:sz w:val="22"/>
                <w:szCs w:val="22"/>
                <w:lang w:val="en-US"/>
              </w:rPr>
              <w:t>PR</w:t>
            </w:r>
            <w:r w:rsidRPr="00AD1D46">
              <w:rPr>
                <w:sz w:val="22"/>
                <w:szCs w:val="22"/>
              </w:rPr>
              <w:t xml:space="preserve">10 </w:t>
            </w:r>
            <w:r w:rsidRPr="00AD1D46">
              <w:rPr>
                <w:sz w:val="22"/>
                <w:szCs w:val="22"/>
                <w:lang w:val="en-US"/>
              </w:rPr>
              <w:t>ROADSHINE</w:t>
            </w:r>
            <w:r w:rsidRPr="00AD1D46">
              <w:rPr>
                <w:sz w:val="22"/>
                <w:szCs w:val="22"/>
              </w:rPr>
              <w:t xml:space="preserve"> </w:t>
            </w:r>
            <w:r w:rsidRPr="00AD1D46">
              <w:rPr>
                <w:sz w:val="22"/>
                <w:szCs w:val="22"/>
                <w:lang w:val="en-US"/>
              </w:rPr>
              <w:t>RS</w:t>
            </w:r>
            <w:r w:rsidRPr="00AD1D46">
              <w:rPr>
                <w:sz w:val="22"/>
                <w:szCs w:val="22"/>
              </w:rPr>
              <w:t xml:space="preserve"> 905 </w:t>
            </w:r>
            <w:r>
              <w:rPr>
                <w:sz w:val="22"/>
                <w:szCs w:val="22"/>
              </w:rPr>
              <w:t>(всесезонная</w:t>
            </w:r>
            <w:r w:rsidRPr="00AD1D46">
              <w:rPr>
                <w:sz w:val="22"/>
                <w:szCs w:val="22"/>
              </w:rPr>
              <w:t>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AD1D46" w:rsidRDefault="00F84743" w:rsidP="008701CB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AD1D46" w:rsidRDefault="00F84743" w:rsidP="008701CB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AD1D46" w:rsidRDefault="00F84743" w:rsidP="00763195">
            <w:pPr>
              <w:jc w:val="both"/>
              <w:rPr>
                <w:color w:val="000000"/>
              </w:rPr>
            </w:pPr>
            <w:r w:rsidRPr="00AD1D46">
              <w:rPr>
                <w:color w:val="000000"/>
                <w:sz w:val="22"/>
                <w:szCs w:val="22"/>
              </w:rPr>
              <w:t>21*8-9 PR14 PLT328 SET ARMOUR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AD1D46" w:rsidRDefault="00F84743" w:rsidP="00763195">
            <w:pPr>
              <w:jc w:val="both"/>
              <w:rPr>
                <w:color w:val="000000"/>
              </w:rPr>
            </w:pPr>
            <w:r w:rsidRPr="00AD1D46">
              <w:rPr>
                <w:color w:val="000000"/>
                <w:sz w:val="22"/>
                <w:szCs w:val="22"/>
              </w:rPr>
              <w:t xml:space="preserve">5.00-8 8PR FL08 TT </w:t>
            </w:r>
            <w:proofErr w:type="spellStart"/>
            <w:r w:rsidRPr="00AD1D46">
              <w:rPr>
                <w:color w:val="000000"/>
                <w:sz w:val="22"/>
                <w:szCs w:val="22"/>
              </w:rPr>
              <w:t>Mitas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74598C" w:rsidRDefault="00F84743" w:rsidP="00763195">
            <w:pPr>
              <w:jc w:val="both"/>
              <w:rPr>
                <w:color w:val="000000"/>
              </w:rPr>
            </w:pPr>
            <w:r w:rsidRPr="0074598C">
              <w:rPr>
                <w:color w:val="000000"/>
                <w:sz w:val="22"/>
                <w:szCs w:val="22"/>
              </w:rPr>
              <w:t xml:space="preserve">300-15-18 PR </w:t>
            </w:r>
            <w:proofErr w:type="spellStart"/>
            <w:r w:rsidRPr="0074598C">
              <w:rPr>
                <w:color w:val="000000"/>
                <w:sz w:val="22"/>
                <w:szCs w:val="22"/>
              </w:rPr>
              <w:t>Bridgestone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AD1D46" w:rsidTr="00011ADE">
        <w:trPr>
          <w:trHeight w:val="227"/>
        </w:trPr>
        <w:tc>
          <w:tcPr>
            <w:tcW w:w="564" w:type="dxa"/>
            <w:vMerge/>
          </w:tcPr>
          <w:p w:rsidR="00F84743" w:rsidRPr="006C02D0" w:rsidRDefault="00F84743" w:rsidP="002B1014">
            <w:pPr>
              <w:jc w:val="center"/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6C02D0" w:rsidRDefault="00F84743" w:rsidP="00DA29ED">
            <w:pPr>
              <w:rPr>
                <w:b/>
                <w:i/>
                <w:sz w:val="21"/>
                <w:szCs w:val="21"/>
                <w:lang w:val="es-ES"/>
              </w:rPr>
            </w:pPr>
          </w:p>
        </w:tc>
        <w:tc>
          <w:tcPr>
            <w:tcW w:w="570" w:type="dxa"/>
          </w:tcPr>
          <w:p w:rsidR="00F84743" w:rsidRDefault="00F84743" w:rsidP="0067321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703" w:type="dxa"/>
            <w:tcMar>
              <w:left w:w="28" w:type="dxa"/>
              <w:right w:w="28" w:type="dxa"/>
            </w:tcMar>
          </w:tcPr>
          <w:p w:rsidR="00F84743" w:rsidRDefault="00F84743" w:rsidP="00763195">
            <w:r w:rsidRPr="003D4351">
              <w:rPr>
                <w:sz w:val="22"/>
                <w:szCs w:val="22"/>
              </w:rPr>
              <w:t>Автошина</w:t>
            </w:r>
            <w:r w:rsidRPr="003D435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683" w:type="dxa"/>
            <w:tcMar>
              <w:left w:w="28" w:type="dxa"/>
              <w:right w:w="28" w:type="dxa"/>
            </w:tcMar>
          </w:tcPr>
          <w:p w:rsidR="00F84743" w:rsidRPr="0074598C" w:rsidRDefault="00F84743" w:rsidP="00763195">
            <w:pPr>
              <w:jc w:val="both"/>
              <w:rPr>
                <w:color w:val="000000"/>
              </w:rPr>
            </w:pPr>
            <w:r w:rsidRPr="0074598C">
              <w:rPr>
                <w:color w:val="000000"/>
                <w:sz w:val="22"/>
                <w:szCs w:val="22"/>
              </w:rPr>
              <w:t xml:space="preserve">7.00-12 14 PR FL08 TT </w:t>
            </w:r>
            <w:proofErr w:type="spellStart"/>
            <w:r w:rsidRPr="0074598C">
              <w:rPr>
                <w:color w:val="000000"/>
                <w:sz w:val="22"/>
                <w:szCs w:val="22"/>
              </w:rPr>
              <w:t>Mitas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F84743" w:rsidRPr="000E337F" w:rsidRDefault="00D0121B" w:rsidP="00763195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К-</w:t>
            </w:r>
            <w:r w:rsidR="00F84743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Default="00F84743" w:rsidP="007631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  <w:vMerge/>
          </w:tcPr>
          <w:p w:rsidR="00F84743" w:rsidRPr="00480CA8" w:rsidRDefault="00F84743" w:rsidP="002B1014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tcMar>
              <w:left w:w="28" w:type="dxa"/>
              <w:right w:w="28" w:type="dxa"/>
            </w:tcMar>
          </w:tcPr>
          <w:p w:rsidR="00F84743" w:rsidRPr="00480CA8" w:rsidRDefault="00F84743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69" w:type="dxa"/>
            <w:gridSpan w:val="4"/>
          </w:tcPr>
          <w:p w:rsidR="00F84743" w:rsidRPr="00516C9B" w:rsidRDefault="00F84743" w:rsidP="00D9246F">
            <w:pPr>
              <w:jc w:val="center"/>
              <w:rPr>
                <w:b/>
                <w:sz w:val="21"/>
                <w:szCs w:val="21"/>
              </w:rPr>
            </w:pPr>
            <w:r w:rsidRPr="00516C9B">
              <w:rPr>
                <w:b/>
                <w:sz w:val="21"/>
                <w:szCs w:val="21"/>
              </w:rPr>
              <w:t xml:space="preserve">Итого: </w:t>
            </w:r>
          </w:p>
        </w:tc>
        <w:tc>
          <w:tcPr>
            <w:tcW w:w="710" w:type="dxa"/>
            <w:tcMar>
              <w:left w:w="28" w:type="dxa"/>
              <w:right w:w="28" w:type="dxa"/>
            </w:tcMar>
          </w:tcPr>
          <w:p w:rsidR="00F84743" w:rsidRPr="00516C9B" w:rsidRDefault="00D0121B" w:rsidP="00E114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95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1"/>
                <w:szCs w:val="21"/>
              </w:rPr>
            </w:pP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80CA8" w:rsidRDefault="00F84743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480CA8">
              <w:rPr>
                <w:b/>
                <w:bCs/>
                <w:i/>
                <w:iCs/>
                <w:sz w:val="21"/>
                <w:szCs w:val="21"/>
              </w:rPr>
              <w:t xml:space="preserve"> Отгрузочные реквизиты: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AE7922">
            <w:pPr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480CA8">
              <w:rPr>
                <w:sz w:val="21"/>
                <w:szCs w:val="21"/>
              </w:rPr>
              <w:t>ж.д</w:t>
            </w:r>
            <w:proofErr w:type="spellEnd"/>
            <w:r w:rsidRPr="00480CA8">
              <w:rPr>
                <w:sz w:val="21"/>
                <w:szCs w:val="21"/>
              </w:rPr>
              <w:t xml:space="preserve">., Код станции – 988306, Код предприятия –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480CA8">
                <w:rPr>
                  <w:sz w:val="21"/>
                  <w:szCs w:val="21"/>
                </w:rPr>
                <w:t>2452, г</w:t>
              </w:r>
            </w:smartTag>
            <w:r w:rsidRPr="00480CA8">
              <w:rPr>
                <w:sz w:val="21"/>
                <w:szCs w:val="21"/>
              </w:rPr>
              <w:t xml:space="preserve">. Уссурийск, ул. </w:t>
            </w:r>
            <w:r>
              <w:rPr>
                <w:sz w:val="21"/>
                <w:szCs w:val="21"/>
              </w:rPr>
              <w:t>Ровная</w:t>
            </w:r>
            <w:r w:rsidRPr="00480CA8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>22</w:t>
            </w:r>
            <w:r w:rsidRPr="00480CA8">
              <w:rPr>
                <w:sz w:val="21"/>
                <w:szCs w:val="21"/>
              </w:rPr>
              <w:t xml:space="preserve">, ОКПО 97053894 </w:t>
            </w:r>
          </w:p>
          <w:p w:rsidR="00F84743" w:rsidRPr="00480CA8" w:rsidRDefault="00F84743" w:rsidP="00AE7922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тел. (4234) 3</w:t>
            </w:r>
            <w:r>
              <w:rPr>
                <w:sz w:val="21"/>
                <w:szCs w:val="21"/>
              </w:rPr>
              <w:t>3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00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19</w:t>
            </w:r>
            <w:r w:rsidRPr="00480CA8">
              <w:rPr>
                <w:sz w:val="21"/>
                <w:szCs w:val="21"/>
              </w:rPr>
              <w:t>, 3</w:t>
            </w:r>
            <w:r>
              <w:rPr>
                <w:sz w:val="21"/>
                <w:szCs w:val="21"/>
              </w:rPr>
              <w:t>3</w:t>
            </w:r>
            <w:r w:rsidRPr="00480CA8">
              <w:rPr>
                <w:sz w:val="21"/>
                <w:szCs w:val="21"/>
              </w:rPr>
              <w:t>-1</w:t>
            </w:r>
            <w:r>
              <w:rPr>
                <w:sz w:val="21"/>
                <w:szCs w:val="21"/>
              </w:rPr>
              <w:t>8</w:t>
            </w:r>
            <w:r w:rsidRPr="00480CA8">
              <w:rPr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94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3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393281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B64494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B64494"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D0121B">
              <w:rPr>
                <w:b/>
                <w:bCs/>
                <w:i/>
                <w:sz w:val="21"/>
                <w:szCs w:val="21"/>
                <w:u w:val="single"/>
              </w:rPr>
              <w:t>1</w:t>
            </w:r>
            <w:r w:rsidR="00B64494">
              <w:rPr>
                <w:b/>
                <w:bCs/>
                <w:i/>
                <w:sz w:val="21"/>
                <w:szCs w:val="21"/>
                <w:u w:val="single"/>
              </w:rPr>
              <w:t>2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4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 xml:space="preserve"> с правом досрочной поставки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4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F85466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424DD8">
              <w:rPr>
                <w:b/>
                <w:i/>
                <w:sz w:val="21"/>
                <w:szCs w:val="21"/>
                <w:u w:val="single"/>
              </w:rPr>
              <w:t>данная информация должна быть отражена в коммерческом предложении участника</w:t>
            </w:r>
            <w:r w:rsidRPr="00424DD8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Продукция должна быть новой, не использованной</w:t>
            </w:r>
            <w:r>
              <w:rPr>
                <w:sz w:val="21"/>
                <w:szCs w:val="21"/>
              </w:rPr>
              <w:t xml:space="preserve">, выпущенной не ранее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sz w:val="21"/>
                  <w:szCs w:val="21"/>
                </w:rPr>
                <w:t>2013 г</w:t>
              </w:r>
            </w:smartTag>
            <w:r>
              <w:rPr>
                <w:sz w:val="21"/>
                <w:szCs w:val="21"/>
              </w:rPr>
              <w:t xml:space="preserve">. </w:t>
            </w:r>
            <w:r w:rsidRPr="00480CA8">
              <w:rPr>
                <w:sz w:val="21"/>
                <w:szCs w:val="21"/>
              </w:rPr>
              <w:t>(необходимо указать год выпуска автошины).</w:t>
            </w:r>
          </w:p>
          <w:p w:rsidR="00F84743" w:rsidRPr="006A4A1D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b/>
                <w:sz w:val="21"/>
                <w:szCs w:val="21"/>
              </w:rPr>
            </w:pPr>
            <w:r w:rsidRPr="006A4A1D">
              <w:rPr>
                <w:b/>
                <w:sz w:val="21"/>
                <w:szCs w:val="21"/>
              </w:rPr>
              <w:t xml:space="preserve">По каждой модели автошины кроме размеров шины, необходимо дополнительно отразить и расшифровать индексы нагрузки, индексы скорости указать сезонность, если имеется - </w:t>
            </w:r>
            <w:proofErr w:type="spellStart"/>
            <w:r w:rsidRPr="006A4A1D">
              <w:rPr>
                <w:b/>
                <w:sz w:val="21"/>
                <w:szCs w:val="21"/>
              </w:rPr>
              <w:t>слойность</w:t>
            </w:r>
            <w:proofErr w:type="spellEnd"/>
            <w:r w:rsidRPr="006A4A1D">
              <w:rPr>
                <w:b/>
                <w:sz w:val="21"/>
                <w:szCs w:val="21"/>
              </w:rPr>
              <w:t xml:space="preserve"> </w:t>
            </w:r>
          </w:p>
          <w:p w:rsidR="00F84743" w:rsidRPr="00E45C9F" w:rsidRDefault="00F84743" w:rsidP="00F85466">
            <w:pPr>
              <w:numPr>
                <w:ilvl w:val="0"/>
                <w:numId w:val="28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E45C9F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F84743" w:rsidRPr="00DB1CEF" w:rsidRDefault="00F84743" w:rsidP="00F85466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DB1CEF">
              <w:rPr>
                <w:i/>
                <w:sz w:val="16"/>
                <w:szCs w:val="16"/>
              </w:rPr>
              <w:t>измер</w:t>
            </w:r>
            <w:proofErr w:type="spellEnd"/>
            <w:r w:rsidRPr="00DB1CEF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F84743" w:rsidRPr="00DB1CEF" w:rsidRDefault="00F84743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DB1CEF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DB1CEF">
              <w:rPr>
                <w:i/>
                <w:sz w:val="16"/>
                <w:szCs w:val="16"/>
              </w:rPr>
              <w:t>измер</w:t>
            </w:r>
            <w:proofErr w:type="spellEnd"/>
            <w:r w:rsidRPr="00DB1CEF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F84743" w:rsidRPr="00DB1CEF" w:rsidRDefault="00F84743" w:rsidP="00F85466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DB1CEF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F84743" w:rsidRPr="00586380" w:rsidRDefault="00F84743" w:rsidP="00F85466">
            <w:pPr>
              <w:pStyle w:val="a6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Pr="00480CA8">
              <w:rPr>
                <w:sz w:val="21"/>
                <w:szCs w:val="21"/>
              </w:rPr>
              <w:t xml:space="preserve">. В некоторых случаях допускается замена модели автошины на аналогичную (индексы нагрузки и скорости, конструкция и </w:t>
            </w:r>
            <w:proofErr w:type="spellStart"/>
            <w:r w:rsidRPr="00480CA8">
              <w:rPr>
                <w:sz w:val="21"/>
                <w:szCs w:val="21"/>
              </w:rPr>
              <w:t>слойность</w:t>
            </w:r>
            <w:proofErr w:type="spellEnd"/>
            <w:r w:rsidRPr="00480CA8">
              <w:rPr>
                <w:sz w:val="21"/>
                <w:szCs w:val="21"/>
              </w:rPr>
              <w:t xml:space="preserve"> в этом случае не должны быть ниже). </w:t>
            </w:r>
          </w:p>
        </w:tc>
      </w:tr>
      <w:tr w:rsidR="00F84743" w:rsidRPr="008F3F24" w:rsidTr="003D4122">
        <w:trPr>
          <w:trHeight w:val="227"/>
        </w:trPr>
        <w:tc>
          <w:tcPr>
            <w:tcW w:w="9925" w:type="dxa"/>
            <w:gridSpan w:val="7"/>
          </w:tcPr>
          <w:p w:rsidR="00F84743" w:rsidRPr="006A4A1D" w:rsidRDefault="00F84743" w:rsidP="002B1014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Оценочные критерии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6A4A1D" w:rsidRDefault="00F84743" w:rsidP="003A7761">
            <w:pPr>
              <w:rPr>
                <w:b/>
                <w:i/>
                <w:sz w:val="21"/>
                <w:szCs w:val="21"/>
              </w:rPr>
            </w:pPr>
            <w:r w:rsidRPr="006A4A1D">
              <w:rPr>
                <w:b/>
                <w:i/>
                <w:sz w:val="21"/>
                <w:szCs w:val="21"/>
              </w:rPr>
              <w:t>Количество аналогов автошин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3A7761">
            <w:pPr>
              <w:jc w:val="both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Техническое предложение, содержащее наименьшее количество аналогов, получит наибольшее количество баллов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pStyle w:val="ac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Требования к </w:t>
            </w:r>
            <w:proofErr w:type="gramStart"/>
            <w:r w:rsidRPr="00424DD8">
              <w:rPr>
                <w:b/>
                <w:i/>
                <w:sz w:val="21"/>
                <w:szCs w:val="21"/>
              </w:rPr>
              <w:lastRenderedPageBreak/>
              <w:t>гарантийным</w:t>
            </w:r>
            <w:proofErr w:type="gramEnd"/>
            <w:r w:rsidRPr="00424DD8">
              <w:rPr>
                <w:b/>
                <w:i/>
                <w:sz w:val="21"/>
                <w:szCs w:val="21"/>
              </w:rPr>
              <w:t xml:space="preserve"> </w:t>
            </w:r>
          </w:p>
          <w:p w:rsidR="00F84743" w:rsidRPr="00424DD8" w:rsidRDefault="00F84743" w:rsidP="00EE0C8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 xml:space="preserve">обязательствам: 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EE0C8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lastRenderedPageBreak/>
              <w:t xml:space="preserve">Гарантия на поставляемую продукцию должна быть не менее 12 месяцев со </w:t>
            </w:r>
            <w:r w:rsidRPr="006A4A1D">
              <w:rPr>
                <w:sz w:val="21"/>
                <w:szCs w:val="21"/>
              </w:rPr>
              <w:lastRenderedPageBreak/>
              <w:t>дня ввода в эксплуатацию. Гарантийные обязательства являются отборочно-оценочным критерием. Максимальное количество баллов получит участник, предусмотревший максимальный гарантийный срок.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7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6E70A5">
            <w:pPr>
              <w:pStyle w:val="a6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6A4A1D">
            <w:pPr>
              <w:pStyle w:val="a6"/>
              <w:spacing w:before="0" w:line="240" w:lineRule="auto"/>
              <w:rPr>
                <w:sz w:val="21"/>
                <w:szCs w:val="21"/>
              </w:rPr>
            </w:pPr>
            <w:r w:rsidRPr="00480CA8">
              <w:rPr>
                <w:sz w:val="21"/>
                <w:szCs w:val="21"/>
              </w:rPr>
              <w:t>В предложении должн</w:t>
            </w:r>
            <w:r>
              <w:rPr>
                <w:sz w:val="21"/>
                <w:szCs w:val="21"/>
              </w:rPr>
              <w:t>ы</w:t>
            </w:r>
            <w:r w:rsidRPr="00480CA8">
              <w:rPr>
                <w:sz w:val="21"/>
                <w:szCs w:val="21"/>
              </w:rPr>
              <w:t xml:space="preserve"> быть приложен</w:t>
            </w:r>
            <w:r>
              <w:rPr>
                <w:sz w:val="21"/>
                <w:szCs w:val="21"/>
              </w:rPr>
              <w:t>ы копии</w:t>
            </w:r>
            <w:r w:rsidRPr="00480CA8">
              <w:rPr>
                <w:sz w:val="21"/>
                <w:szCs w:val="21"/>
              </w:rPr>
              <w:t xml:space="preserve"> сертификатов соответствия и</w:t>
            </w:r>
            <w:r>
              <w:rPr>
                <w:sz w:val="21"/>
                <w:szCs w:val="21"/>
              </w:rPr>
              <w:t>/или</w:t>
            </w:r>
            <w:r w:rsidRPr="00480CA8">
              <w:rPr>
                <w:sz w:val="21"/>
                <w:szCs w:val="21"/>
              </w:rPr>
              <w:t xml:space="preserve"> кач</w:t>
            </w:r>
            <w:r>
              <w:rPr>
                <w:sz w:val="21"/>
                <w:szCs w:val="21"/>
              </w:rPr>
              <w:t>ества на предлагаемую продукцию.</w:t>
            </w:r>
            <w:r w:rsidRPr="00480CA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Наименьшее количество баллов получит участник, не приложивший указанные документы</w:t>
            </w:r>
          </w:p>
        </w:tc>
      </w:tr>
      <w:tr w:rsidR="00F84743" w:rsidRPr="008F3F24" w:rsidTr="00011ADE">
        <w:trPr>
          <w:trHeight w:val="227"/>
        </w:trPr>
        <w:tc>
          <w:tcPr>
            <w:tcW w:w="564" w:type="dxa"/>
          </w:tcPr>
          <w:p w:rsidR="00F84743" w:rsidRPr="00A25E3C" w:rsidRDefault="00C3121E" w:rsidP="002B1014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tcMar>
              <w:left w:w="28" w:type="dxa"/>
              <w:right w:w="28" w:type="dxa"/>
            </w:tcMar>
          </w:tcPr>
          <w:p w:rsidR="00F84743" w:rsidRPr="00424DD8" w:rsidRDefault="00F84743" w:rsidP="00F659B5">
            <w:pPr>
              <w:rPr>
                <w:b/>
                <w:i/>
                <w:sz w:val="21"/>
                <w:szCs w:val="21"/>
              </w:rPr>
            </w:pPr>
            <w:r w:rsidRPr="00424DD8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79" w:type="dxa"/>
            <w:gridSpan w:val="5"/>
          </w:tcPr>
          <w:p w:rsidR="00F84743" w:rsidRPr="00480CA8" w:rsidRDefault="00F84743" w:rsidP="00F659B5">
            <w:pPr>
              <w:jc w:val="both"/>
              <w:rPr>
                <w:bCs/>
                <w:sz w:val="21"/>
                <w:szCs w:val="21"/>
              </w:rPr>
            </w:pPr>
            <w:r w:rsidRPr="00480CA8">
              <w:rPr>
                <w:bCs/>
                <w:sz w:val="21"/>
                <w:szCs w:val="21"/>
              </w:rPr>
              <w:t xml:space="preserve">Отсрочка платежа 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B64494"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</w:t>
            </w:r>
            <w:r w:rsidR="00B64494">
              <w:rPr>
                <w:b/>
                <w:bCs/>
                <w:i/>
                <w:sz w:val="21"/>
                <w:szCs w:val="21"/>
                <w:u w:val="single"/>
              </w:rPr>
              <w:t>01</w:t>
            </w:r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>.201</w:t>
            </w:r>
            <w:r w:rsidR="00B64494">
              <w:rPr>
                <w:b/>
                <w:bCs/>
                <w:i/>
                <w:sz w:val="21"/>
                <w:szCs w:val="21"/>
                <w:u w:val="single"/>
              </w:rPr>
              <w:t>5</w:t>
            </w:r>
            <w:bookmarkStart w:id="0" w:name="_GoBack"/>
            <w:bookmarkEnd w:id="0"/>
            <w:r w:rsidRPr="00480CA8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480CA8">
              <w:rPr>
                <w:bCs/>
                <w:sz w:val="21"/>
                <w:szCs w:val="21"/>
              </w:rPr>
              <w:t xml:space="preserve">  </w:t>
            </w:r>
          </w:p>
          <w:p w:rsidR="00F84743" w:rsidRPr="006A4A1D" w:rsidRDefault="00F84743" w:rsidP="00F659B5">
            <w:pPr>
              <w:jc w:val="both"/>
              <w:rPr>
                <w:sz w:val="21"/>
                <w:szCs w:val="21"/>
              </w:rPr>
            </w:pPr>
            <w:r w:rsidRPr="006A4A1D">
              <w:rPr>
                <w:sz w:val="21"/>
                <w:szCs w:val="21"/>
              </w:rPr>
              <w:t>Наименьшее количество баллов получит участник не предусмотревший отсрочку платежа</w:t>
            </w:r>
          </w:p>
        </w:tc>
      </w:tr>
    </w:tbl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p w:rsidR="00D0121B" w:rsidRDefault="00D0121B" w:rsidP="005E39C2">
      <w:pPr>
        <w:pStyle w:val="a8"/>
        <w:jc w:val="left"/>
        <w:rPr>
          <w:b/>
          <w:bCs/>
          <w:sz w:val="26"/>
        </w:rPr>
      </w:pPr>
    </w:p>
    <w:p w:rsidR="00C3121E" w:rsidRDefault="00C3121E" w:rsidP="005E39C2">
      <w:pPr>
        <w:pStyle w:val="a8"/>
        <w:jc w:val="left"/>
        <w:rPr>
          <w:b/>
          <w:bCs/>
          <w:sz w:val="26"/>
        </w:rPr>
      </w:pPr>
    </w:p>
    <w:p w:rsidR="00D0121B" w:rsidRDefault="00D0121B" w:rsidP="005E39C2">
      <w:pPr>
        <w:pStyle w:val="a8"/>
        <w:jc w:val="left"/>
        <w:rPr>
          <w:b/>
          <w:bCs/>
          <w:sz w:val="26"/>
        </w:rPr>
      </w:pPr>
    </w:p>
    <w:p w:rsidR="00D0121B" w:rsidRDefault="00D0121B" w:rsidP="00D0121B">
      <w:pPr>
        <w:tabs>
          <w:tab w:val="left" w:pos="5685"/>
          <w:tab w:val="right" w:pos="9922"/>
        </w:tabs>
        <w:rPr>
          <w:b/>
          <w:i/>
        </w:rPr>
      </w:pPr>
    </w:p>
    <w:p w:rsidR="00D0121B" w:rsidRPr="0044295B" w:rsidRDefault="00D0121B" w:rsidP="00D0121B">
      <w:pPr>
        <w:rPr>
          <w:b/>
          <w:i/>
          <w:color w:val="000000"/>
        </w:rPr>
      </w:pPr>
      <w:r w:rsidRPr="0044295B">
        <w:rPr>
          <w:b/>
          <w:i/>
          <w:color w:val="000000"/>
        </w:rPr>
        <w:t>Начальник транспортной службы</w:t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r w:rsidRPr="0044295B">
        <w:rPr>
          <w:b/>
          <w:i/>
          <w:color w:val="000000"/>
        </w:rPr>
        <w:tab/>
      </w:r>
      <w:proofErr w:type="spellStart"/>
      <w:r w:rsidR="00C3121E" w:rsidRPr="0044295B">
        <w:rPr>
          <w:b/>
          <w:i/>
          <w:color w:val="000000"/>
        </w:rPr>
        <w:t>А.Г.</w:t>
      </w:r>
      <w:r w:rsidRPr="0044295B">
        <w:rPr>
          <w:b/>
          <w:i/>
          <w:color w:val="000000"/>
        </w:rPr>
        <w:t>Шахрай</w:t>
      </w:r>
      <w:proofErr w:type="spellEnd"/>
      <w:r w:rsidRPr="0044295B">
        <w:rPr>
          <w:b/>
          <w:i/>
          <w:color w:val="000000"/>
        </w:rPr>
        <w:t xml:space="preserve"> </w:t>
      </w: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C3121E" w:rsidRDefault="00C3121E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Default="00D0121B" w:rsidP="00D0121B">
      <w:pPr>
        <w:rPr>
          <w:color w:val="000000"/>
          <w:sz w:val="20"/>
          <w:szCs w:val="20"/>
        </w:rPr>
      </w:pPr>
    </w:p>
    <w:p w:rsidR="00D0121B" w:rsidRPr="00765DF7" w:rsidRDefault="00D0121B" w:rsidP="00D0121B">
      <w:pPr>
        <w:rPr>
          <w:color w:val="000000"/>
          <w:sz w:val="20"/>
          <w:szCs w:val="20"/>
        </w:rPr>
      </w:pPr>
      <w:r w:rsidRPr="00765DF7">
        <w:rPr>
          <w:color w:val="000000"/>
          <w:sz w:val="20"/>
          <w:szCs w:val="20"/>
        </w:rPr>
        <w:t xml:space="preserve">Исп. </w:t>
      </w:r>
      <w:r>
        <w:rPr>
          <w:color w:val="000000"/>
          <w:sz w:val="20"/>
          <w:szCs w:val="20"/>
        </w:rPr>
        <w:t>Гиберт С.Н.</w:t>
      </w:r>
    </w:p>
    <w:p w:rsidR="00D0121B" w:rsidRPr="00E315BC" w:rsidRDefault="00B64494" w:rsidP="00D0121B">
      <w:pPr>
        <w:rPr>
          <w:color w:val="000000"/>
          <w:sz w:val="20"/>
          <w:szCs w:val="20"/>
        </w:rPr>
      </w:pPr>
      <w:hyperlink r:id="rId8" w:history="1"/>
      <w:r w:rsidR="00D0121B">
        <w:rPr>
          <w:color w:val="000000"/>
          <w:sz w:val="20"/>
          <w:szCs w:val="20"/>
        </w:rPr>
        <w:t>Тел</w:t>
      </w:r>
      <w:r w:rsidR="00D0121B" w:rsidRPr="00E315BC">
        <w:rPr>
          <w:color w:val="000000"/>
          <w:sz w:val="20"/>
          <w:szCs w:val="20"/>
        </w:rPr>
        <w:t xml:space="preserve">. 8 (4162) 397-167 </w:t>
      </w:r>
    </w:p>
    <w:p w:rsidR="00D0121B" w:rsidRPr="00730055" w:rsidRDefault="00D0121B" w:rsidP="00D0121B">
      <w:pPr>
        <w:rPr>
          <w:lang w:val="en-US"/>
        </w:rPr>
      </w:pPr>
      <w:r w:rsidRPr="00765DF7">
        <w:rPr>
          <w:color w:val="000000"/>
          <w:sz w:val="20"/>
          <w:szCs w:val="20"/>
          <w:lang w:val="en-US"/>
        </w:rPr>
        <w:t>E</w:t>
      </w:r>
      <w:r w:rsidRPr="00FF75A5">
        <w:rPr>
          <w:color w:val="000000"/>
          <w:sz w:val="20"/>
          <w:szCs w:val="20"/>
          <w:lang w:val="en-US"/>
        </w:rPr>
        <w:t>-</w:t>
      </w:r>
      <w:r w:rsidRPr="00765DF7">
        <w:rPr>
          <w:color w:val="000000"/>
          <w:sz w:val="20"/>
          <w:szCs w:val="20"/>
          <w:lang w:val="en-US"/>
        </w:rPr>
        <w:t>mail</w:t>
      </w:r>
      <w:r w:rsidRPr="00FF75A5">
        <w:rPr>
          <w:color w:val="000000"/>
          <w:sz w:val="20"/>
          <w:szCs w:val="20"/>
          <w:lang w:val="en-US"/>
        </w:rPr>
        <w:t xml:space="preserve">: </w:t>
      </w:r>
      <w:hyperlink r:id="rId9" w:history="1">
        <w:r w:rsidRPr="001177EC">
          <w:rPr>
            <w:rStyle w:val="a5"/>
            <w:sz w:val="20"/>
            <w:szCs w:val="20"/>
            <w:lang w:val="en-US"/>
          </w:rPr>
          <w:t>transport</w:t>
        </w:r>
        <w:r w:rsidRPr="00410D42">
          <w:rPr>
            <w:rStyle w:val="a5"/>
            <w:sz w:val="20"/>
            <w:szCs w:val="20"/>
            <w:lang w:val="en-US"/>
          </w:rPr>
          <w:t>2@</w:t>
        </w:r>
        <w:r w:rsidRPr="001177EC">
          <w:rPr>
            <w:rStyle w:val="a5"/>
            <w:sz w:val="20"/>
            <w:szCs w:val="20"/>
            <w:lang w:val="en-US"/>
          </w:rPr>
          <w:t>drsk</w:t>
        </w:r>
        <w:r w:rsidRPr="00410D42">
          <w:rPr>
            <w:rStyle w:val="a5"/>
            <w:sz w:val="20"/>
            <w:szCs w:val="20"/>
            <w:lang w:val="en-US"/>
          </w:rPr>
          <w:t>.</w:t>
        </w:r>
        <w:r w:rsidRPr="001177EC">
          <w:rPr>
            <w:rStyle w:val="a5"/>
            <w:sz w:val="20"/>
            <w:szCs w:val="20"/>
            <w:lang w:val="en-US"/>
          </w:rPr>
          <w:t>ru</w:t>
        </w:r>
      </w:hyperlink>
      <w:r>
        <w:rPr>
          <w:color w:val="000000"/>
          <w:sz w:val="20"/>
          <w:szCs w:val="20"/>
        </w:rPr>
        <w:t xml:space="preserve"> </w:t>
      </w:r>
    </w:p>
    <w:p w:rsidR="00F84743" w:rsidRDefault="00F84743" w:rsidP="005E39C2">
      <w:pPr>
        <w:pStyle w:val="a8"/>
        <w:jc w:val="left"/>
        <w:rPr>
          <w:b/>
          <w:bCs/>
          <w:sz w:val="26"/>
        </w:rPr>
      </w:pPr>
    </w:p>
    <w:sectPr w:rsidR="00F84743" w:rsidSect="00AC494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FA8F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538"/>
    <w:rsid w:val="0000661C"/>
    <w:rsid w:val="00011ADE"/>
    <w:rsid w:val="0001601F"/>
    <w:rsid w:val="000323D8"/>
    <w:rsid w:val="00032C4F"/>
    <w:rsid w:val="000358D5"/>
    <w:rsid w:val="00037432"/>
    <w:rsid w:val="00042067"/>
    <w:rsid w:val="00044C33"/>
    <w:rsid w:val="0004650F"/>
    <w:rsid w:val="000466D5"/>
    <w:rsid w:val="00075231"/>
    <w:rsid w:val="00080785"/>
    <w:rsid w:val="00081E19"/>
    <w:rsid w:val="000B224B"/>
    <w:rsid w:val="000C58D7"/>
    <w:rsid w:val="000E337F"/>
    <w:rsid w:val="000F1FE2"/>
    <w:rsid w:val="000F746E"/>
    <w:rsid w:val="00102121"/>
    <w:rsid w:val="001121FE"/>
    <w:rsid w:val="00114150"/>
    <w:rsid w:val="00115003"/>
    <w:rsid w:val="00127196"/>
    <w:rsid w:val="00136BE1"/>
    <w:rsid w:val="00144C91"/>
    <w:rsid w:val="00147C82"/>
    <w:rsid w:val="00155F34"/>
    <w:rsid w:val="001710FA"/>
    <w:rsid w:val="001779A5"/>
    <w:rsid w:val="00180AC6"/>
    <w:rsid w:val="00180C1C"/>
    <w:rsid w:val="001877EA"/>
    <w:rsid w:val="001905B1"/>
    <w:rsid w:val="001B3C6D"/>
    <w:rsid w:val="001B59A5"/>
    <w:rsid w:val="001C3F00"/>
    <w:rsid w:val="001E6849"/>
    <w:rsid w:val="001F280A"/>
    <w:rsid w:val="001F7AA2"/>
    <w:rsid w:val="002143D5"/>
    <w:rsid w:val="00214645"/>
    <w:rsid w:val="00214C22"/>
    <w:rsid w:val="002426C3"/>
    <w:rsid w:val="00242F23"/>
    <w:rsid w:val="00261590"/>
    <w:rsid w:val="00261F64"/>
    <w:rsid w:val="002670E9"/>
    <w:rsid w:val="00271E66"/>
    <w:rsid w:val="00290BAC"/>
    <w:rsid w:val="002B1014"/>
    <w:rsid w:val="002B14B7"/>
    <w:rsid w:val="002B326E"/>
    <w:rsid w:val="002C15A3"/>
    <w:rsid w:val="002C6BCA"/>
    <w:rsid w:val="002C7EED"/>
    <w:rsid w:val="002D1254"/>
    <w:rsid w:val="002D18C5"/>
    <w:rsid w:val="002D358C"/>
    <w:rsid w:val="002E4D5F"/>
    <w:rsid w:val="002E6E7F"/>
    <w:rsid w:val="002F797F"/>
    <w:rsid w:val="00321F6E"/>
    <w:rsid w:val="00322E48"/>
    <w:rsid w:val="00323FA9"/>
    <w:rsid w:val="00333C97"/>
    <w:rsid w:val="003511BE"/>
    <w:rsid w:val="00351EA7"/>
    <w:rsid w:val="00363043"/>
    <w:rsid w:val="0036392B"/>
    <w:rsid w:val="00366125"/>
    <w:rsid w:val="003673DC"/>
    <w:rsid w:val="00373283"/>
    <w:rsid w:val="003760E3"/>
    <w:rsid w:val="003810F5"/>
    <w:rsid w:val="00381C59"/>
    <w:rsid w:val="00387E05"/>
    <w:rsid w:val="00393281"/>
    <w:rsid w:val="003A7761"/>
    <w:rsid w:val="003B0EF5"/>
    <w:rsid w:val="003B1E3C"/>
    <w:rsid w:val="003B3EC7"/>
    <w:rsid w:val="003C1763"/>
    <w:rsid w:val="003D1CD8"/>
    <w:rsid w:val="003D4122"/>
    <w:rsid w:val="003D4351"/>
    <w:rsid w:val="003E33CC"/>
    <w:rsid w:val="003F104A"/>
    <w:rsid w:val="003F7875"/>
    <w:rsid w:val="004026BD"/>
    <w:rsid w:val="0040396B"/>
    <w:rsid w:val="0042227D"/>
    <w:rsid w:val="00424DD8"/>
    <w:rsid w:val="00433C3D"/>
    <w:rsid w:val="0044792A"/>
    <w:rsid w:val="00450E59"/>
    <w:rsid w:val="00461D64"/>
    <w:rsid w:val="00475BC6"/>
    <w:rsid w:val="00476EFB"/>
    <w:rsid w:val="00480CA8"/>
    <w:rsid w:val="00483C89"/>
    <w:rsid w:val="00486E3B"/>
    <w:rsid w:val="004955D1"/>
    <w:rsid w:val="0049603F"/>
    <w:rsid w:val="00497A91"/>
    <w:rsid w:val="004B1B59"/>
    <w:rsid w:val="004B2847"/>
    <w:rsid w:val="004B6F71"/>
    <w:rsid w:val="004F0E6C"/>
    <w:rsid w:val="004F5480"/>
    <w:rsid w:val="004F6453"/>
    <w:rsid w:val="00511DBD"/>
    <w:rsid w:val="00515B10"/>
    <w:rsid w:val="00516C9B"/>
    <w:rsid w:val="00517D4D"/>
    <w:rsid w:val="00520546"/>
    <w:rsid w:val="00527975"/>
    <w:rsid w:val="00541CD0"/>
    <w:rsid w:val="00577EA0"/>
    <w:rsid w:val="00583E6C"/>
    <w:rsid w:val="00586380"/>
    <w:rsid w:val="005A5857"/>
    <w:rsid w:val="005B15C1"/>
    <w:rsid w:val="005C6511"/>
    <w:rsid w:val="005D40E3"/>
    <w:rsid w:val="005E39C2"/>
    <w:rsid w:val="005F1485"/>
    <w:rsid w:val="006243A0"/>
    <w:rsid w:val="00627605"/>
    <w:rsid w:val="0063135F"/>
    <w:rsid w:val="006466BB"/>
    <w:rsid w:val="006542E2"/>
    <w:rsid w:val="006703A2"/>
    <w:rsid w:val="006713F9"/>
    <w:rsid w:val="0067321D"/>
    <w:rsid w:val="00686E42"/>
    <w:rsid w:val="006A4A1D"/>
    <w:rsid w:val="006A5D65"/>
    <w:rsid w:val="006C02D0"/>
    <w:rsid w:val="006D5DFA"/>
    <w:rsid w:val="006E33D9"/>
    <w:rsid w:val="006E70A5"/>
    <w:rsid w:val="00703B19"/>
    <w:rsid w:val="00704413"/>
    <w:rsid w:val="0072134C"/>
    <w:rsid w:val="0072409A"/>
    <w:rsid w:val="00726FB1"/>
    <w:rsid w:val="00730A44"/>
    <w:rsid w:val="0073414F"/>
    <w:rsid w:val="00736994"/>
    <w:rsid w:val="0074136B"/>
    <w:rsid w:val="0074598C"/>
    <w:rsid w:val="00752981"/>
    <w:rsid w:val="0075339D"/>
    <w:rsid w:val="00757739"/>
    <w:rsid w:val="00763195"/>
    <w:rsid w:val="007835BB"/>
    <w:rsid w:val="00792857"/>
    <w:rsid w:val="007A70AD"/>
    <w:rsid w:val="007B3365"/>
    <w:rsid w:val="007B5860"/>
    <w:rsid w:val="007D19BF"/>
    <w:rsid w:val="007D2C4B"/>
    <w:rsid w:val="007D3038"/>
    <w:rsid w:val="007E55E8"/>
    <w:rsid w:val="00806ADD"/>
    <w:rsid w:val="00824B77"/>
    <w:rsid w:val="00841B69"/>
    <w:rsid w:val="00843638"/>
    <w:rsid w:val="0085043E"/>
    <w:rsid w:val="00852774"/>
    <w:rsid w:val="00856021"/>
    <w:rsid w:val="0086298F"/>
    <w:rsid w:val="008646FC"/>
    <w:rsid w:val="00864DBE"/>
    <w:rsid w:val="008701CB"/>
    <w:rsid w:val="00871A6E"/>
    <w:rsid w:val="00881347"/>
    <w:rsid w:val="00886E2B"/>
    <w:rsid w:val="0089409B"/>
    <w:rsid w:val="008A5168"/>
    <w:rsid w:val="008B2E9C"/>
    <w:rsid w:val="008B2F6D"/>
    <w:rsid w:val="008B344D"/>
    <w:rsid w:val="008C355A"/>
    <w:rsid w:val="008D2484"/>
    <w:rsid w:val="008E0422"/>
    <w:rsid w:val="008F3F24"/>
    <w:rsid w:val="00913CF8"/>
    <w:rsid w:val="00916439"/>
    <w:rsid w:val="009173C3"/>
    <w:rsid w:val="009227D1"/>
    <w:rsid w:val="00953C21"/>
    <w:rsid w:val="00956B72"/>
    <w:rsid w:val="0096278A"/>
    <w:rsid w:val="0096302D"/>
    <w:rsid w:val="0098135E"/>
    <w:rsid w:val="00992C3D"/>
    <w:rsid w:val="009A0FA0"/>
    <w:rsid w:val="009B28DD"/>
    <w:rsid w:val="009C0911"/>
    <w:rsid w:val="009C6764"/>
    <w:rsid w:val="009C7E0D"/>
    <w:rsid w:val="009D0644"/>
    <w:rsid w:val="009E524E"/>
    <w:rsid w:val="009F1CBA"/>
    <w:rsid w:val="009F2D41"/>
    <w:rsid w:val="00A23744"/>
    <w:rsid w:val="00A25E3C"/>
    <w:rsid w:val="00A5278C"/>
    <w:rsid w:val="00A613F8"/>
    <w:rsid w:val="00A747DF"/>
    <w:rsid w:val="00A77010"/>
    <w:rsid w:val="00AA2889"/>
    <w:rsid w:val="00AC2D36"/>
    <w:rsid w:val="00AC3714"/>
    <w:rsid w:val="00AC494E"/>
    <w:rsid w:val="00AD1330"/>
    <w:rsid w:val="00AD1D46"/>
    <w:rsid w:val="00AE60C5"/>
    <w:rsid w:val="00AE7137"/>
    <w:rsid w:val="00AE7922"/>
    <w:rsid w:val="00AF4223"/>
    <w:rsid w:val="00B00952"/>
    <w:rsid w:val="00B265DA"/>
    <w:rsid w:val="00B32ADD"/>
    <w:rsid w:val="00B467E1"/>
    <w:rsid w:val="00B46D3A"/>
    <w:rsid w:val="00B53AE6"/>
    <w:rsid w:val="00B53C42"/>
    <w:rsid w:val="00B56926"/>
    <w:rsid w:val="00B604CD"/>
    <w:rsid w:val="00B61DDD"/>
    <w:rsid w:val="00B64494"/>
    <w:rsid w:val="00B67BF2"/>
    <w:rsid w:val="00B71538"/>
    <w:rsid w:val="00B74A27"/>
    <w:rsid w:val="00B826B8"/>
    <w:rsid w:val="00BA2057"/>
    <w:rsid w:val="00BB2287"/>
    <w:rsid w:val="00BB2660"/>
    <w:rsid w:val="00BC09F1"/>
    <w:rsid w:val="00BC7EBE"/>
    <w:rsid w:val="00BD42F4"/>
    <w:rsid w:val="00BD556C"/>
    <w:rsid w:val="00BE597E"/>
    <w:rsid w:val="00BF6EC7"/>
    <w:rsid w:val="00C26857"/>
    <w:rsid w:val="00C27DF0"/>
    <w:rsid w:val="00C3121E"/>
    <w:rsid w:val="00C360FC"/>
    <w:rsid w:val="00C44F54"/>
    <w:rsid w:val="00C50546"/>
    <w:rsid w:val="00C53835"/>
    <w:rsid w:val="00C54C2A"/>
    <w:rsid w:val="00C54E0E"/>
    <w:rsid w:val="00C60A2A"/>
    <w:rsid w:val="00C61EE6"/>
    <w:rsid w:val="00C749AD"/>
    <w:rsid w:val="00C802CE"/>
    <w:rsid w:val="00C83C6A"/>
    <w:rsid w:val="00C8524D"/>
    <w:rsid w:val="00C94AC2"/>
    <w:rsid w:val="00C955F8"/>
    <w:rsid w:val="00C97BFE"/>
    <w:rsid w:val="00CA0428"/>
    <w:rsid w:val="00CA1866"/>
    <w:rsid w:val="00CA40EA"/>
    <w:rsid w:val="00CA6D18"/>
    <w:rsid w:val="00CB4D0A"/>
    <w:rsid w:val="00CC3E8D"/>
    <w:rsid w:val="00CD089E"/>
    <w:rsid w:val="00CD2251"/>
    <w:rsid w:val="00CE10E0"/>
    <w:rsid w:val="00CE1ED1"/>
    <w:rsid w:val="00CE2F66"/>
    <w:rsid w:val="00D0121B"/>
    <w:rsid w:val="00D1238F"/>
    <w:rsid w:val="00D15721"/>
    <w:rsid w:val="00D365FA"/>
    <w:rsid w:val="00D4016D"/>
    <w:rsid w:val="00D546B6"/>
    <w:rsid w:val="00D57FF5"/>
    <w:rsid w:val="00D6664C"/>
    <w:rsid w:val="00D75821"/>
    <w:rsid w:val="00D81617"/>
    <w:rsid w:val="00D8229D"/>
    <w:rsid w:val="00D82E78"/>
    <w:rsid w:val="00D9246F"/>
    <w:rsid w:val="00DA04CB"/>
    <w:rsid w:val="00DA29ED"/>
    <w:rsid w:val="00DB114E"/>
    <w:rsid w:val="00DB1CEF"/>
    <w:rsid w:val="00DB6BB5"/>
    <w:rsid w:val="00DB77BA"/>
    <w:rsid w:val="00DC110D"/>
    <w:rsid w:val="00DC3537"/>
    <w:rsid w:val="00DD7A20"/>
    <w:rsid w:val="00DE4339"/>
    <w:rsid w:val="00E114B2"/>
    <w:rsid w:val="00E177A7"/>
    <w:rsid w:val="00E33A2F"/>
    <w:rsid w:val="00E441AD"/>
    <w:rsid w:val="00E45C9F"/>
    <w:rsid w:val="00E6206C"/>
    <w:rsid w:val="00E62ABF"/>
    <w:rsid w:val="00E741C0"/>
    <w:rsid w:val="00E77F00"/>
    <w:rsid w:val="00E90B26"/>
    <w:rsid w:val="00EB35E3"/>
    <w:rsid w:val="00EB5FC5"/>
    <w:rsid w:val="00EB608C"/>
    <w:rsid w:val="00EC0864"/>
    <w:rsid w:val="00ED18EA"/>
    <w:rsid w:val="00ED2EAE"/>
    <w:rsid w:val="00EE0C85"/>
    <w:rsid w:val="00EE546A"/>
    <w:rsid w:val="00EE54EE"/>
    <w:rsid w:val="00EF66A3"/>
    <w:rsid w:val="00F01D52"/>
    <w:rsid w:val="00F06E03"/>
    <w:rsid w:val="00F151CB"/>
    <w:rsid w:val="00F24B76"/>
    <w:rsid w:val="00F40F79"/>
    <w:rsid w:val="00F50FBC"/>
    <w:rsid w:val="00F542B4"/>
    <w:rsid w:val="00F56810"/>
    <w:rsid w:val="00F5710E"/>
    <w:rsid w:val="00F659B5"/>
    <w:rsid w:val="00F84743"/>
    <w:rsid w:val="00F85466"/>
    <w:rsid w:val="00F8735E"/>
    <w:rsid w:val="00F96EE8"/>
    <w:rsid w:val="00FA3E0A"/>
    <w:rsid w:val="00FA4C18"/>
    <w:rsid w:val="00FA5070"/>
    <w:rsid w:val="00FB10B4"/>
    <w:rsid w:val="00FB1218"/>
    <w:rsid w:val="00FC2BAB"/>
    <w:rsid w:val="00FC448B"/>
    <w:rsid w:val="00FC4EB8"/>
    <w:rsid w:val="00FC6A35"/>
    <w:rsid w:val="00FD519B"/>
    <w:rsid w:val="00FD551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81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81E19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081E19"/>
    <w:rPr>
      <w:rFonts w:cs="Times New Roman"/>
      <w:sz w:val="24"/>
      <w:szCs w:val="24"/>
    </w:rPr>
  </w:style>
  <w:style w:type="character" w:styleId="a5">
    <w:name w:val="Hyperlink"/>
    <w:uiPriority w:val="99"/>
    <w:rsid w:val="00E6206C"/>
    <w:rPr>
      <w:rFonts w:cs="Times New Roman"/>
      <w:color w:val="0000FF"/>
      <w:u w:val="single"/>
    </w:rPr>
  </w:style>
  <w:style w:type="paragraph" w:styleId="a6">
    <w:name w:val="List Number"/>
    <w:basedOn w:val="a"/>
    <w:uiPriority w:val="99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Таблица текст"/>
    <w:basedOn w:val="a"/>
    <w:uiPriority w:val="99"/>
    <w:rsid w:val="004F6453"/>
    <w:pPr>
      <w:spacing w:before="40" w:after="40"/>
      <w:ind w:left="57" w:right="57"/>
    </w:pPr>
    <w:rPr>
      <w:szCs w:val="20"/>
    </w:rPr>
  </w:style>
  <w:style w:type="paragraph" w:styleId="a8">
    <w:name w:val="Body Text"/>
    <w:basedOn w:val="a"/>
    <w:link w:val="a9"/>
    <w:uiPriority w:val="99"/>
    <w:rsid w:val="006713F9"/>
    <w:pPr>
      <w:jc w:val="both"/>
    </w:pPr>
    <w:rPr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081E19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rsid w:val="00583E6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583E6C"/>
    <w:rPr>
      <w:rFonts w:ascii="Tahoma" w:hAnsi="Tahoma" w:cs="Times New Roman"/>
      <w:sz w:val="16"/>
    </w:rPr>
  </w:style>
  <w:style w:type="paragraph" w:customStyle="1" w:styleId="ac">
    <w:name w:val="Пункт"/>
    <w:basedOn w:val="a"/>
    <w:uiPriority w:val="99"/>
    <w:rsid w:val="000B224B"/>
    <w:pPr>
      <w:tabs>
        <w:tab w:val="num" w:pos="1844"/>
      </w:tabs>
      <w:spacing w:line="360" w:lineRule="auto"/>
      <w:ind w:left="1844" w:hanging="1134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84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abarov@aldan.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Гиберт</cp:lastModifiedBy>
  <cp:revision>6</cp:revision>
  <cp:lastPrinted>2014-08-14T22:35:00Z</cp:lastPrinted>
  <dcterms:created xsi:type="dcterms:W3CDTF">2014-08-14T22:16:00Z</dcterms:created>
  <dcterms:modified xsi:type="dcterms:W3CDTF">2014-09-24T06:15:00Z</dcterms:modified>
</cp:coreProperties>
</file>