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Ул.Шевченко, 28, г.Благовещенск,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НА  ЗАКУПКУ ЗАПАСНЫХ ЧАСТЕЙ</w:t>
      </w:r>
      <w:r w:rsidR="007D58A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7D58AE" w:rsidRPr="007D58AE">
        <w:rPr>
          <w:rFonts w:ascii="Times New Roman" w:hAnsi="Times New Roman" w:cs="Times New Roman"/>
          <w:caps/>
          <w:sz w:val="26"/>
          <w:szCs w:val="26"/>
        </w:rPr>
        <w:t xml:space="preserve">для </w:t>
      </w:r>
      <w:r w:rsidR="00302525">
        <w:rPr>
          <w:rFonts w:ascii="Times New Roman" w:hAnsi="Times New Roman" w:cs="Times New Roman"/>
          <w:caps/>
          <w:sz w:val="26"/>
          <w:szCs w:val="26"/>
        </w:rPr>
        <w:t>АВТОТРАКТОРНОЙ ТЕХНИКИ</w:t>
      </w:r>
      <w:r w:rsidR="007D58AE" w:rsidRPr="007D58A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302525">
        <w:rPr>
          <w:rFonts w:ascii="Times New Roman" w:hAnsi="Times New Roman" w:cs="Times New Roman"/>
          <w:caps/>
          <w:sz w:val="26"/>
          <w:szCs w:val="26"/>
        </w:rPr>
        <w:t>ЭС ЕАО.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989"/>
        <w:gridCol w:w="429"/>
        <w:gridCol w:w="3397"/>
        <w:gridCol w:w="1984"/>
        <w:gridCol w:w="712"/>
        <w:gridCol w:w="709"/>
      </w:tblGrid>
      <w:tr w:rsidR="006352E2" w:rsidRPr="008F3F24" w:rsidTr="00EA3634">
        <w:trPr>
          <w:trHeight w:val="227"/>
        </w:trPr>
        <w:tc>
          <w:tcPr>
            <w:tcW w:w="562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231" w:type="dxa"/>
            <w:gridSpan w:val="5"/>
          </w:tcPr>
          <w:p w:rsidR="006352E2" w:rsidRPr="00B74A27" w:rsidRDefault="00302525" w:rsidP="002D1F60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302525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автотракторной техники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  <w:vMerge w:val="restart"/>
          </w:tcPr>
          <w:p w:rsidR="00EA3634" w:rsidRPr="00FC2BAB" w:rsidRDefault="00460659" w:rsidP="0046065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</w:t>
            </w:r>
          </w:p>
          <w:p w:rsidR="00EA3634" w:rsidRPr="00FC2BAB" w:rsidRDefault="00EA3634" w:rsidP="0046065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EA3634" w:rsidRDefault="00EA3634" w:rsidP="001428F1">
            <w:pPr>
              <w:rPr>
                <w:b/>
                <w:i/>
                <w:color w:val="000000"/>
                <w:sz w:val="21"/>
                <w:szCs w:val="21"/>
              </w:rPr>
            </w:pPr>
            <w:r w:rsidRPr="00FC2BAB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>
              <w:rPr>
                <w:sz w:val="23"/>
                <w:szCs w:val="23"/>
              </w:rPr>
              <w:t>Ф</w:t>
            </w:r>
            <w:r w:rsidRPr="008D2589">
              <w:rPr>
                <w:sz w:val="23"/>
                <w:szCs w:val="23"/>
              </w:rPr>
              <w:t>илиал ОАО «ДРСК» «Электрические сети ЕАО» КПП 790102001 679016, г.</w:t>
            </w:r>
            <w:r>
              <w:rPr>
                <w:sz w:val="23"/>
                <w:szCs w:val="23"/>
              </w:rPr>
              <w:t xml:space="preserve"> </w:t>
            </w:r>
            <w:r w:rsidRPr="008D2589">
              <w:rPr>
                <w:sz w:val="23"/>
                <w:szCs w:val="23"/>
              </w:rPr>
              <w:t>Биробиджан, ул.</w:t>
            </w:r>
            <w:r>
              <w:rPr>
                <w:sz w:val="23"/>
                <w:szCs w:val="23"/>
              </w:rPr>
              <w:t xml:space="preserve"> </w:t>
            </w:r>
            <w:r w:rsidRPr="008D2589">
              <w:rPr>
                <w:sz w:val="23"/>
                <w:szCs w:val="23"/>
              </w:rPr>
              <w:t xml:space="preserve">Черноморская, </w:t>
            </w:r>
            <w:r>
              <w:rPr>
                <w:sz w:val="23"/>
                <w:szCs w:val="23"/>
              </w:rPr>
              <w:t xml:space="preserve">д. </w:t>
            </w:r>
            <w:r w:rsidRPr="008D2589">
              <w:rPr>
                <w:sz w:val="23"/>
                <w:szCs w:val="23"/>
              </w:rPr>
              <w:t>6, ОКПО 00106477</w:t>
            </w:r>
            <w:r>
              <w:rPr>
                <w:sz w:val="23"/>
                <w:szCs w:val="23"/>
              </w:rPr>
              <w:t>.</w:t>
            </w:r>
          </w:p>
          <w:p w:rsidR="00EA3634" w:rsidRPr="00FC2BAB" w:rsidRDefault="00EA3634" w:rsidP="001428F1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EA3634" w:rsidRPr="00812DC5" w:rsidRDefault="00EA3634" w:rsidP="001428F1">
            <w:pPr>
              <w:rPr>
                <w:sz w:val="20"/>
                <w:szCs w:val="20"/>
              </w:rPr>
            </w:pPr>
            <w:r w:rsidRPr="00812DC5">
              <w:rPr>
                <w:sz w:val="20"/>
                <w:szCs w:val="20"/>
              </w:rPr>
              <w:t>1</w:t>
            </w:r>
          </w:p>
        </w:tc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Балансир направляющего колеса с механизмом натяжения, левый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71-2948011-01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  <w:vMerge/>
          </w:tcPr>
          <w:p w:rsidR="00EA3634" w:rsidRPr="00FC2BAB" w:rsidRDefault="00EA3634" w:rsidP="0046065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A3634" w:rsidRPr="00FC2BAB" w:rsidRDefault="00EA3634" w:rsidP="001428F1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EA3634" w:rsidRPr="00812DC5" w:rsidRDefault="00EA3634" w:rsidP="001428F1">
            <w:pPr>
              <w:rPr>
                <w:sz w:val="20"/>
                <w:szCs w:val="20"/>
              </w:rPr>
            </w:pPr>
            <w:r w:rsidRPr="00812DC5">
              <w:rPr>
                <w:sz w:val="20"/>
                <w:szCs w:val="20"/>
              </w:rPr>
              <w:t>2</w:t>
            </w:r>
          </w:p>
        </w:tc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Гусеница МТЛБ </w:t>
            </w:r>
            <w:r>
              <w:rPr>
                <w:sz w:val="22"/>
                <w:szCs w:val="22"/>
              </w:rPr>
              <w:t>(комплект из 2 шт)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2.34. СБ-1 широкая, длинная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компл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1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  <w:vMerge/>
          </w:tcPr>
          <w:p w:rsidR="00EA3634" w:rsidRPr="00FC2BAB" w:rsidRDefault="00EA3634" w:rsidP="0046065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A3634" w:rsidRPr="00FC2BAB" w:rsidRDefault="00EA3634" w:rsidP="001428F1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EA3634" w:rsidRPr="00812DC5" w:rsidRDefault="00EA3634" w:rsidP="001428F1">
            <w:pPr>
              <w:rPr>
                <w:sz w:val="20"/>
                <w:szCs w:val="20"/>
              </w:rPr>
            </w:pPr>
            <w:r w:rsidRPr="00812DC5">
              <w:rPr>
                <w:sz w:val="20"/>
                <w:szCs w:val="20"/>
              </w:rPr>
              <w:t>3</w:t>
            </w:r>
          </w:p>
        </w:tc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Колесо ведущее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8.30.001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  <w:vMerge/>
          </w:tcPr>
          <w:p w:rsidR="00EA3634" w:rsidRPr="00FC2BAB" w:rsidRDefault="00EA3634" w:rsidP="0046065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A3634" w:rsidRPr="00FC2BAB" w:rsidRDefault="00EA3634" w:rsidP="001428F1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EA3634" w:rsidRPr="00812DC5" w:rsidRDefault="00EA3634" w:rsidP="001428F1">
            <w:pPr>
              <w:rPr>
                <w:sz w:val="20"/>
                <w:szCs w:val="20"/>
              </w:rPr>
            </w:pPr>
            <w:r w:rsidRPr="00812DC5">
              <w:rPr>
                <w:sz w:val="20"/>
                <w:szCs w:val="20"/>
              </w:rPr>
              <w:t>4</w:t>
            </w:r>
          </w:p>
        </w:tc>
        <w:tc>
          <w:tcPr>
            <w:tcW w:w="3397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 xml:space="preserve">Колесо ведущее (со съемным венцом) ГТ-СМ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3403-3202010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jc w:val="center"/>
              <w:rPr>
                <w:sz w:val="22"/>
                <w:szCs w:val="22"/>
              </w:rPr>
            </w:pPr>
            <w:r w:rsidRPr="00BE00FF">
              <w:rPr>
                <w:sz w:val="22"/>
                <w:szCs w:val="22"/>
              </w:rPr>
              <w:t>2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  <w:vMerge/>
          </w:tcPr>
          <w:p w:rsidR="00EA3634" w:rsidRPr="00FC2BAB" w:rsidRDefault="00EA3634" w:rsidP="0046065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A3634" w:rsidRPr="00FC2BAB" w:rsidRDefault="00EA3634" w:rsidP="001428F1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2" w:type="dxa"/>
            <w:gridSpan w:val="4"/>
          </w:tcPr>
          <w:p w:rsidR="00EA3634" w:rsidRPr="00812DC5" w:rsidRDefault="00EA3634" w:rsidP="001428F1">
            <w:pPr>
              <w:rPr>
                <w:b/>
                <w:sz w:val="20"/>
                <w:szCs w:val="20"/>
              </w:rPr>
            </w:pPr>
            <w:r w:rsidRPr="00812DC5">
              <w:rPr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7E2BDC" w:rsidRDefault="00EA3634" w:rsidP="001428F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</w:tr>
      <w:tr w:rsidR="00EA3634" w:rsidRPr="007E2BDC" w:rsidTr="00EA3634">
        <w:trPr>
          <w:trHeight w:val="227"/>
        </w:trPr>
        <w:tc>
          <w:tcPr>
            <w:tcW w:w="562" w:type="dxa"/>
          </w:tcPr>
          <w:p w:rsidR="00EA3634" w:rsidRPr="00302525" w:rsidRDefault="00460659" w:rsidP="00460659">
            <w:pPr>
              <w:jc w:val="center"/>
              <w:rPr>
                <w:rFonts w:eastAsia="Symbol"/>
                <w:b/>
                <w:sz w:val="21"/>
                <w:szCs w:val="21"/>
              </w:rPr>
            </w:pPr>
            <w:r>
              <w:rPr>
                <w:rFonts w:eastAsia="Symbol"/>
                <w:b/>
                <w:sz w:val="21"/>
                <w:szCs w:val="21"/>
              </w:rPr>
              <w:t>2</w:t>
            </w:r>
          </w:p>
        </w:tc>
        <w:tc>
          <w:tcPr>
            <w:tcW w:w="1989" w:type="dxa"/>
          </w:tcPr>
          <w:p w:rsidR="00EA3634" w:rsidRPr="00FC2BAB" w:rsidRDefault="00EA3634" w:rsidP="00460659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</w:t>
            </w:r>
          </w:p>
        </w:tc>
        <w:tc>
          <w:tcPr>
            <w:tcW w:w="7231" w:type="dxa"/>
            <w:gridSpan w:val="5"/>
          </w:tcPr>
          <w:p w:rsidR="00EA3634" w:rsidRPr="00FC2BAB" w:rsidRDefault="00EA3634" w:rsidP="001428F1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8D2589">
              <w:rPr>
                <w:sz w:val="23"/>
                <w:szCs w:val="23"/>
              </w:rPr>
              <w:t>ст. Биробиджан 1, Дальневосточной ж/д код.962804 код 00106477 /9532/ тел. 8 (42622) 6-79-21</w:t>
            </w:r>
          </w:p>
        </w:tc>
      </w:tr>
      <w:tr w:rsidR="00EA3634" w:rsidRPr="008F3F24" w:rsidTr="00AF575E">
        <w:trPr>
          <w:trHeight w:val="227"/>
        </w:trPr>
        <w:tc>
          <w:tcPr>
            <w:tcW w:w="9782" w:type="dxa"/>
            <w:gridSpan w:val="7"/>
          </w:tcPr>
          <w:p w:rsidR="00EA3634" w:rsidRPr="00FC2BAB" w:rsidRDefault="00EA3634" w:rsidP="0046065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</w:tcPr>
          <w:p w:rsidR="00EA3634" w:rsidRPr="00FC2BAB" w:rsidRDefault="00460659" w:rsidP="0046065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231" w:type="dxa"/>
            <w:gridSpan w:val="5"/>
          </w:tcPr>
          <w:p w:rsidR="00EA3634" w:rsidRPr="00131388" w:rsidRDefault="00EA3634" w:rsidP="000534B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12DC5">
              <w:rPr>
                <w:b/>
                <w:bCs/>
                <w:i/>
                <w:sz w:val="22"/>
                <w:szCs w:val="22"/>
                <w:u w:val="single"/>
              </w:rPr>
              <w:t>до 20.06.2014 г.,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</w:tcPr>
          <w:p w:rsidR="00EA3634" w:rsidRPr="00FC2BAB" w:rsidRDefault="00460659" w:rsidP="0046065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FC2BAB" w:rsidRDefault="00EA3634" w:rsidP="00756390">
            <w:pPr>
              <w:pStyle w:val="aa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231" w:type="dxa"/>
            <w:gridSpan w:val="5"/>
          </w:tcPr>
          <w:p w:rsidR="00EA3634" w:rsidRPr="00A77AEA" w:rsidRDefault="00EA3634" w:rsidP="0075639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</w:p>
          <w:p w:rsidR="00EA3634" w:rsidRPr="00A77AEA" w:rsidRDefault="00EA3634" w:rsidP="00756390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EA3634" w:rsidRDefault="00EA3634" w:rsidP="00756390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EA3634" w:rsidRPr="00A77AEA" w:rsidRDefault="00EA3634" w:rsidP="00756390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EA3634" w:rsidRPr="008F3F24" w:rsidTr="00EA3634">
        <w:trPr>
          <w:trHeight w:val="227"/>
        </w:trPr>
        <w:tc>
          <w:tcPr>
            <w:tcW w:w="562" w:type="dxa"/>
          </w:tcPr>
          <w:p w:rsidR="00EA3634" w:rsidRPr="00FC2BAB" w:rsidRDefault="00460659" w:rsidP="0046065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756390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231" w:type="dxa"/>
            <w:gridSpan w:val="5"/>
          </w:tcPr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Завод-изготовитель 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EA3634" w:rsidRDefault="00EA3634" w:rsidP="0075639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EA3634" w:rsidRPr="00E85873" w:rsidRDefault="00EA3634" w:rsidP="00460659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>В случае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пп. </w:t>
            </w:r>
            <w:r w:rsidR="00460659">
              <w:rPr>
                <w:sz w:val="22"/>
                <w:szCs w:val="22"/>
                <w:u w:val="single"/>
              </w:rPr>
              <w:t>4</w:t>
            </w:r>
            <w:r>
              <w:rPr>
                <w:sz w:val="22"/>
                <w:szCs w:val="22"/>
                <w:u w:val="single"/>
              </w:rPr>
              <w:t>-</w:t>
            </w:r>
            <w:r w:rsidR="00460659">
              <w:rPr>
                <w:sz w:val="22"/>
                <w:szCs w:val="22"/>
                <w:u w:val="single"/>
              </w:rPr>
              <w:t>5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в праве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  <w:tr w:rsidR="00EA3634" w:rsidRPr="008F3F24" w:rsidTr="0040683C">
        <w:trPr>
          <w:trHeight w:val="331"/>
        </w:trPr>
        <w:tc>
          <w:tcPr>
            <w:tcW w:w="9782" w:type="dxa"/>
            <w:gridSpan w:val="7"/>
          </w:tcPr>
          <w:p w:rsidR="00EA3634" w:rsidRPr="00BE00FF" w:rsidRDefault="00EA3634" w:rsidP="00460659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sz w:val="22"/>
                <w:szCs w:val="22"/>
              </w:rPr>
            </w:pPr>
            <w:r w:rsidRPr="00BE00FF">
              <w:rPr>
                <w:b/>
                <w:sz w:val="22"/>
                <w:szCs w:val="22"/>
              </w:rPr>
              <w:t>Оценочные критерии, применяемые при выборе победителя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EA3634" w:rsidRPr="008F3F24" w:rsidTr="00EA3634">
        <w:trPr>
          <w:trHeight w:val="423"/>
        </w:trPr>
        <w:tc>
          <w:tcPr>
            <w:tcW w:w="562" w:type="dxa"/>
          </w:tcPr>
          <w:p w:rsidR="00EA3634" w:rsidRPr="00FC2BAB" w:rsidRDefault="00460659" w:rsidP="0046065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A77AEA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231" w:type="dxa"/>
            <w:gridSpan w:val="5"/>
          </w:tcPr>
          <w:p w:rsidR="00EA3634" w:rsidRPr="00256CE7" w:rsidRDefault="00EA3634" w:rsidP="001428F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</w:t>
            </w:r>
            <w:r>
              <w:rPr>
                <w:bCs/>
                <w:sz w:val="22"/>
                <w:szCs w:val="22"/>
              </w:rPr>
              <w:t xml:space="preserve"> продукции,</w:t>
            </w:r>
            <w:r w:rsidRPr="00A77AEA">
              <w:rPr>
                <w:bCs/>
                <w:sz w:val="22"/>
                <w:szCs w:val="22"/>
              </w:rPr>
              <w:t xml:space="preserve"> счет-фактур и товарных накладных.</w:t>
            </w:r>
          </w:p>
        </w:tc>
      </w:tr>
      <w:tr w:rsidR="00EA3634" w:rsidRPr="008F3F24" w:rsidTr="00EA3634">
        <w:trPr>
          <w:trHeight w:val="415"/>
        </w:trPr>
        <w:tc>
          <w:tcPr>
            <w:tcW w:w="562" w:type="dxa"/>
          </w:tcPr>
          <w:p w:rsidR="00EA3634" w:rsidRDefault="00460659" w:rsidP="0046065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7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Требования к гарантийным </w:t>
            </w:r>
          </w:p>
          <w:p w:rsidR="00EA3634" w:rsidRPr="00BE00FF" w:rsidRDefault="00EA3634" w:rsidP="001428F1">
            <w:pPr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231" w:type="dxa"/>
            <w:gridSpan w:val="5"/>
          </w:tcPr>
          <w:p w:rsidR="00EA3634" w:rsidRPr="00C66BCB" w:rsidRDefault="00EA3634" w:rsidP="001428F1">
            <w:pPr>
              <w:jc w:val="both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C66BCB">
              <w:rPr>
                <w:sz w:val="22"/>
                <w:szCs w:val="22"/>
                <w:u w:val="single"/>
              </w:rPr>
              <w:t>6 месяцев</w:t>
            </w:r>
            <w:r w:rsidRPr="00C66BCB">
              <w:rPr>
                <w:sz w:val="22"/>
                <w:szCs w:val="22"/>
              </w:rPr>
              <w:t xml:space="preserve"> со дня ввода в эксплуатацию. Гарантийные обязательства являются отбо</w:t>
            </w:r>
            <w:bookmarkStart w:id="0" w:name="_GoBack"/>
            <w:bookmarkEnd w:id="0"/>
            <w:r w:rsidRPr="00C66BCB">
              <w:rPr>
                <w:sz w:val="22"/>
                <w:szCs w:val="22"/>
              </w:rPr>
              <w:t xml:space="preserve">рочно-оценочным критерием. Максимальное количество баллов получит участник, предусмотревший максимальный гарантийный срок. Участники, предусмотревшие гарантийный срок менее 6 месяцев будут </w:t>
            </w:r>
            <w:r w:rsidRPr="00C66BCB">
              <w:rPr>
                <w:bCs/>
                <w:sz w:val="22"/>
                <w:szCs w:val="22"/>
              </w:rPr>
              <w:t>отклонены от дальнейшего рассмотрения закупочной комиссии.</w:t>
            </w:r>
          </w:p>
        </w:tc>
      </w:tr>
      <w:tr w:rsidR="00EA3634" w:rsidRPr="008F3F24" w:rsidTr="00EA3634">
        <w:trPr>
          <w:trHeight w:val="415"/>
        </w:trPr>
        <w:tc>
          <w:tcPr>
            <w:tcW w:w="562" w:type="dxa"/>
          </w:tcPr>
          <w:p w:rsidR="00EA3634" w:rsidRDefault="00460659" w:rsidP="0046065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9" w:type="dxa"/>
            <w:shd w:val="clear" w:color="auto" w:fill="auto"/>
            <w:tcMar>
              <w:left w:w="28" w:type="dxa"/>
              <w:right w:w="28" w:type="dxa"/>
            </w:tcMar>
          </w:tcPr>
          <w:p w:rsidR="00EA3634" w:rsidRPr="00BE00FF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Требования к опыту работы </w:t>
            </w:r>
          </w:p>
          <w:p w:rsidR="00EA3634" w:rsidRPr="00BE00FF" w:rsidRDefault="00EA3634" w:rsidP="001428F1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>участника:</w:t>
            </w:r>
          </w:p>
        </w:tc>
        <w:tc>
          <w:tcPr>
            <w:tcW w:w="7231" w:type="dxa"/>
            <w:gridSpan w:val="5"/>
          </w:tcPr>
          <w:p w:rsidR="00EA3634" w:rsidRPr="00C66BCB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Опыт работы Участника являются </w:t>
            </w:r>
            <w:r w:rsidRPr="00C66BCB">
              <w:rPr>
                <w:b/>
                <w:sz w:val="22"/>
                <w:szCs w:val="22"/>
              </w:rPr>
              <w:t>оценочным критерием</w:t>
            </w:r>
            <w:r w:rsidRPr="00C66BCB">
              <w:rPr>
                <w:sz w:val="22"/>
                <w:szCs w:val="22"/>
              </w:rPr>
              <w:t>.</w:t>
            </w:r>
          </w:p>
          <w:p w:rsidR="00EA3634" w:rsidRPr="00C66BCB" w:rsidRDefault="00EA3634" w:rsidP="001428F1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Под </w:t>
            </w:r>
            <w:r w:rsidRPr="00C66BCB">
              <w:rPr>
                <w:b/>
                <w:sz w:val="22"/>
                <w:szCs w:val="22"/>
              </w:rPr>
              <w:t>опытом работы участника</w:t>
            </w:r>
            <w:r w:rsidRPr="00C66BCB">
              <w:rPr>
                <w:sz w:val="22"/>
                <w:szCs w:val="22"/>
              </w:rPr>
              <w:t xml:space="preserve"> понимается общий объем заключенных аналогичных договоров в тыс. руб., подтвержденный справкой о перечне и объемах выполнения аналогичных договоров.</w:t>
            </w:r>
          </w:p>
          <w:p w:rsidR="00EA3634" w:rsidRPr="00C66BCB" w:rsidRDefault="00EA3634" w:rsidP="001428F1">
            <w:pPr>
              <w:tabs>
                <w:tab w:val="num" w:pos="402"/>
              </w:tabs>
              <w:jc w:val="both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Максимальное количество баллов получит участник, обладающий наибольшим опытом работы.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1F2" w:rsidRDefault="009251F2" w:rsidP="00D2667E">
      <w:r>
        <w:separator/>
      </w:r>
    </w:p>
  </w:endnote>
  <w:endnote w:type="continuationSeparator" w:id="0">
    <w:p w:rsidR="009251F2" w:rsidRDefault="009251F2" w:rsidP="00D2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604872"/>
      <w:docPartObj>
        <w:docPartGallery w:val="Page Numbers (Bottom of Page)"/>
        <w:docPartUnique/>
      </w:docPartObj>
    </w:sdtPr>
    <w:sdtEndPr/>
    <w:sdtContent>
      <w:p w:rsidR="00AF575E" w:rsidRDefault="00AF575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659">
          <w:rPr>
            <w:noProof/>
          </w:rPr>
          <w:t>2</w:t>
        </w:r>
        <w:r>
          <w:fldChar w:fldCharType="end"/>
        </w:r>
      </w:p>
    </w:sdtContent>
  </w:sdt>
  <w:p w:rsidR="00AF575E" w:rsidRDefault="00AF57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1F2" w:rsidRDefault="009251F2" w:rsidP="00D2667E">
      <w:r>
        <w:separator/>
      </w:r>
    </w:p>
  </w:footnote>
  <w:footnote w:type="continuationSeparator" w:id="0">
    <w:p w:rsidR="009251F2" w:rsidRDefault="009251F2" w:rsidP="00D26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10EEF"/>
    <w:rsid w:val="000323D8"/>
    <w:rsid w:val="00032C4F"/>
    <w:rsid w:val="00034231"/>
    <w:rsid w:val="000358D5"/>
    <w:rsid w:val="00037432"/>
    <w:rsid w:val="00044C33"/>
    <w:rsid w:val="000534B2"/>
    <w:rsid w:val="00080785"/>
    <w:rsid w:val="000A4448"/>
    <w:rsid w:val="000B224B"/>
    <w:rsid w:val="000B73AA"/>
    <w:rsid w:val="000C58D7"/>
    <w:rsid w:val="000D0E25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D1F60"/>
    <w:rsid w:val="002E4D5F"/>
    <w:rsid w:val="002E6E7F"/>
    <w:rsid w:val="002F797F"/>
    <w:rsid w:val="00302525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252"/>
    <w:rsid w:val="00387E05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06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39C2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D5DFA"/>
    <w:rsid w:val="006E78A2"/>
    <w:rsid w:val="00703B19"/>
    <w:rsid w:val="0072409A"/>
    <w:rsid w:val="00730A44"/>
    <w:rsid w:val="00736994"/>
    <w:rsid w:val="0074136B"/>
    <w:rsid w:val="007709A2"/>
    <w:rsid w:val="007835BB"/>
    <w:rsid w:val="007B3365"/>
    <w:rsid w:val="007B5860"/>
    <w:rsid w:val="007D2C4B"/>
    <w:rsid w:val="007D3038"/>
    <w:rsid w:val="007D58AE"/>
    <w:rsid w:val="007E2BDC"/>
    <w:rsid w:val="007E55E8"/>
    <w:rsid w:val="00806ADD"/>
    <w:rsid w:val="00812DC5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3CF8"/>
    <w:rsid w:val="009173C3"/>
    <w:rsid w:val="009251F2"/>
    <w:rsid w:val="009361ED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9F5411"/>
    <w:rsid w:val="00A613F8"/>
    <w:rsid w:val="00A842E9"/>
    <w:rsid w:val="00A86A0E"/>
    <w:rsid w:val="00AA2889"/>
    <w:rsid w:val="00AA3104"/>
    <w:rsid w:val="00AC3714"/>
    <w:rsid w:val="00AC494E"/>
    <w:rsid w:val="00AD1330"/>
    <w:rsid w:val="00AE60C5"/>
    <w:rsid w:val="00AE7922"/>
    <w:rsid w:val="00AF4223"/>
    <w:rsid w:val="00AF575E"/>
    <w:rsid w:val="00B25596"/>
    <w:rsid w:val="00B32ADD"/>
    <w:rsid w:val="00B462A0"/>
    <w:rsid w:val="00B46D3A"/>
    <w:rsid w:val="00B71538"/>
    <w:rsid w:val="00B74A27"/>
    <w:rsid w:val="00B8607A"/>
    <w:rsid w:val="00B946F5"/>
    <w:rsid w:val="00BB2287"/>
    <w:rsid w:val="00BB2660"/>
    <w:rsid w:val="00BE00FF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E1ED1"/>
    <w:rsid w:val="00CE2F66"/>
    <w:rsid w:val="00CE4D51"/>
    <w:rsid w:val="00D15721"/>
    <w:rsid w:val="00D2667E"/>
    <w:rsid w:val="00D4016D"/>
    <w:rsid w:val="00D4307E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0FAC"/>
    <w:rsid w:val="00E6206C"/>
    <w:rsid w:val="00E77F00"/>
    <w:rsid w:val="00E85873"/>
    <w:rsid w:val="00EA3634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35687"/>
    <w:rsid w:val="00F40F79"/>
    <w:rsid w:val="00F50FBC"/>
    <w:rsid w:val="00F542B4"/>
    <w:rsid w:val="00F97C17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A874-2FF4-4784-B740-C6E41BEA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650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3580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2014-04-01T06:50:00Z</cp:lastPrinted>
  <dcterms:created xsi:type="dcterms:W3CDTF">2012-12-19T00:57:00Z</dcterms:created>
  <dcterms:modified xsi:type="dcterms:W3CDTF">2014-04-01T06:51:00Z</dcterms:modified>
</cp:coreProperties>
</file>