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  <w:r>
        <w:rPr>
          <w:rFonts w:ascii="Arial" w:hAnsi="Arial"/>
        </w:rPr>
        <w:t xml:space="preserve">  </w:t>
      </w:r>
    </w:p>
    <w:p w:rsidR="00864F3F" w:rsidRDefault="00864F3F" w:rsidP="00864F3F">
      <w:pPr>
        <w:tabs>
          <w:tab w:val="left" w:pos="30"/>
        </w:tabs>
        <w:ind w:right="-766"/>
        <w:rPr>
          <w:b/>
          <w:bCs/>
          <w:sz w:val="24"/>
        </w:rPr>
      </w:pPr>
      <w:r>
        <w:rPr>
          <w:b/>
          <w:bCs/>
          <w:sz w:val="24"/>
        </w:rPr>
        <w:t xml:space="preserve">  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864F3F" w:rsidRDefault="00864F3F" w:rsidP="00864F3F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864F3F" w:rsidRDefault="00864F3F" w:rsidP="00864F3F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864F3F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13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236"/>
        <w:gridCol w:w="1749"/>
        <w:gridCol w:w="93"/>
        <w:gridCol w:w="327"/>
        <w:gridCol w:w="93"/>
        <w:gridCol w:w="327"/>
        <w:gridCol w:w="332"/>
        <w:gridCol w:w="261"/>
        <w:gridCol w:w="159"/>
        <w:gridCol w:w="261"/>
        <w:gridCol w:w="704"/>
        <w:gridCol w:w="267"/>
        <w:gridCol w:w="153"/>
        <w:gridCol w:w="108"/>
        <w:gridCol w:w="159"/>
        <w:gridCol w:w="77"/>
        <w:gridCol w:w="184"/>
        <w:gridCol w:w="52"/>
        <w:gridCol w:w="184"/>
        <w:gridCol w:w="236"/>
        <w:gridCol w:w="559"/>
        <w:gridCol w:w="109"/>
        <w:gridCol w:w="236"/>
        <w:gridCol w:w="184"/>
        <w:gridCol w:w="236"/>
        <w:gridCol w:w="510"/>
        <w:gridCol w:w="221"/>
        <w:gridCol w:w="420"/>
        <w:gridCol w:w="635"/>
        <w:gridCol w:w="420"/>
      </w:tblGrid>
      <w:tr w:rsidR="00082FD7" w:rsidRPr="00082FD7" w:rsidTr="009528B3">
        <w:trPr>
          <w:gridAfter w:val="1"/>
          <w:wAfter w:w="420" w:type="dxa"/>
          <w:trHeight w:val="507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B717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B717ED">
              <w:rPr>
                <w:rFonts w:ascii="Arial" w:hAnsi="Arial" w:cs="Arial"/>
                <w:color w:val="000000"/>
              </w:rPr>
              <w:t>распределительная сетевая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 xml:space="preserve"> компания"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9528B3">
        <w:trPr>
          <w:gridAfter w:val="1"/>
          <w:wAfter w:w="420" w:type="dxa"/>
          <w:trHeight w:val="578"/>
        </w:trPr>
        <w:tc>
          <w:tcPr>
            <w:tcW w:w="10930" w:type="dxa"/>
            <w:gridSpan w:val="3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9528B3">
        <w:trPr>
          <w:gridAfter w:val="1"/>
          <w:wAfter w:w="420" w:type="dxa"/>
          <w:trHeight w:val="230"/>
        </w:trPr>
        <w:tc>
          <w:tcPr>
            <w:tcW w:w="10930" w:type="dxa"/>
            <w:gridSpan w:val="3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420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666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666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1152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9528B3">
        <w:trPr>
          <w:gridAfter w:val="1"/>
          <w:wAfter w:w="420" w:type="dxa"/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9528B3">
        <w:trPr>
          <w:gridAfter w:val="1"/>
          <w:wAfter w:w="420" w:type="dxa"/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3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10"/>
        </w:trPr>
        <w:tc>
          <w:tcPr>
            <w:tcW w:w="10930" w:type="dxa"/>
            <w:gridSpan w:val="33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082FD7" w:rsidRPr="00082FD7" w:rsidTr="009528B3">
        <w:trPr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9528B3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ind w:left="-250"/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082FD7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51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</w:tr>
      <w:tr w:rsidR="00082FD7" w:rsidRPr="00082FD7" w:rsidTr="009528B3">
        <w:trPr>
          <w:gridAfter w:val="1"/>
          <w:wAfter w:w="420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5" w:type="dxa"/>
            <w:gridSpan w:val="9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9528B3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082FD7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5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</w:tr>
      <w:tr w:rsidR="00082FD7" w:rsidRPr="00082FD7" w:rsidTr="009528B3">
        <w:trPr>
          <w:gridAfter w:val="1"/>
          <w:wAfter w:w="420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5" w:type="dxa"/>
            <w:gridSpan w:val="9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</w:tbl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E0" w:rsidRDefault="00C06FE0" w:rsidP="00CD3506">
      <w:r>
        <w:separator/>
      </w:r>
    </w:p>
  </w:endnote>
  <w:endnote w:type="continuationSeparator" w:id="0">
    <w:p w:rsidR="00C06FE0" w:rsidRDefault="00C06FE0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17ED">
      <w:rPr>
        <w:rStyle w:val="a9"/>
        <w:noProof/>
      </w:rPr>
      <w:t>1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E0" w:rsidRDefault="00C06FE0" w:rsidP="00CD3506">
      <w:r>
        <w:separator/>
      </w:r>
    </w:p>
  </w:footnote>
  <w:footnote w:type="continuationSeparator" w:id="0">
    <w:p w:rsidR="00C06FE0" w:rsidRDefault="00C06FE0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76884"/>
    <w:rsid w:val="00082FD7"/>
    <w:rsid w:val="000E6100"/>
    <w:rsid w:val="000E79E2"/>
    <w:rsid w:val="00196B43"/>
    <w:rsid w:val="00237D62"/>
    <w:rsid w:val="00283AA6"/>
    <w:rsid w:val="003467E5"/>
    <w:rsid w:val="005047E2"/>
    <w:rsid w:val="00511995"/>
    <w:rsid w:val="0054495E"/>
    <w:rsid w:val="00573987"/>
    <w:rsid w:val="00636889"/>
    <w:rsid w:val="0064361E"/>
    <w:rsid w:val="00665541"/>
    <w:rsid w:val="00693812"/>
    <w:rsid w:val="00711B76"/>
    <w:rsid w:val="00723C24"/>
    <w:rsid w:val="007453B6"/>
    <w:rsid w:val="007B4CFE"/>
    <w:rsid w:val="007D4B4A"/>
    <w:rsid w:val="007D6938"/>
    <w:rsid w:val="008306E0"/>
    <w:rsid w:val="00855E88"/>
    <w:rsid w:val="00864F3F"/>
    <w:rsid w:val="009528B3"/>
    <w:rsid w:val="00961807"/>
    <w:rsid w:val="009B072F"/>
    <w:rsid w:val="009F13C7"/>
    <w:rsid w:val="00A629B9"/>
    <w:rsid w:val="00A71A2F"/>
    <w:rsid w:val="00B717ED"/>
    <w:rsid w:val="00BB7911"/>
    <w:rsid w:val="00C06FE0"/>
    <w:rsid w:val="00CD3506"/>
    <w:rsid w:val="00D86D18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9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8</cp:revision>
  <cp:lastPrinted>2012-07-30T02:23:00Z</cp:lastPrinted>
  <dcterms:created xsi:type="dcterms:W3CDTF">2012-08-17T03:05:00Z</dcterms:created>
  <dcterms:modified xsi:type="dcterms:W3CDTF">2015-01-22T07:16:00Z</dcterms:modified>
</cp:coreProperties>
</file>