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C7" w:rsidRPr="00CD3506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>ПРИЛОЖЕНИЕ</w:t>
      </w:r>
      <w:r w:rsidR="00237D62">
        <w:rPr>
          <w:rFonts w:ascii="Arial" w:hAnsi="Arial"/>
        </w:rPr>
        <w:t xml:space="preserve"> №</w:t>
      </w:r>
      <w:r w:rsidRPr="00CD3506">
        <w:rPr>
          <w:rFonts w:ascii="Arial" w:hAnsi="Arial"/>
        </w:rPr>
        <w:t xml:space="preserve"> 8</w:t>
      </w:r>
    </w:p>
    <w:p w:rsidR="009F13C7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 xml:space="preserve">К ДОГОВОРУ № </w:t>
      </w:r>
      <w:r w:rsidR="00636889">
        <w:rPr>
          <w:rFonts w:ascii="Arial" w:hAnsi="Arial"/>
        </w:rPr>
        <w:t>_____</w:t>
      </w:r>
      <w:r w:rsidR="00CD3506">
        <w:rPr>
          <w:rFonts w:ascii="Arial" w:hAnsi="Arial"/>
        </w:rPr>
        <w:t xml:space="preserve"> </w:t>
      </w:r>
      <w:proofErr w:type="gramStart"/>
      <w:r w:rsidR="00CD3506">
        <w:rPr>
          <w:rFonts w:ascii="Arial" w:hAnsi="Arial"/>
        </w:rPr>
        <w:t>от</w:t>
      </w:r>
      <w:proofErr w:type="gramEnd"/>
      <w:r w:rsidR="00CD3506">
        <w:rPr>
          <w:rFonts w:ascii="Arial" w:hAnsi="Arial"/>
        </w:rPr>
        <w:t xml:space="preserve"> </w:t>
      </w:r>
      <w:r w:rsidR="00636889">
        <w:rPr>
          <w:rFonts w:ascii="Arial" w:hAnsi="Arial"/>
        </w:rPr>
        <w:t>____________________</w:t>
      </w:r>
      <w:r>
        <w:rPr>
          <w:rFonts w:ascii="Arial" w:hAnsi="Arial"/>
        </w:rPr>
        <w:t xml:space="preserve">  </w:t>
      </w:r>
    </w:p>
    <w:p w:rsidR="00864F3F" w:rsidRDefault="00864F3F" w:rsidP="00864F3F">
      <w:pPr>
        <w:tabs>
          <w:tab w:val="left" w:pos="30"/>
        </w:tabs>
        <w:ind w:right="-766"/>
        <w:rPr>
          <w:b/>
          <w:bCs/>
          <w:sz w:val="24"/>
        </w:rPr>
      </w:pPr>
      <w:r>
        <w:rPr>
          <w:b/>
          <w:bCs/>
          <w:sz w:val="24"/>
        </w:rPr>
        <w:t xml:space="preserve">  Форма </w:t>
      </w:r>
      <w:proofErr w:type="gramStart"/>
      <w:r>
        <w:rPr>
          <w:b/>
          <w:bCs/>
          <w:sz w:val="24"/>
        </w:rPr>
        <w:t>утверждена                                                                   Форма утверждена</w:t>
      </w:r>
      <w:proofErr w:type="gramEnd"/>
    </w:p>
    <w:p w:rsidR="00864F3F" w:rsidRDefault="00864F3F" w:rsidP="00864F3F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>Гарантирующий поставщик                                                  Потребитель</w:t>
      </w:r>
    </w:p>
    <w:p w:rsidR="00864F3F" w:rsidRDefault="00864F3F" w:rsidP="00864F3F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>___________________________                                                 _______________________</w:t>
      </w:r>
    </w:p>
    <w:p w:rsidR="00D86D18" w:rsidRDefault="00D86D18" w:rsidP="00864F3F">
      <w:pPr>
        <w:ind w:left="142" w:right="-766"/>
        <w:jc w:val="right"/>
        <w:rPr>
          <w:b/>
          <w:bCs/>
          <w:sz w:val="24"/>
        </w:rPr>
      </w:pPr>
    </w:p>
    <w:p w:rsidR="00D86D18" w:rsidRDefault="00D86D18">
      <w:pPr>
        <w:pStyle w:val="2"/>
      </w:pPr>
    </w:p>
    <w:tbl>
      <w:tblPr>
        <w:tblW w:w="113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2"/>
        <w:gridCol w:w="886"/>
        <w:gridCol w:w="236"/>
        <w:gridCol w:w="184"/>
        <w:gridCol w:w="236"/>
        <w:gridCol w:w="1749"/>
        <w:gridCol w:w="93"/>
        <w:gridCol w:w="327"/>
        <w:gridCol w:w="93"/>
        <w:gridCol w:w="327"/>
        <w:gridCol w:w="332"/>
        <w:gridCol w:w="261"/>
        <w:gridCol w:w="159"/>
        <w:gridCol w:w="261"/>
        <w:gridCol w:w="704"/>
        <w:gridCol w:w="267"/>
        <w:gridCol w:w="153"/>
        <w:gridCol w:w="108"/>
        <w:gridCol w:w="159"/>
        <w:gridCol w:w="77"/>
        <w:gridCol w:w="184"/>
        <w:gridCol w:w="52"/>
        <w:gridCol w:w="184"/>
        <w:gridCol w:w="236"/>
        <w:gridCol w:w="559"/>
        <w:gridCol w:w="109"/>
        <w:gridCol w:w="236"/>
        <w:gridCol w:w="184"/>
        <w:gridCol w:w="236"/>
        <w:gridCol w:w="510"/>
        <w:gridCol w:w="221"/>
        <w:gridCol w:w="420"/>
        <w:gridCol w:w="635"/>
        <w:gridCol w:w="420"/>
      </w:tblGrid>
      <w:tr w:rsidR="00082FD7" w:rsidRPr="00082FD7" w:rsidTr="009528B3">
        <w:trPr>
          <w:gridAfter w:val="1"/>
          <w:wAfter w:w="420" w:type="dxa"/>
          <w:trHeight w:val="507"/>
        </w:trPr>
        <w:tc>
          <w:tcPr>
            <w:tcW w:w="1093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7E7FD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ГАРАНТИРУЮЩИЙ ПОСТАВЩИК</w:t>
            </w:r>
            <w:r w:rsidRPr="00082FD7">
              <w:rPr>
                <w:rFonts w:ascii="Arial" w:hAnsi="Arial" w:cs="Arial"/>
                <w:color w:val="000000"/>
              </w:rPr>
              <w:t>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2FD7">
              <w:rPr>
                <w:rFonts w:ascii="Arial" w:hAnsi="Arial" w:cs="Arial"/>
                <w:color w:val="000000"/>
              </w:rPr>
              <w:t xml:space="preserve">Открытое акционерное общество  "Дальневосточная </w:t>
            </w:r>
            <w:r w:rsidR="007E7FD8">
              <w:rPr>
                <w:rFonts w:ascii="Arial" w:hAnsi="Arial" w:cs="Arial"/>
                <w:color w:val="000000"/>
              </w:rPr>
              <w:t>распределительная сетевая</w:t>
            </w:r>
            <w:bookmarkStart w:id="0" w:name="_GoBack"/>
            <w:bookmarkEnd w:id="0"/>
            <w:r w:rsidRPr="00082FD7">
              <w:rPr>
                <w:rFonts w:ascii="Arial" w:hAnsi="Arial" w:cs="Arial"/>
                <w:color w:val="000000"/>
              </w:rPr>
              <w:t xml:space="preserve"> компания"</w:t>
            </w: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1093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636889">
            <w:pPr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>ПО</w:t>
            </w:r>
            <w:r>
              <w:rPr>
                <w:rFonts w:ascii="Arial" w:hAnsi="Arial" w:cs="Arial"/>
                <w:color w:val="000000"/>
              </w:rPr>
              <w:t>ТРЕБИ</w:t>
            </w:r>
            <w:r w:rsidRPr="00082FD7">
              <w:rPr>
                <w:rFonts w:ascii="Arial" w:hAnsi="Arial" w:cs="Arial"/>
                <w:color w:val="000000"/>
              </w:rPr>
              <w:t>ТЕЛЬ: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2FD7" w:rsidRPr="00082FD7" w:rsidTr="009528B3">
        <w:trPr>
          <w:gridAfter w:val="1"/>
          <w:wAfter w:w="420" w:type="dxa"/>
          <w:trHeight w:val="578"/>
        </w:trPr>
        <w:tc>
          <w:tcPr>
            <w:tcW w:w="10930" w:type="dxa"/>
            <w:gridSpan w:val="3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8B3" w:rsidRDefault="009528B3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528B3" w:rsidRDefault="009528B3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82FD7" w:rsidRPr="00082FD7" w:rsidRDefault="00082FD7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82FD7">
              <w:rPr>
                <w:rFonts w:ascii="Arial" w:hAnsi="Arial" w:cs="Arial"/>
                <w:b/>
                <w:bCs/>
                <w:color w:val="000000"/>
              </w:rPr>
              <w:t xml:space="preserve">АКТ № </w:t>
            </w:r>
            <w:r>
              <w:rPr>
                <w:rFonts w:ascii="Arial" w:hAnsi="Arial" w:cs="Arial"/>
                <w:b/>
                <w:bCs/>
                <w:color w:val="000000"/>
              </w:rPr>
              <w:t>__________</w:t>
            </w:r>
            <w:r w:rsidRPr="00082FD7">
              <w:rPr>
                <w:rFonts w:ascii="Arial" w:hAnsi="Arial" w:cs="Arial"/>
                <w:b/>
                <w:bCs/>
                <w:color w:val="000000"/>
              </w:rPr>
              <w:br/>
              <w:t>приема-передачи электрической энергии (мощности)</w:t>
            </w:r>
          </w:p>
        </w:tc>
      </w:tr>
      <w:tr w:rsidR="00082FD7" w:rsidRPr="00082FD7" w:rsidTr="009528B3">
        <w:trPr>
          <w:gridAfter w:val="1"/>
          <w:wAfter w:w="420" w:type="dxa"/>
          <w:trHeight w:val="230"/>
        </w:trPr>
        <w:tc>
          <w:tcPr>
            <w:tcW w:w="10930" w:type="dxa"/>
            <w:gridSpan w:val="3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420"/>
        </w:trPr>
        <w:tc>
          <w:tcPr>
            <w:tcW w:w="1093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 xml:space="preserve">Дата составления </w:t>
            </w:r>
            <w:r>
              <w:rPr>
                <w:rFonts w:ascii="Arial" w:hAnsi="Arial" w:cs="Arial"/>
                <w:color w:val="000000"/>
              </w:rPr>
              <w:t>_______________</w:t>
            </w:r>
            <w:r w:rsidRPr="00082FD7">
              <w:rPr>
                <w:rFonts w:ascii="Arial" w:hAnsi="Arial" w:cs="Arial"/>
                <w:color w:val="000000"/>
              </w:rPr>
              <w:t xml:space="preserve"> за </w:t>
            </w:r>
            <w:r>
              <w:rPr>
                <w:rFonts w:ascii="Arial" w:hAnsi="Arial" w:cs="Arial"/>
                <w:color w:val="000000"/>
              </w:rPr>
              <w:t>______________</w:t>
            </w:r>
            <w:r w:rsidRPr="00082FD7">
              <w:rPr>
                <w:rFonts w:ascii="Arial" w:hAnsi="Arial" w:cs="Arial"/>
                <w:color w:val="000000"/>
              </w:rPr>
              <w:t xml:space="preserve"> 20</w:t>
            </w:r>
            <w:r>
              <w:rPr>
                <w:rFonts w:ascii="Arial" w:hAnsi="Arial" w:cs="Arial"/>
                <w:color w:val="000000"/>
              </w:rPr>
              <w:t>______</w:t>
            </w:r>
            <w:r w:rsidRPr="00082FD7">
              <w:rPr>
                <w:rFonts w:ascii="Arial" w:hAnsi="Arial" w:cs="Arial"/>
                <w:color w:val="000000"/>
              </w:rPr>
              <w:t>г.</w:t>
            </w: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6667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2FD7">
              <w:rPr>
                <w:rFonts w:ascii="Arial" w:hAnsi="Arial" w:cs="Arial"/>
                <w:color w:val="000000"/>
                <w:sz w:val="17"/>
                <w:szCs w:val="17"/>
              </w:rPr>
              <w:t>(отчетный период)</w:t>
            </w:r>
          </w:p>
        </w:tc>
        <w:tc>
          <w:tcPr>
            <w:tcW w:w="220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6667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0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1152"/>
        </w:trPr>
        <w:tc>
          <w:tcPr>
            <w:tcW w:w="1093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Мы, нижеподписавшиеся, представитель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ГАРАНТИРУЮЩЕГО ПОСТАВЩИКА 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в лице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, действующего на основании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>и представитель П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ОТРЕБИТЕЛЯ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_______________________,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действующий на основании __________________</w:t>
            </w:r>
            <w:proofErr w:type="gramStart"/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с другой стороны, составили настоящий Акт приема - передачи за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г. электрической энергии</w:t>
            </w:r>
            <w:r w:rsidR="009528B3">
              <w:rPr>
                <w:rFonts w:ascii="Arial" w:hAnsi="Arial" w:cs="Arial"/>
                <w:color w:val="000000"/>
                <w:sz w:val="18"/>
                <w:szCs w:val="18"/>
              </w:rPr>
              <w:t xml:space="preserve"> (мощности) 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 договору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№__________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о нижеследующем :</w:t>
            </w:r>
          </w:p>
        </w:tc>
      </w:tr>
      <w:tr w:rsidR="00082FD7" w:rsidRPr="00082FD7" w:rsidTr="009528B3">
        <w:trPr>
          <w:gridAfter w:val="1"/>
          <w:wAfter w:w="420" w:type="dxa"/>
          <w:trHeight w:val="82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№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Количество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кВт*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Цена (тариф)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руб./кВт*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14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Стоимость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(без НДС),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НДС,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Стоимость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с НДС,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082FD7" w:rsidRPr="00082FD7" w:rsidTr="009528B3">
        <w:trPr>
          <w:gridAfter w:val="1"/>
          <w:wAfter w:w="420" w:type="dxa"/>
          <w:trHeight w:val="4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ЭЛЕКТРИЧЕСКАЯ ЭНЕРГИЯ (МОЩНОСТЬ)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6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FF0000"/>
                <w:sz w:val="16"/>
                <w:szCs w:val="16"/>
              </w:rPr>
              <w:t xml:space="preserve">ЭЛЕКТРИЧЕСКАЯ ЭНЕРГИЯ (МОЩНОСТЬ) 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по Акту о неучтенном потреблении электроэнергии №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3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Итого: 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1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55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16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137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>Подписи сторон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210"/>
        </w:trPr>
        <w:tc>
          <w:tcPr>
            <w:tcW w:w="10930" w:type="dxa"/>
            <w:gridSpan w:val="33"/>
            <w:shd w:val="clear" w:color="auto" w:fill="auto"/>
            <w:hideMark/>
          </w:tcPr>
          <w:p w:rsidR="00082FD7" w:rsidRDefault="009528B3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>
              <w:rPr>
                <w:rFonts w:ascii="Tahoma" w:hAnsi="Tahoma" w:cs="Tahoma"/>
                <w:color w:val="FFFFFF"/>
                <w:sz w:val="16"/>
                <w:szCs w:val="16"/>
              </w:rPr>
              <w:t>Г</w:t>
            </w:r>
          </w:p>
          <w:p w:rsidR="009528B3" w:rsidRPr="00082FD7" w:rsidRDefault="009528B3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>
              <w:rPr>
                <w:rFonts w:ascii="Tahoma" w:hAnsi="Tahoma" w:cs="Tahoma"/>
                <w:color w:val="FFFFFF"/>
                <w:sz w:val="16"/>
                <w:szCs w:val="16"/>
              </w:rPr>
              <w:t>Г</w:t>
            </w:r>
          </w:p>
        </w:tc>
      </w:tr>
      <w:tr w:rsidR="00082FD7" w:rsidRPr="00082FD7" w:rsidTr="009528B3">
        <w:trPr>
          <w:trHeight w:val="289"/>
        </w:trPr>
        <w:tc>
          <w:tcPr>
            <w:tcW w:w="1858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9528B3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Гарантирующий поставщик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9528B3">
            <w:pPr>
              <w:ind w:left="-250"/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752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261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082FD7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88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1151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</w:tr>
      <w:tr w:rsidR="00082FD7" w:rsidRPr="00082FD7" w:rsidTr="009528B3">
        <w:trPr>
          <w:gridAfter w:val="1"/>
          <w:wAfter w:w="420" w:type="dxa"/>
          <w:trHeight w:val="240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9528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5" w:type="dxa"/>
            <w:gridSpan w:val="9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376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2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8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1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525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9528B3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Потребитель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752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261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082FD7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6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5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1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</w:tr>
      <w:tr w:rsidR="00082FD7" w:rsidRPr="00082FD7" w:rsidTr="009528B3">
        <w:trPr>
          <w:gridAfter w:val="1"/>
          <w:wAfter w:w="420" w:type="dxa"/>
          <w:trHeight w:val="240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9528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5" w:type="dxa"/>
            <w:gridSpan w:val="9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353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2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8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1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158"/>
        </w:trPr>
        <w:tc>
          <w:tcPr>
            <w:tcW w:w="552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88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26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32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75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12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8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15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</w:tr>
    </w:tbl>
    <w:p w:rsidR="00D86D18" w:rsidRDefault="00D86D18" w:rsidP="00636889">
      <w:pPr>
        <w:pStyle w:val="2"/>
      </w:pPr>
    </w:p>
    <w:sectPr w:rsidR="00D86D18" w:rsidSect="006368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567" w:bottom="284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2AB" w:rsidRDefault="001332AB" w:rsidP="00CD3506">
      <w:r>
        <w:separator/>
      </w:r>
    </w:p>
  </w:endnote>
  <w:endnote w:type="continuationSeparator" w:id="0">
    <w:p w:rsidR="001332AB" w:rsidRDefault="001332AB" w:rsidP="00CD3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 w:rsidP="00F91C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D3506" w:rsidRDefault="00CD3506" w:rsidP="00CD350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 w:rsidP="00F91C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E7FD8">
      <w:rPr>
        <w:rStyle w:val="a9"/>
        <w:noProof/>
      </w:rPr>
      <w:t>1</w:t>
    </w:r>
    <w:r>
      <w:rPr>
        <w:rStyle w:val="a9"/>
      </w:rPr>
      <w:fldChar w:fldCharType="end"/>
    </w:r>
  </w:p>
  <w:p w:rsidR="00CD3506" w:rsidRDefault="00CD3506" w:rsidP="00CD3506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2AB" w:rsidRDefault="001332AB" w:rsidP="00CD3506">
      <w:r>
        <w:separator/>
      </w:r>
    </w:p>
  </w:footnote>
  <w:footnote w:type="continuationSeparator" w:id="0">
    <w:p w:rsidR="001332AB" w:rsidRDefault="001332AB" w:rsidP="00CD3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06"/>
    <w:rsid w:val="00062D5A"/>
    <w:rsid w:val="00076884"/>
    <w:rsid w:val="00082FD7"/>
    <w:rsid w:val="000E6100"/>
    <w:rsid w:val="000E79E2"/>
    <w:rsid w:val="001332AB"/>
    <w:rsid w:val="00196B43"/>
    <w:rsid w:val="00237D62"/>
    <w:rsid w:val="00283AA6"/>
    <w:rsid w:val="003467E5"/>
    <w:rsid w:val="005047E2"/>
    <w:rsid w:val="00511995"/>
    <w:rsid w:val="0054495E"/>
    <w:rsid w:val="00573987"/>
    <w:rsid w:val="00636889"/>
    <w:rsid w:val="0064361E"/>
    <w:rsid w:val="00665541"/>
    <w:rsid w:val="00693812"/>
    <w:rsid w:val="00711B76"/>
    <w:rsid w:val="00723C24"/>
    <w:rsid w:val="007453B6"/>
    <w:rsid w:val="007B4CFE"/>
    <w:rsid w:val="007D4B4A"/>
    <w:rsid w:val="007D6938"/>
    <w:rsid w:val="007E7FD8"/>
    <w:rsid w:val="008306E0"/>
    <w:rsid w:val="00855E88"/>
    <w:rsid w:val="00864F3F"/>
    <w:rsid w:val="009528B3"/>
    <w:rsid w:val="00961807"/>
    <w:rsid w:val="009B072F"/>
    <w:rsid w:val="009F13C7"/>
    <w:rsid w:val="00A629B9"/>
    <w:rsid w:val="00A71A2F"/>
    <w:rsid w:val="00BB7911"/>
    <w:rsid w:val="00CD3506"/>
    <w:rsid w:val="00D86D18"/>
    <w:rsid w:val="00E83560"/>
    <w:rsid w:val="00E94D66"/>
    <w:rsid w:val="00F32FA9"/>
    <w:rsid w:val="00F46C3A"/>
    <w:rsid w:val="00FB767C"/>
    <w:rsid w:val="00FF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right="-766"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ind w:left="-851" w:right="-766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left="-851" w:right="-766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-851" w:right="-766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ind w:left="-851" w:right="-766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hanging="851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851" w:right="-766" w:firstLine="851"/>
      <w:jc w:val="both"/>
    </w:pPr>
    <w:rPr>
      <w:sz w:val="24"/>
    </w:rPr>
  </w:style>
  <w:style w:type="paragraph" w:styleId="a4">
    <w:name w:val="Balloon Text"/>
    <w:basedOn w:val="a"/>
    <w:semiHidden/>
    <w:rsid w:val="00283AA6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8306E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9F13C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D35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D3506"/>
  </w:style>
  <w:style w:type="character" w:styleId="a9">
    <w:name w:val="page number"/>
    <w:basedOn w:val="a0"/>
    <w:rsid w:val="00CD35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right="-766"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ind w:left="-851" w:right="-766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left="-851" w:right="-766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-851" w:right="-766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ind w:left="-851" w:right="-766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hanging="851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851" w:right="-766" w:firstLine="851"/>
      <w:jc w:val="both"/>
    </w:pPr>
    <w:rPr>
      <w:sz w:val="24"/>
    </w:rPr>
  </w:style>
  <w:style w:type="paragraph" w:styleId="a4">
    <w:name w:val="Balloon Text"/>
    <w:basedOn w:val="a"/>
    <w:semiHidden/>
    <w:rsid w:val="00283AA6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8306E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9F13C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D35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D3506"/>
  </w:style>
  <w:style w:type="character" w:styleId="a9">
    <w:name w:val="page number"/>
    <w:basedOn w:val="a0"/>
    <w:rsid w:val="00CD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8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_exe\template\8_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8_1</Template>
  <TotalTime>8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mosenergosbyt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ЛЮТИКОВА ЕЛЕНА ВЛАДИМИРОВНА</dc:creator>
  <cp:lastModifiedBy>Коломина Марина Анатольевна</cp:lastModifiedBy>
  <cp:revision>8</cp:revision>
  <cp:lastPrinted>2012-07-30T02:23:00Z</cp:lastPrinted>
  <dcterms:created xsi:type="dcterms:W3CDTF">2012-08-17T03:05:00Z</dcterms:created>
  <dcterms:modified xsi:type="dcterms:W3CDTF">2015-01-22T07:03:00Z</dcterms:modified>
</cp:coreProperties>
</file>